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08" w:type="dxa"/>
        <w:tblInd w:w="5637" w:type="dxa"/>
        <w:tblLook w:val="01E0" w:firstRow="1" w:lastRow="1" w:firstColumn="1" w:lastColumn="1" w:noHBand="0" w:noVBand="0"/>
      </w:tblPr>
      <w:tblGrid>
        <w:gridCol w:w="4308"/>
      </w:tblGrid>
      <w:tr w:rsidR="00C66ED2" w:rsidRPr="001F3996" w14:paraId="67FEE6B7" w14:textId="77777777" w:rsidTr="006F0C3F">
        <w:tc>
          <w:tcPr>
            <w:tcW w:w="4308" w:type="dxa"/>
          </w:tcPr>
          <w:p w14:paraId="5EF7EAFD" w14:textId="77777777" w:rsidR="00C66ED2" w:rsidRPr="001F3996" w:rsidRDefault="00C66ED2" w:rsidP="00A758C7">
            <w:pPr>
              <w:ind w:firstLine="540"/>
              <w:jc w:val="right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Priedas Nr. 1</w:t>
            </w:r>
          </w:p>
        </w:tc>
      </w:tr>
    </w:tbl>
    <w:p w14:paraId="38E5EF85" w14:textId="77777777" w:rsidR="00C66ED2" w:rsidRPr="001F3996" w:rsidRDefault="00C66ED2" w:rsidP="00C05FD0">
      <w:pPr>
        <w:ind w:firstLine="540"/>
        <w:rPr>
          <w:rFonts w:eastAsia="Calibri"/>
          <w:color w:val="auto"/>
        </w:rPr>
      </w:pPr>
    </w:p>
    <w:p w14:paraId="68229083" w14:textId="77777777" w:rsidR="00C66ED2" w:rsidRPr="001F3996" w:rsidRDefault="00C66ED2" w:rsidP="00C05FD0">
      <w:pPr>
        <w:ind w:firstLine="540"/>
        <w:jc w:val="center"/>
        <w:rPr>
          <w:rFonts w:eastAsia="Calibri"/>
          <w:b/>
          <w:color w:val="auto"/>
        </w:rPr>
      </w:pPr>
      <w:r w:rsidRPr="001F3996">
        <w:rPr>
          <w:rFonts w:eastAsia="Calibri"/>
          <w:b/>
          <w:color w:val="auto"/>
        </w:rPr>
        <w:t>STAŽUOTĖS PROGRAMOS PROJEKTO APRAŠO FORMA</w:t>
      </w:r>
    </w:p>
    <w:p w14:paraId="110EF192" w14:textId="77777777" w:rsidR="00C66ED2" w:rsidRPr="001F3996" w:rsidRDefault="00C66ED2" w:rsidP="00C05FD0">
      <w:pPr>
        <w:ind w:firstLine="540"/>
        <w:jc w:val="center"/>
        <w:rPr>
          <w:rFonts w:eastAsia="Calibri"/>
          <w:b/>
          <w:color w:val="auto"/>
        </w:rPr>
      </w:pPr>
    </w:p>
    <w:p w14:paraId="05562ACF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 xml:space="preserve">1. Tiekėjas. Tiekėjo rekvizitai (kodas, adresas, pašto indeksas, telefonas, faksas, </w:t>
      </w:r>
      <w:proofErr w:type="spellStart"/>
      <w:r w:rsidRPr="001F3996">
        <w:rPr>
          <w:rFonts w:eastAsia="Calibri"/>
          <w:color w:val="auto"/>
        </w:rPr>
        <w:t>el.paštas</w:t>
      </w:r>
      <w:proofErr w:type="spellEnd"/>
      <w:r w:rsidRPr="001F3996">
        <w:rPr>
          <w:rFonts w:eastAsia="Calibri"/>
          <w:color w:val="auto"/>
        </w:rPr>
        <w:t>, atsiskaitomoji sąskaita). Teikėjo atstovo vardas ir pavardė, pareigos.</w:t>
      </w:r>
    </w:p>
    <w:p w14:paraId="55B50696" w14:textId="77777777" w:rsidR="00C66ED2" w:rsidRPr="001F3996" w:rsidRDefault="00C66ED2" w:rsidP="00835DFC">
      <w:pPr>
        <w:tabs>
          <w:tab w:val="left" w:pos="851"/>
        </w:tabs>
        <w:ind w:firstLine="709"/>
        <w:jc w:val="both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2. Programos pavadinimas</w:t>
      </w:r>
      <w:r w:rsidR="000C3BE3" w:rsidRPr="001F3996">
        <w:rPr>
          <w:rFonts w:eastAsia="Calibri"/>
          <w:color w:val="auto"/>
        </w:rPr>
        <w:t xml:space="preserve"> “</w:t>
      </w:r>
      <w:r w:rsidR="00835DFC" w:rsidRPr="001F3996">
        <w:rPr>
          <w:rFonts w:eastAsia="Calibri"/>
          <w:color w:val="auto"/>
        </w:rPr>
        <w:t>Mokinių, turinčių skirtingus ugdymosi poreikių pasiekimų vertinimas ir įsivertinimas mokytojų kompetencijų tobulinimas</w:t>
      </w:r>
      <w:r w:rsidR="000C3BE3" w:rsidRPr="001F3996">
        <w:rPr>
          <w:rFonts w:eastAsia="Calibri"/>
          <w:color w:val="auto"/>
        </w:rPr>
        <w:t>”</w:t>
      </w:r>
    </w:p>
    <w:p w14:paraId="1CCA9BF6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3. Programos rengėjas (-ai).</w:t>
      </w:r>
    </w:p>
    <w:p w14:paraId="23CDDC53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4. Programos anotacija (aktualumas, reikalingumas).</w:t>
      </w:r>
    </w:p>
    <w:p w14:paraId="2B8A1938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5. Programos tikslas.</w:t>
      </w:r>
    </w:p>
    <w:p w14:paraId="6BF6549B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6. Programos turinys (įgyvendinimo nuoseklumas: temos, užsiėmimų pobūdis (teorija/praktika/savarankiškas darbas) ir trukmė):</w:t>
      </w:r>
    </w:p>
    <w:p w14:paraId="6418A149" w14:textId="77777777" w:rsidR="00C66ED2" w:rsidRPr="001F3996" w:rsidRDefault="00C66ED2" w:rsidP="00C05FD0">
      <w:pPr>
        <w:rPr>
          <w:rFonts w:eastAsia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B40E8F" w:rsidRPr="001F3996" w14:paraId="10758B4D" w14:textId="77777777" w:rsidTr="00F50822">
        <w:tc>
          <w:tcPr>
            <w:tcW w:w="1604" w:type="dxa"/>
            <w:shd w:val="clear" w:color="auto" w:fill="auto"/>
          </w:tcPr>
          <w:p w14:paraId="1FF06BC7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Diena</w:t>
            </w:r>
          </w:p>
        </w:tc>
        <w:tc>
          <w:tcPr>
            <w:tcW w:w="1604" w:type="dxa"/>
            <w:shd w:val="clear" w:color="auto" w:fill="auto"/>
          </w:tcPr>
          <w:p w14:paraId="6563673D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 xml:space="preserve">Programos turinys </w:t>
            </w:r>
          </w:p>
        </w:tc>
        <w:tc>
          <w:tcPr>
            <w:tcW w:w="1605" w:type="dxa"/>
            <w:shd w:val="clear" w:color="auto" w:fill="auto"/>
          </w:tcPr>
          <w:p w14:paraId="317C86F9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 xml:space="preserve">Teorija </w:t>
            </w:r>
          </w:p>
        </w:tc>
        <w:tc>
          <w:tcPr>
            <w:tcW w:w="1605" w:type="dxa"/>
            <w:shd w:val="clear" w:color="auto" w:fill="auto"/>
          </w:tcPr>
          <w:p w14:paraId="1152C2F2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Praktika</w:t>
            </w:r>
          </w:p>
        </w:tc>
        <w:tc>
          <w:tcPr>
            <w:tcW w:w="1605" w:type="dxa"/>
            <w:shd w:val="clear" w:color="auto" w:fill="auto"/>
          </w:tcPr>
          <w:p w14:paraId="2F0D7224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 xml:space="preserve">Savarankiškas darbas </w:t>
            </w:r>
          </w:p>
        </w:tc>
        <w:tc>
          <w:tcPr>
            <w:tcW w:w="1605" w:type="dxa"/>
            <w:shd w:val="clear" w:color="auto" w:fill="auto"/>
          </w:tcPr>
          <w:p w14:paraId="31E099B5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 xml:space="preserve">Trukmė, val. </w:t>
            </w:r>
          </w:p>
        </w:tc>
      </w:tr>
      <w:tr w:rsidR="00B40E8F" w:rsidRPr="001F3996" w14:paraId="37E40F43" w14:textId="77777777" w:rsidTr="00F50822">
        <w:tc>
          <w:tcPr>
            <w:tcW w:w="1604" w:type="dxa"/>
            <w:shd w:val="clear" w:color="auto" w:fill="auto"/>
          </w:tcPr>
          <w:p w14:paraId="086DB496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  <w:tc>
          <w:tcPr>
            <w:tcW w:w="1604" w:type="dxa"/>
            <w:shd w:val="clear" w:color="auto" w:fill="auto"/>
          </w:tcPr>
          <w:p w14:paraId="73B58707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  <w:tc>
          <w:tcPr>
            <w:tcW w:w="1605" w:type="dxa"/>
            <w:shd w:val="clear" w:color="auto" w:fill="auto"/>
          </w:tcPr>
          <w:p w14:paraId="1609FBA6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  <w:tc>
          <w:tcPr>
            <w:tcW w:w="1605" w:type="dxa"/>
            <w:shd w:val="clear" w:color="auto" w:fill="auto"/>
          </w:tcPr>
          <w:p w14:paraId="1807DC8F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  <w:tc>
          <w:tcPr>
            <w:tcW w:w="1605" w:type="dxa"/>
            <w:shd w:val="clear" w:color="auto" w:fill="auto"/>
          </w:tcPr>
          <w:p w14:paraId="00A517D8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  <w:tc>
          <w:tcPr>
            <w:tcW w:w="1605" w:type="dxa"/>
            <w:shd w:val="clear" w:color="auto" w:fill="auto"/>
          </w:tcPr>
          <w:p w14:paraId="58906E4B" w14:textId="77777777" w:rsidR="00C66ED2" w:rsidRPr="001F3996" w:rsidRDefault="00C66ED2" w:rsidP="00C05FD0">
            <w:pPr>
              <w:rPr>
                <w:rFonts w:eastAsia="Calibri"/>
                <w:color w:val="auto"/>
              </w:rPr>
            </w:pPr>
          </w:p>
        </w:tc>
      </w:tr>
    </w:tbl>
    <w:p w14:paraId="432A3E61" w14:textId="77777777" w:rsidR="00C66ED2" w:rsidRPr="001F3996" w:rsidRDefault="00C66ED2" w:rsidP="00C05FD0">
      <w:pPr>
        <w:rPr>
          <w:rFonts w:eastAsia="Calibri"/>
          <w:color w:val="auto"/>
        </w:rPr>
      </w:pPr>
    </w:p>
    <w:p w14:paraId="46A7DC31" w14:textId="77777777" w:rsidR="00C66ED2" w:rsidRPr="001F3996" w:rsidRDefault="00C66ED2" w:rsidP="00C05FD0">
      <w:pPr>
        <w:ind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7. Tikėtina(-</w:t>
      </w:r>
      <w:proofErr w:type="spellStart"/>
      <w:r w:rsidRPr="001F3996">
        <w:rPr>
          <w:rFonts w:eastAsia="Calibri"/>
          <w:color w:val="auto"/>
        </w:rPr>
        <w:t>os</w:t>
      </w:r>
      <w:proofErr w:type="spellEnd"/>
      <w:r w:rsidRPr="001F3996">
        <w:rPr>
          <w:rFonts w:eastAsia="Calibri"/>
          <w:color w:val="auto"/>
        </w:rPr>
        <w:t>) kompetencija(-</w:t>
      </w:r>
      <w:proofErr w:type="spellStart"/>
      <w:r w:rsidRPr="001F3996">
        <w:rPr>
          <w:rFonts w:eastAsia="Calibri"/>
          <w:color w:val="auto"/>
        </w:rPr>
        <w:t>os</w:t>
      </w:r>
      <w:proofErr w:type="spellEnd"/>
      <w:r w:rsidRPr="001F3996">
        <w:rPr>
          <w:rFonts w:eastAsia="Calibri"/>
          <w:color w:val="auto"/>
        </w:rPr>
        <w:t>), kurią(-</w:t>
      </w:r>
      <w:proofErr w:type="spellStart"/>
      <w:r w:rsidRPr="001F3996">
        <w:rPr>
          <w:rFonts w:eastAsia="Calibri"/>
          <w:color w:val="auto"/>
        </w:rPr>
        <w:t>ias</w:t>
      </w:r>
      <w:proofErr w:type="spellEnd"/>
      <w:r w:rsidRPr="001F3996">
        <w:rPr>
          <w:rFonts w:eastAsia="Calibri"/>
          <w:color w:val="auto"/>
        </w:rPr>
        <w:t>) įgis Programą baigęs asmuo, mokymo(</w:t>
      </w:r>
      <w:proofErr w:type="spellStart"/>
      <w:r w:rsidRPr="001F3996">
        <w:rPr>
          <w:rFonts w:eastAsia="Calibri"/>
          <w:color w:val="auto"/>
        </w:rPr>
        <w:t>si</w:t>
      </w:r>
      <w:proofErr w:type="spellEnd"/>
      <w:r w:rsidRPr="001F3996">
        <w:rPr>
          <w:rFonts w:eastAsia="Calibri"/>
          <w:color w:val="auto"/>
        </w:rPr>
        <w:t>) metodai, įgytos(-ų) kompetencijos(-ų) įvertinimo būdai.</w:t>
      </w:r>
    </w:p>
    <w:p w14:paraId="30B70C2F" w14:textId="77777777" w:rsidR="00C66ED2" w:rsidRPr="001F3996" w:rsidRDefault="00C66ED2" w:rsidP="00C05FD0">
      <w:pPr>
        <w:ind w:right="325"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7.1. Pagrindinė stažuotės metu patobulinta kompetencija:</w:t>
      </w:r>
    </w:p>
    <w:p w14:paraId="795B2C61" w14:textId="77777777" w:rsidR="00C66ED2" w:rsidRPr="001F3996" w:rsidRDefault="00C66ED2" w:rsidP="00C05FD0">
      <w:pPr>
        <w:ind w:right="325" w:firstLine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7.2. Tikėtinos kompetencijos, kurias teikia stažuotės programa:</w:t>
      </w:r>
    </w:p>
    <w:tbl>
      <w:tblPr>
        <w:tblW w:w="96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2257"/>
        <w:gridCol w:w="2051"/>
        <w:gridCol w:w="2201"/>
      </w:tblGrid>
      <w:tr w:rsidR="00C66ED2" w:rsidRPr="001F3996" w14:paraId="46210917" w14:textId="77777777" w:rsidTr="006F0C3F">
        <w:trPr>
          <w:trHeight w:val="806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2861E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Programoje numatoma suteikti žinių ir supratimo, gebėjimų bei formuoti nuostatas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FF08E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Kompetencija (-</w:t>
            </w:r>
            <w:proofErr w:type="spellStart"/>
            <w:r w:rsidRPr="001F3996">
              <w:rPr>
                <w:rFonts w:eastAsia="Calibri"/>
                <w:color w:val="auto"/>
              </w:rPr>
              <w:t>os</w:t>
            </w:r>
            <w:proofErr w:type="spellEnd"/>
            <w:r w:rsidRPr="001F3996">
              <w:rPr>
                <w:rFonts w:eastAsia="Calibri"/>
                <w:color w:val="auto"/>
              </w:rPr>
              <w:t>)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789C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Mokymo modelis (mokymo(-</w:t>
            </w:r>
            <w:proofErr w:type="spellStart"/>
            <w:r w:rsidRPr="001F3996">
              <w:rPr>
                <w:rFonts w:eastAsia="Calibri"/>
                <w:color w:val="auto"/>
              </w:rPr>
              <w:t>osi</w:t>
            </w:r>
            <w:proofErr w:type="spellEnd"/>
            <w:r w:rsidRPr="001F3996">
              <w:rPr>
                <w:rFonts w:eastAsia="Calibri"/>
                <w:color w:val="auto"/>
              </w:rPr>
              <w:t>) metodai ir būdai)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F0C8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Patobulintos (-ų) kompetencijos(-ų) įvertinimo būdai</w:t>
            </w:r>
          </w:p>
        </w:tc>
      </w:tr>
      <w:tr w:rsidR="00C66ED2" w:rsidRPr="001F3996" w14:paraId="4A7FF23C" w14:textId="77777777" w:rsidTr="006F0C3F">
        <w:trPr>
          <w:trHeight w:val="64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6886D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CABF9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1200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559B9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</w:tr>
      <w:tr w:rsidR="00C66ED2" w:rsidRPr="001F3996" w14:paraId="7EAA2363" w14:textId="77777777" w:rsidTr="006F0C3F"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D472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EDB6D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BF69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FFEAE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</w:tr>
      <w:tr w:rsidR="00C66ED2" w:rsidRPr="001F3996" w14:paraId="061074CD" w14:textId="77777777" w:rsidTr="006F0C3F"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866C" w14:textId="77777777" w:rsidR="00C66ED2" w:rsidRPr="001F3996" w:rsidRDefault="00C66ED2" w:rsidP="00C05FD0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C802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C859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8CD15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</w:tr>
    </w:tbl>
    <w:p w14:paraId="405D8B9A" w14:textId="77777777" w:rsidR="00C66ED2" w:rsidRPr="001F3996" w:rsidRDefault="00C66ED2" w:rsidP="00C05FD0">
      <w:pPr>
        <w:ind w:right="325" w:firstLine="709"/>
        <w:jc w:val="both"/>
        <w:rPr>
          <w:rFonts w:eastAsia="Calibri"/>
          <w:color w:val="auto"/>
        </w:rPr>
      </w:pPr>
    </w:p>
    <w:p w14:paraId="5FC17673" w14:textId="77777777" w:rsidR="00C66ED2" w:rsidRPr="001F3996" w:rsidRDefault="00C66ED2" w:rsidP="00C05FD0">
      <w:pPr>
        <w:ind w:right="325" w:firstLine="709"/>
        <w:jc w:val="both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8. Programai vykdyti naudojama mokomoji medžiaga ir techninės priemonės:</w:t>
      </w:r>
    </w:p>
    <w:p w14:paraId="1BE9FC03" w14:textId="77777777" w:rsidR="00C66ED2" w:rsidRPr="001F3996" w:rsidRDefault="00C66ED2" w:rsidP="00C05FD0">
      <w:pPr>
        <w:ind w:left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8.1. Mokomoji medžiaga</w:t>
      </w:r>
    </w:p>
    <w:tbl>
      <w:tblPr>
        <w:tblW w:w="96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5"/>
        <w:gridCol w:w="2358"/>
        <w:gridCol w:w="4011"/>
        <w:gridCol w:w="2175"/>
      </w:tblGrid>
      <w:tr w:rsidR="00C66ED2" w:rsidRPr="001F3996" w14:paraId="50CB6A1F" w14:textId="77777777" w:rsidTr="006F0C3F">
        <w:tc>
          <w:tcPr>
            <w:tcW w:w="1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5B795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Eil.</w:t>
            </w:r>
          </w:p>
          <w:p w14:paraId="1110CDB0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Nr.</w:t>
            </w:r>
          </w:p>
        </w:tc>
        <w:tc>
          <w:tcPr>
            <w:tcW w:w="2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F8478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Temos</w:t>
            </w:r>
          </w:p>
        </w:tc>
        <w:tc>
          <w:tcPr>
            <w:tcW w:w="4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9DDE4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Mokomosios medžiagos</w:t>
            </w:r>
          </w:p>
          <w:p w14:paraId="524235B0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pavadinimas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942D" w14:textId="77777777" w:rsidR="00C66ED2" w:rsidRPr="001F3996" w:rsidRDefault="00C66ED2" w:rsidP="00C05FD0">
            <w:pPr>
              <w:ind w:right="100"/>
              <w:jc w:val="center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Mokomosios medžiagos apimtis</w:t>
            </w:r>
          </w:p>
        </w:tc>
      </w:tr>
      <w:tr w:rsidR="00C66ED2" w:rsidRPr="001F3996" w14:paraId="74402A1D" w14:textId="77777777" w:rsidTr="000C3BE3">
        <w:tc>
          <w:tcPr>
            <w:tcW w:w="10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3170E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4E3A" w14:textId="77777777" w:rsidR="00C66ED2" w:rsidRPr="001F3996" w:rsidRDefault="00C66ED2" w:rsidP="000C3BE3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DCE40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5C84" w14:textId="77777777" w:rsidR="00C66ED2" w:rsidRPr="001F3996" w:rsidRDefault="00C66ED2" w:rsidP="00C05FD0">
            <w:pPr>
              <w:ind w:right="100" w:firstLine="709"/>
              <w:rPr>
                <w:rFonts w:eastAsia="Calibri"/>
                <w:color w:val="auto"/>
              </w:rPr>
            </w:pPr>
            <w:r w:rsidRPr="001F3996">
              <w:rPr>
                <w:rFonts w:eastAsia="Calibri"/>
                <w:color w:val="auto"/>
              </w:rPr>
              <w:t> </w:t>
            </w:r>
          </w:p>
        </w:tc>
      </w:tr>
      <w:tr w:rsidR="000C3BE3" w:rsidRPr="001F3996" w14:paraId="58C85850" w14:textId="77777777" w:rsidTr="000C3BE3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8588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B9AEE" w14:textId="77777777" w:rsidR="000C3BE3" w:rsidRPr="001F3996" w:rsidRDefault="000C3BE3" w:rsidP="000C3BE3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38535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A400F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</w:tr>
      <w:tr w:rsidR="000C3BE3" w:rsidRPr="001F3996" w14:paraId="7D8670AC" w14:textId="77777777" w:rsidTr="000C3BE3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0DF3D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E965" w14:textId="77777777" w:rsidR="000C3BE3" w:rsidRPr="001F3996" w:rsidRDefault="000C3BE3" w:rsidP="000C3BE3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6B768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0A64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</w:tr>
      <w:tr w:rsidR="000C3BE3" w:rsidRPr="001F3996" w14:paraId="29F94694" w14:textId="77777777" w:rsidTr="000C3BE3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683A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448B9" w14:textId="77777777" w:rsidR="000C3BE3" w:rsidRPr="001F3996" w:rsidRDefault="000C3BE3" w:rsidP="000C3BE3">
            <w:pPr>
              <w:ind w:right="100"/>
              <w:rPr>
                <w:rFonts w:eastAsia="Calibri"/>
                <w:color w:val="auto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97E8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E69B0" w14:textId="77777777" w:rsidR="000C3BE3" w:rsidRPr="001F3996" w:rsidRDefault="000C3BE3" w:rsidP="00C05FD0">
            <w:pPr>
              <w:ind w:right="100" w:firstLine="709"/>
              <w:rPr>
                <w:rFonts w:eastAsia="Calibri"/>
                <w:color w:val="auto"/>
              </w:rPr>
            </w:pPr>
          </w:p>
        </w:tc>
      </w:tr>
    </w:tbl>
    <w:p w14:paraId="5B1553BC" w14:textId="77777777" w:rsidR="00C66ED2" w:rsidRPr="001F3996" w:rsidRDefault="00C66ED2" w:rsidP="00C05FD0">
      <w:pPr>
        <w:ind w:left="709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10.2. Techninės priemonės.</w:t>
      </w:r>
    </w:p>
    <w:p w14:paraId="42D35BFE" w14:textId="6A9634A7" w:rsidR="00C66ED2" w:rsidRPr="001F3996" w:rsidRDefault="00C66ED2" w:rsidP="009065BF">
      <w:pPr>
        <w:ind w:firstLine="709"/>
        <w:jc w:val="both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11. Programai rengti naudotos literatūros ir kitų informacinių šaltinių sąrašas.</w:t>
      </w:r>
    </w:p>
    <w:p w14:paraId="417D03FA" w14:textId="77777777" w:rsidR="00C66ED2" w:rsidRPr="001F3996" w:rsidRDefault="00C66ED2" w:rsidP="00C05FD0">
      <w:pPr>
        <w:ind w:right="325"/>
        <w:jc w:val="both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Teikėjas</w:t>
      </w:r>
    </w:p>
    <w:p w14:paraId="740E6C74" w14:textId="77777777" w:rsidR="00C66ED2" w:rsidRPr="001F3996" w:rsidRDefault="00C66ED2" w:rsidP="00C05FD0">
      <w:pPr>
        <w:ind w:right="323"/>
        <w:jc w:val="both"/>
        <w:rPr>
          <w:rFonts w:eastAsia="Calibri"/>
          <w:color w:val="auto"/>
        </w:rPr>
      </w:pPr>
      <w:r w:rsidRPr="001F3996">
        <w:rPr>
          <w:rFonts w:eastAsia="Calibri"/>
          <w:color w:val="auto"/>
        </w:rPr>
        <w:t>_______________</w:t>
      </w:r>
      <w:r w:rsidR="009A6777" w:rsidRPr="001F3996">
        <w:rPr>
          <w:rFonts w:eastAsia="Calibri"/>
          <w:color w:val="auto"/>
        </w:rPr>
        <w:tab/>
      </w:r>
      <w:r w:rsidRPr="001F3996">
        <w:rPr>
          <w:rFonts w:eastAsia="Calibri"/>
          <w:color w:val="auto"/>
        </w:rPr>
        <w:t>________________</w:t>
      </w:r>
      <w:r w:rsidR="009A6777" w:rsidRPr="001F3996">
        <w:rPr>
          <w:rFonts w:eastAsia="Calibri"/>
          <w:color w:val="auto"/>
        </w:rPr>
        <w:tab/>
      </w:r>
      <w:r w:rsidRPr="001F3996">
        <w:rPr>
          <w:rFonts w:eastAsia="Calibri"/>
          <w:color w:val="auto"/>
        </w:rPr>
        <w:t>___________________</w:t>
      </w:r>
    </w:p>
    <w:p w14:paraId="4D5D2EB8" w14:textId="1F6EDAFD" w:rsidR="009A6777" w:rsidRPr="001F3996" w:rsidRDefault="009A6777" w:rsidP="009065BF">
      <w:pPr>
        <w:tabs>
          <w:tab w:val="left" w:pos="567"/>
          <w:tab w:val="left" w:pos="3119"/>
          <w:tab w:val="left" w:pos="5670"/>
        </w:tabs>
        <w:ind w:right="325"/>
        <w:rPr>
          <w:rFonts w:eastAsia="Times New Roman"/>
          <w:b/>
          <w:bCs/>
          <w:noProof/>
          <w:color w:val="auto"/>
          <w:lang w:eastAsia="lt-LT"/>
        </w:rPr>
      </w:pPr>
      <w:r w:rsidRPr="001F3996">
        <w:rPr>
          <w:rFonts w:eastAsia="Calibri"/>
          <w:color w:val="auto"/>
        </w:rPr>
        <w:tab/>
      </w:r>
      <w:r w:rsidR="00C66ED2" w:rsidRPr="001F3996">
        <w:rPr>
          <w:rFonts w:eastAsia="Calibri"/>
          <w:color w:val="auto"/>
        </w:rPr>
        <w:t>(Pareigos)</w:t>
      </w:r>
      <w:r w:rsidRPr="001F3996">
        <w:rPr>
          <w:rFonts w:eastAsia="Calibri"/>
          <w:color w:val="auto"/>
        </w:rPr>
        <w:tab/>
      </w:r>
      <w:r w:rsidR="00C66ED2" w:rsidRPr="001F3996">
        <w:rPr>
          <w:rFonts w:eastAsia="Calibri"/>
          <w:color w:val="auto"/>
        </w:rPr>
        <w:t>(Parašas)</w:t>
      </w:r>
      <w:r w:rsidRPr="001F3996">
        <w:rPr>
          <w:rFonts w:eastAsia="Calibri"/>
          <w:color w:val="auto"/>
        </w:rPr>
        <w:t xml:space="preserve"> </w:t>
      </w:r>
      <w:r w:rsidR="00C66ED2" w:rsidRPr="001F3996">
        <w:rPr>
          <w:rFonts w:eastAsia="Calibri"/>
          <w:color w:val="auto"/>
        </w:rPr>
        <w:t>A.V.</w:t>
      </w:r>
      <w:r w:rsidRPr="001F3996">
        <w:rPr>
          <w:rFonts w:eastAsia="Calibri"/>
          <w:color w:val="auto"/>
        </w:rPr>
        <w:tab/>
      </w:r>
      <w:r w:rsidR="00C66ED2" w:rsidRPr="001F3996">
        <w:rPr>
          <w:rFonts w:eastAsia="Calibri"/>
          <w:color w:val="auto"/>
        </w:rPr>
        <w:t>(Vardas ir pavardė)</w:t>
      </w:r>
    </w:p>
    <w:sectPr w:rsidR="009A6777" w:rsidRPr="001F3996" w:rsidSect="00DE51F2">
      <w:headerReference w:type="even" r:id="rId8"/>
      <w:headerReference w:type="default" r:id="rId9"/>
      <w:pgSz w:w="11906" w:h="16838"/>
      <w:pgMar w:top="1134" w:right="567" w:bottom="993" w:left="1701" w:header="567" w:footer="454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42CB" w14:textId="77777777" w:rsidR="009F4085" w:rsidRPr="00217952" w:rsidRDefault="009F4085">
      <w:r w:rsidRPr="00217952">
        <w:separator/>
      </w:r>
    </w:p>
  </w:endnote>
  <w:endnote w:type="continuationSeparator" w:id="0">
    <w:p w14:paraId="78724A01" w14:textId="77777777" w:rsidR="009F4085" w:rsidRPr="00217952" w:rsidRDefault="009F4085">
      <w:r w:rsidRPr="0021795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 Ultra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onospaceLT">
    <w:altName w:val="Calibri"/>
    <w:charset w:val="00"/>
    <w:family w:val="auto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GIAP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9FD7" w14:textId="77777777" w:rsidR="009F4085" w:rsidRPr="00217952" w:rsidRDefault="009F4085">
      <w:r w:rsidRPr="00217952">
        <w:separator/>
      </w:r>
    </w:p>
  </w:footnote>
  <w:footnote w:type="continuationSeparator" w:id="0">
    <w:p w14:paraId="4568D984" w14:textId="77777777" w:rsidR="009F4085" w:rsidRPr="00217952" w:rsidRDefault="009F4085">
      <w:r w:rsidRPr="0021795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95AB" w14:textId="77777777" w:rsidR="00766777" w:rsidRPr="00217952" w:rsidRDefault="00766777">
    <w:pPr>
      <w:pStyle w:val="Pagrindinistekstas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92C2" w14:textId="77777777" w:rsidR="00766777" w:rsidRPr="00217952" w:rsidRDefault="0065749E">
    <w:pPr>
      <w:pStyle w:val="Antrats"/>
      <w:jc w:val="center"/>
    </w:pPr>
    <w:r w:rsidRPr="00C47C82">
      <w:rPr>
        <w:rFonts w:ascii="Verdana" w:hAnsi="Verdana"/>
      </w:rPr>
      <w:fldChar w:fldCharType="begin"/>
    </w:r>
    <w:r w:rsidRPr="00C47C82">
      <w:rPr>
        <w:rFonts w:ascii="Verdana" w:hAnsi="Verdana"/>
      </w:rPr>
      <w:instrText xml:space="preserve"> PAGE   \* MERGEFORMAT </w:instrText>
    </w:r>
    <w:r w:rsidRPr="00C47C82">
      <w:rPr>
        <w:rFonts w:ascii="Verdana" w:hAnsi="Verdana"/>
      </w:rPr>
      <w:fldChar w:fldCharType="separate"/>
    </w:r>
    <w:r w:rsidR="005E2E04">
      <w:rPr>
        <w:rFonts w:ascii="Verdana" w:hAnsi="Verdana"/>
        <w:noProof/>
      </w:rPr>
      <w:t>1</w:t>
    </w:r>
    <w:r w:rsidRPr="00C47C82">
      <w:rPr>
        <w:rFonts w:ascii="Verdana" w:hAnsi="Verdana"/>
      </w:rPr>
      <w:fldChar w:fldCharType="end"/>
    </w:r>
  </w:p>
  <w:p w14:paraId="1A171484" w14:textId="77777777" w:rsidR="00766777" w:rsidRPr="00217952" w:rsidRDefault="0076677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3402"/>
        </w:tabs>
        <w:ind w:left="3402" w:firstLine="0"/>
      </w:pPr>
      <w:rPr>
        <w:rFonts w:ascii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3402"/>
        </w:tabs>
        <w:ind w:left="3402" w:firstLine="0"/>
      </w:pPr>
      <w:rPr>
        <w:color w:val="auto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3402"/>
        </w:tabs>
        <w:ind w:left="3402" w:firstLine="0"/>
      </w:pPr>
      <w:rPr>
        <w:color w:val="auto"/>
      </w:rPr>
    </w:lvl>
  </w:abstractNum>
  <w:abstractNum w:abstractNumId="1" w15:restartNumberingAfterBreak="0">
    <w:nsid w:val="008D43FE"/>
    <w:multiLevelType w:val="multilevel"/>
    <w:tmpl w:val="611AB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3BB3EC0"/>
    <w:multiLevelType w:val="hybridMultilevel"/>
    <w:tmpl w:val="0E40F558"/>
    <w:lvl w:ilvl="0" w:tplc="0427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pStyle w:val="xxxtekstas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 w15:restartNumberingAfterBreak="0">
    <w:nsid w:val="09302CCD"/>
    <w:multiLevelType w:val="multilevel"/>
    <w:tmpl w:val="BF944B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4472" w:hanging="360"/>
      </w:pPr>
      <w:rPr>
        <w:rFonts w:hint="default"/>
      </w:rPr>
    </w:lvl>
    <w:lvl w:ilvl="2">
      <w:start w:val="8"/>
      <w:numFmt w:val="decimal"/>
      <w:lvlText w:val="3.6.1.%3"/>
      <w:lvlJc w:val="left"/>
      <w:pPr>
        <w:ind w:left="2912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D366F9F"/>
    <w:multiLevelType w:val="hybridMultilevel"/>
    <w:tmpl w:val="AAECAC9E"/>
    <w:lvl w:ilvl="0" w:tplc="CF84B66A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3240" w:hanging="360"/>
      </w:pPr>
    </w:lvl>
    <w:lvl w:ilvl="2" w:tplc="0427001B">
      <w:start w:val="1"/>
      <w:numFmt w:val="lowerRoman"/>
      <w:lvlText w:val="%3."/>
      <w:lvlJc w:val="right"/>
      <w:pPr>
        <w:ind w:left="3960" w:hanging="180"/>
      </w:pPr>
    </w:lvl>
    <w:lvl w:ilvl="3" w:tplc="0427000F">
      <w:start w:val="1"/>
      <w:numFmt w:val="decimal"/>
      <w:lvlText w:val="%4."/>
      <w:lvlJc w:val="left"/>
      <w:pPr>
        <w:ind w:left="4680" w:hanging="360"/>
      </w:pPr>
    </w:lvl>
    <w:lvl w:ilvl="4" w:tplc="04270019">
      <w:start w:val="1"/>
      <w:numFmt w:val="lowerLetter"/>
      <w:lvlText w:val="%5."/>
      <w:lvlJc w:val="left"/>
      <w:pPr>
        <w:ind w:left="5400" w:hanging="360"/>
      </w:pPr>
    </w:lvl>
    <w:lvl w:ilvl="5" w:tplc="0427001B">
      <w:start w:val="1"/>
      <w:numFmt w:val="lowerRoman"/>
      <w:lvlText w:val="%6."/>
      <w:lvlJc w:val="right"/>
      <w:pPr>
        <w:ind w:left="6120" w:hanging="180"/>
      </w:pPr>
    </w:lvl>
    <w:lvl w:ilvl="6" w:tplc="0427000F">
      <w:start w:val="1"/>
      <w:numFmt w:val="decimal"/>
      <w:lvlText w:val="%7."/>
      <w:lvlJc w:val="left"/>
      <w:pPr>
        <w:ind w:left="6840" w:hanging="360"/>
      </w:pPr>
    </w:lvl>
    <w:lvl w:ilvl="7" w:tplc="04270019">
      <w:start w:val="1"/>
      <w:numFmt w:val="lowerLetter"/>
      <w:lvlText w:val="%8."/>
      <w:lvlJc w:val="left"/>
      <w:pPr>
        <w:ind w:left="7560" w:hanging="360"/>
      </w:pPr>
    </w:lvl>
    <w:lvl w:ilvl="8" w:tplc="0427001B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0B11866"/>
    <w:multiLevelType w:val="hybridMultilevel"/>
    <w:tmpl w:val="80084E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54CE"/>
    <w:multiLevelType w:val="hybridMultilevel"/>
    <w:tmpl w:val="710A109A"/>
    <w:lvl w:ilvl="0" w:tplc="20AA9A2A">
      <w:start w:val="1"/>
      <w:numFmt w:val="decimal"/>
      <w:pStyle w:val="Style4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9E0D31"/>
    <w:multiLevelType w:val="multilevel"/>
    <w:tmpl w:val="259AF21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pStyle w:val="Punktai11"/>
      <w:lvlText w:val="%1.%2."/>
      <w:lvlJc w:val="left"/>
      <w:pPr>
        <w:tabs>
          <w:tab w:val="num" w:pos="1392"/>
        </w:tabs>
        <w:ind w:left="13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8" w15:restartNumberingAfterBreak="0">
    <w:nsid w:val="181339DC"/>
    <w:multiLevelType w:val="multilevel"/>
    <w:tmpl w:val="F6525596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18FC3344"/>
    <w:multiLevelType w:val="hybridMultilevel"/>
    <w:tmpl w:val="F0AEC380"/>
    <w:lvl w:ilvl="0" w:tplc="3C7A9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84EDB"/>
    <w:multiLevelType w:val="hybridMultilevel"/>
    <w:tmpl w:val="D5E09908"/>
    <w:lvl w:ilvl="0" w:tplc="30AEFE88">
      <w:start w:val="1"/>
      <w:numFmt w:val="bullet"/>
      <w:pStyle w:val="Sarasa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020D6"/>
    <w:multiLevelType w:val="multilevel"/>
    <w:tmpl w:val="3C446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2" w15:restartNumberingAfterBreak="0">
    <w:nsid w:val="262506AE"/>
    <w:multiLevelType w:val="multilevel"/>
    <w:tmpl w:val="A7FC1F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3.6.1.%3"/>
      <w:lvlJc w:val="left"/>
      <w:pPr>
        <w:ind w:left="2912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ABF0E52"/>
    <w:multiLevelType w:val="multilevel"/>
    <w:tmpl w:val="03F292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454F17"/>
    <w:multiLevelType w:val="multilevel"/>
    <w:tmpl w:val="303E0A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7B74BE"/>
    <w:multiLevelType w:val="hybridMultilevel"/>
    <w:tmpl w:val="C99ABFC4"/>
    <w:lvl w:ilvl="0" w:tplc="04090017">
      <w:start w:val="1"/>
      <w:numFmt w:val="lowerLetter"/>
      <w:lvlText w:val="%1)"/>
      <w:lvlJc w:val="left"/>
      <w:pPr>
        <w:ind w:left="774" w:hanging="360"/>
      </w:pPr>
    </w:lvl>
    <w:lvl w:ilvl="1" w:tplc="04270019">
      <w:start w:val="1"/>
      <w:numFmt w:val="lowerLetter"/>
      <w:lvlText w:val="%2."/>
      <w:lvlJc w:val="left"/>
      <w:pPr>
        <w:ind w:left="1494" w:hanging="360"/>
      </w:pPr>
    </w:lvl>
    <w:lvl w:ilvl="2" w:tplc="0427001B">
      <w:start w:val="1"/>
      <w:numFmt w:val="lowerRoman"/>
      <w:lvlText w:val="%3."/>
      <w:lvlJc w:val="right"/>
      <w:pPr>
        <w:ind w:left="2214" w:hanging="180"/>
      </w:pPr>
    </w:lvl>
    <w:lvl w:ilvl="3" w:tplc="0427000F">
      <w:start w:val="1"/>
      <w:numFmt w:val="decimal"/>
      <w:lvlText w:val="%4."/>
      <w:lvlJc w:val="left"/>
      <w:pPr>
        <w:ind w:left="2934" w:hanging="360"/>
      </w:pPr>
    </w:lvl>
    <w:lvl w:ilvl="4" w:tplc="04270019">
      <w:start w:val="1"/>
      <w:numFmt w:val="lowerLetter"/>
      <w:lvlText w:val="%5."/>
      <w:lvlJc w:val="left"/>
      <w:pPr>
        <w:ind w:left="3654" w:hanging="360"/>
      </w:pPr>
    </w:lvl>
    <w:lvl w:ilvl="5" w:tplc="0427001B">
      <w:start w:val="1"/>
      <w:numFmt w:val="lowerRoman"/>
      <w:lvlText w:val="%6."/>
      <w:lvlJc w:val="right"/>
      <w:pPr>
        <w:ind w:left="4374" w:hanging="180"/>
      </w:pPr>
    </w:lvl>
    <w:lvl w:ilvl="6" w:tplc="0427000F">
      <w:start w:val="1"/>
      <w:numFmt w:val="decimal"/>
      <w:lvlText w:val="%7."/>
      <w:lvlJc w:val="left"/>
      <w:pPr>
        <w:ind w:left="5094" w:hanging="360"/>
      </w:pPr>
    </w:lvl>
    <w:lvl w:ilvl="7" w:tplc="04270019">
      <w:start w:val="1"/>
      <w:numFmt w:val="lowerLetter"/>
      <w:lvlText w:val="%8."/>
      <w:lvlJc w:val="left"/>
      <w:pPr>
        <w:ind w:left="5814" w:hanging="360"/>
      </w:pPr>
    </w:lvl>
    <w:lvl w:ilvl="8" w:tplc="0427001B">
      <w:start w:val="1"/>
      <w:numFmt w:val="lowerRoman"/>
      <w:lvlText w:val="%9."/>
      <w:lvlJc w:val="right"/>
      <w:pPr>
        <w:ind w:left="6534" w:hanging="180"/>
      </w:pPr>
    </w:lvl>
  </w:abstractNum>
  <w:abstractNum w:abstractNumId="16" w15:restartNumberingAfterBreak="0">
    <w:nsid w:val="33C30C97"/>
    <w:multiLevelType w:val="multilevel"/>
    <w:tmpl w:val="769A5C5C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6A1716"/>
    <w:multiLevelType w:val="multilevel"/>
    <w:tmpl w:val="1D0A6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771D10"/>
    <w:multiLevelType w:val="multilevel"/>
    <w:tmpl w:val="CABE55CE"/>
    <w:lvl w:ilvl="0">
      <w:start w:val="3"/>
      <w:numFmt w:val="upperRoman"/>
      <w:lvlText w:val="%1."/>
      <w:lvlJc w:val="left"/>
      <w:pPr>
        <w:ind w:left="36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ascii="Calibri" w:hAnsi="Calibri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ascii="Calibri" w:hAnsi="Calibri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ascii="Calibri" w:hAnsi="Calibri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ascii="Calibri" w:hAnsi="Calibri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ascii="Calibri" w:hAnsi="Calibri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ascii="Calibri" w:hAnsi="Calibri" w:hint="default"/>
        <w:color w:val="000000"/>
        <w:sz w:val="22"/>
      </w:rPr>
    </w:lvl>
  </w:abstractNum>
  <w:abstractNum w:abstractNumId="20" w15:restartNumberingAfterBreak="0">
    <w:nsid w:val="3AE10AD4"/>
    <w:multiLevelType w:val="multilevel"/>
    <w:tmpl w:val="DAFA6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3B5733E2"/>
    <w:multiLevelType w:val="hybridMultilevel"/>
    <w:tmpl w:val="E56617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34824"/>
    <w:multiLevelType w:val="multilevel"/>
    <w:tmpl w:val="815C457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ascii="Verdana" w:hAnsi="Verdana" w:cs="Arial Unicode MS" w:hint="default"/>
        <w:b w:val="0"/>
        <w:bCs w:val="0"/>
        <w:i w:val="0"/>
        <w:iCs/>
        <w:strike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Arial Unicode MS"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Arial Unicode MS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Arial Unicode MS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Arial Unicode MS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Arial Unicode MS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Arial Unicode MS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Arial Unicode MS" w:hint="default"/>
      </w:rPr>
    </w:lvl>
  </w:abstractNum>
  <w:abstractNum w:abstractNumId="23" w15:restartNumberingAfterBreak="0">
    <w:nsid w:val="44A35D31"/>
    <w:multiLevelType w:val="multilevel"/>
    <w:tmpl w:val="BD341DD2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47886626"/>
    <w:multiLevelType w:val="multilevel"/>
    <w:tmpl w:val="5EAC755E"/>
    <w:lvl w:ilvl="0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316" w:hanging="465"/>
      </w:pPr>
      <w:rPr>
        <w:rFonts w:ascii="Verdana" w:eastAsia="Arial Unicode MS" w:hAnsi="Verdana" w:cs="Arial Unicode MS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25" w15:restartNumberingAfterBreak="0">
    <w:nsid w:val="49CF5BEA"/>
    <w:multiLevelType w:val="hybridMultilevel"/>
    <w:tmpl w:val="9AD8FC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F62AD"/>
    <w:multiLevelType w:val="hybridMultilevel"/>
    <w:tmpl w:val="3AAC4A84"/>
    <w:lvl w:ilvl="0" w:tplc="5498AAF6">
      <w:start w:val="1"/>
      <w:numFmt w:val="lowerLetter"/>
      <w:lvlText w:val="%1)"/>
      <w:lvlJc w:val="left"/>
      <w:pPr>
        <w:ind w:left="792" w:hanging="432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E64FA"/>
    <w:multiLevelType w:val="hybridMultilevel"/>
    <w:tmpl w:val="60064C5C"/>
    <w:lvl w:ilvl="0" w:tplc="75280386">
      <w:numFmt w:val="bullet"/>
      <w:lvlText w:val="–"/>
      <w:lvlJc w:val="left"/>
      <w:pPr>
        <w:ind w:left="998" w:hanging="360"/>
      </w:pPr>
      <w:rPr>
        <w:rFonts w:ascii="Times New Roman" w:eastAsia="Times New Roman" w:hAnsi="Times New Roman" w:hint="default"/>
      </w:rPr>
    </w:lvl>
    <w:lvl w:ilvl="1" w:tplc="68A05AD8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hint="default"/>
      </w:rPr>
    </w:lvl>
    <w:lvl w:ilvl="2" w:tplc="96EC7DB6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4AD0630C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37E46FE4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hint="default"/>
      </w:rPr>
    </w:lvl>
    <w:lvl w:ilvl="5" w:tplc="12B054D4" w:tentative="1">
      <w:start w:val="1"/>
      <w:numFmt w:val="bullet"/>
      <w:pStyle w:val="Antrat6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D1D2EE02" w:tentative="1">
      <w:start w:val="1"/>
      <w:numFmt w:val="bullet"/>
      <w:pStyle w:val="Antrat7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61C4F6E0" w:tentative="1">
      <w:start w:val="1"/>
      <w:numFmt w:val="bullet"/>
      <w:pStyle w:val="Antrat8"/>
      <w:lvlText w:val="o"/>
      <w:lvlJc w:val="left"/>
      <w:pPr>
        <w:ind w:left="6038" w:hanging="360"/>
      </w:pPr>
      <w:rPr>
        <w:rFonts w:ascii="Courier New" w:hAnsi="Courier New" w:hint="default"/>
      </w:rPr>
    </w:lvl>
    <w:lvl w:ilvl="8" w:tplc="6FFED6EE" w:tentative="1">
      <w:start w:val="1"/>
      <w:numFmt w:val="bullet"/>
      <w:pStyle w:val="Antrat9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8" w15:restartNumberingAfterBreak="0">
    <w:nsid w:val="57C61AAE"/>
    <w:multiLevelType w:val="multilevel"/>
    <w:tmpl w:val="5CD4994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588525B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E3D191E"/>
    <w:multiLevelType w:val="multilevel"/>
    <w:tmpl w:val="ACDACB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60AF5802"/>
    <w:multiLevelType w:val="hybridMultilevel"/>
    <w:tmpl w:val="35461ABE"/>
    <w:lvl w:ilvl="0" w:tplc="3A6483D2">
      <w:start w:val="8"/>
      <w:numFmt w:val="decimal"/>
      <w:lvlText w:val="4.1.%1"/>
      <w:lvlJc w:val="left"/>
      <w:pPr>
        <w:ind w:left="4472" w:hanging="360"/>
      </w:pPr>
      <w:rPr>
        <w:rFonts w:hint="default"/>
        <w:b w:val="0"/>
        <w:bCs/>
        <w:i w:val="0"/>
        <w:iCs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556B6"/>
    <w:multiLevelType w:val="multilevel"/>
    <w:tmpl w:val="7F22C1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E6093A"/>
    <w:multiLevelType w:val="multilevel"/>
    <w:tmpl w:val="82C40CEE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3A3BE3"/>
    <w:multiLevelType w:val="multilevel"/>
    <w:tmpl w:val="1408FDBA"/>
    <w:lvl w:ilvl="0">
      <w:start w:val="1"/>
      <w:numFmt w:val="decimal"/>
      <w:lvlText w:val="%1."/>
      <w:lvlJc w:val="left"/>
      <w:pPr>
        <w:tabs>
          <w:tab w:val="num" w:pos="1304"/>
        </w:tabs>
        <w:ind w:left="144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35" w15:restartNumberingAfterBreak="0">
    <w:nsid w:val="68E85756"/>
    <w:multiLevelType w:val="hybridMultilevel"/>
    <w:tmpl w:val="EDD45D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F11A3"/>
    <w:multiLevelType w:val="multilevel"/>
    <w:tmpl w:val="71DC6C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3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ascii="Verdana" w:hAnsi="Verdana" w:cs="Times New Roman"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37" w15:restartNumberingAfterBreak="0">
    <w:nsid w:val="6B6E26AA"/>
    <w:multiLevelType w:val="multilevel"/>
    <w:tmpl w:val="769E06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3.6.1.%3"/>
      <w:lvlJc w:val="left"/>
      <w:pPr>
        <w:ind w:left="2912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F224A46"/>
    <w:multiLevelType w:val="multilevel"/>
    <w:tmpl w:val="6022742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1A10BE5"/>
    <w:multiLevelType w:val="multilevel"/>
    <w:tmpl w:val="824E7126"/>
    <w:styleLink w:val="Stilius6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0" w15:restartNumberingAfterBreak="0">
    <w:nsid w:val="73A71324"/>
    <w:multiLevelType w:val="multilevel"/>
    <w:tmpl w:val="CA0CDF1A"/>
    <w:styleLink w:val="LFO2"/>
    <w:lvl w:ilvl="0">
      <w:start w:val="1"/>
      <w:numFmt w:val="decimal"/>
      <w:pStyle w:val="Tvarkostekstas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D00F61"/>
    <w:multiLevelType w:val="multilevel"/>
    <w:tmpl w:val="DBB8B4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440"/>
        </w:tabs>
        <w:ind w:left="7440" w:hanging="720"/>
      </w:pPr>
      <w:rPr>
        <w:rFonts w:hint="default"/>
        <w:b w:val="0"/>
        <w:bCs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2" w15:restartNumberingAfterBreak="0">
    <w:nsid w:val="77315F93"/>
    <w:multiLevelType w:val="multilevel"/>
    <w:tmpl w:val="9DB0FF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3" w15:restartNumberingAfterBreak="0">
    <w:nsid w:val="7D656190"/>
    <w:multiLevelType w:val="multilevel"/>
    <w:tmpl w:val="3CC6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DFB66CD"/>
    <w:multiLevelType w:val="multilevel"/>
    <w:tmpl w:val="9DB0FF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6"/>
  </w:num>
  <w:num w:numId="5">
    <w:abstractNumId w:val="18"/>
  </w:num>
  <w:num w:numId="6">
    <w:abstractNumId w:val="10"/>
  </w:num>
  <w:num w:numId="7">
    <w:abstractNumId w:val="40"/>
    <w:lvlOverride w:ilvl="0">
      <w:lvl w:ilvl="0">
        <w:start w:val="1"/>
        <w:numFmt w:val="decimal"/>
        <w:pStyle w:val="Tvarkostekstas"/>
        <w:lvlText w:val="%1."/>
        <w:lvlJc w:val="left"/>
        <w:pPr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cs="Times New Roman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8">
    <w:abstractNumId w:val="7"/>
  </w:num>
  <w:num w:numId="9">
    <w:abstractNumId w:val="40"/>
  </w:num>
  <w:num w:numId="10">
    <w:abstractNumId w:val="39"/>
  </w:num>
  <w:num w:numId="11">
    <w:abstractNumId w:val="24"/>
  </w:num>
  <w:num w:numId="12">
    <w:abstractNumId w:val="4"/>
  </w:num>
  <w:num w:numId="13">
    <w:abstractNumId w:val="19"/>
  </w:num>
  <w:num w:numId="14">
    <w:abstractNumId w:val="22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30"/>
  </w:num>
  <w:num w:numId="19">
    <w:abstractNumId w:val="16"/>
  </w:num>
  <w:num w:numId="20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34"/>
  </w:num>
  <w:num w:numId="23">
    <w:abstractNumId w:val="28"/>
  </w:num>
  <w:num w:numId="24">
    <w:abstractNumId w:val="13"/>
  </w:num>
  <w:num w:numId="25">
    <w:abstractNumId w:val="26"/>
  </w:num>
  <w:num w:numId="26">
    <w:abstractNumId w:val="38"/>
  </w:num>
  <w:num w:numId="27">
    <w:abstractNumId w:val="29"/>
  </w:num>
  <w:num w:numId="28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3" w:hanging="432"/>
        </w:pPr>
        <w:rPr>
          <w:rFonts w:hint="default"/>
          <w:b w:val="0"/>
          <w:b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42"/>
  </w:num>
  <w:num w:numId="30">
    <w:abstractNumId w:val="44"/>
  </w:num>
  <w:num w:numId="31">
    <w:abstractNumId w:val="1"/>
  </w:num>
  <w:num w:numId="32">
    <w:abstractNumId w:val="17"/>
  </w:num>
  <w:num w:numId="33">
    <w:abstractNumId w:val="25"/>
  </w:num>
  <w:num w:numId="34">
    <w:abstractNumId w:val="9"/>
  </w:num>
  <w:num w:numId="35">
    <w:abstractNumId w:val="20"/>
  </w:num>
  <w:num w:numId="36">
    <w:abstractNumId w:val="3"/>
  </w:num>
  <w:num w:numId="37">
    <w:abstractNumId w:val="12"/>
  </w:num>
  <w:num w:numId="38">
    <w:abstractNumId w:val="37"/>
  </w:num>
  <w:num w:numId="39">
    <w:abstractNumId w:val="31"/>
  </w:num>
  <w:num w:numId="40">
    <w:abstractNumId w:val="8"/>
  </w:num>
  <w:num w:numId="41">
    <w:abstractNumId w:val="33"/>
  </w:num>
  <w:num w:numId="42">
    <w:abstractNumId w:val="5"/>
  </w:num>
  <w:num w:numId="43">
    <w:abstractNumId w:val="21"/>
  </w:num>
  <w:num w:numId="44">
    <w:abstractNumId w:val="35"/>
  </w:num>
  <w:num w:numId="45">
    <w:abstractNumId w:val="32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06"/>
    <w:rsid w:val="0000045E"/>
    <w:rsid w:val="0000149C"/>
    <w:rsid w:val="000014FF"/>
    <w:rsid w:val="00001AAC"/>
    <w:rsid w:val="000021B4"/>
    <w:rsid w:val="0000222F"/>
    <w:rsid w:val="00002387"/>
    <w:rsid w:val="000031BE"/>
    <w:rsid w:val="000035A3"/>
    <w:rsid w:val="00003959"/>
    <w:rsid w:val="00003CC2"/>
    <w:rsid w:val="000047DE"/>
    <w:rsid w:val="00004ABE"/>
    <w:rsid w:val="000052BE"/>
    <w:rsid w:val="0000548B"/>
    <w:rsid w:val="00006C96"/>
    <w:rsid w:val="00010AC7"/>
    <w:rsid w:val="00012202"/>
    <w:rsid w:val="00012A90"/>
    <w:rsid w:val="000131E3"/>
    <w:rsid w:val="00013DF4"/>
    <w:rsid w:val="0001404E"/>
    <w:rsid w:val="00014EE9"/>
    <w:rsid w:val="000163EC"/>
    <w:rsid w:val="00016C33"/>
    <w:rsid w:val="00016F59"/>
    <w:rsid w:val="00017455"/>
    <w:rsid w:val="000179DB"/>
    <w:rsid w:val="00020065"/>
    <w:rsid w:val="00020072"/>
    <w:rsid w:val="00020933"/>
    <w:rsid w:val="00020A95"/>
    <w:rsid w:val="00020CC9"/>
    <w:rsid w:val="000221DB"/>
    <w:rsid w:val="0002222B"/>
    <w:rsid w:val="00023854"/>
    <w:rsid w:val="00023DDF"/>
    <w:rsid w:val="000249B5"/>
    <w:rsid w:val="00024D82"/>
    <w:rsid w:val="00025569"/>
    <w:rsid w:val="000262CC"/>
    <w:rsid w:val="0002672C"/>
    <w:rsid w:val="00026F2D"/>
    <w:rsid w:val="00026FBC"/>
    <w:rsid w:val="000312AC"/>
    <w:rsid w:val="000316C9"/>
    <w:rsid w:val="0003176E"/>
    <w:rsid w:val="00031C76"/>
    <w:rsid w:val="0003271A"/>
    <w:rsid w:val="00032DA5"/>
    <w:rsid w:val="000330AB"/>
    <w:rsid w:val="000339D4"/>
    <w:rsid w:val="000342B5"/>
    <w:rsid w:val="00034A80"/>
    <w:rsid w:val="00034EEE"/>
    <w:rsid w:val="00035A7D"/>
    <w:rsid w:val="00035DCE"/>
    <w:rsid w:val="000362BC"/>
    <w:rsid w:val="00036A2D"/>
    <w:rsid w:val="0004278B"/>
    <w:rsid w:val="00043145"/>
    <w:rsid w:val="000436D3"/>
    <w:rsid w:val="000438B6"/>
    <w:rsid w:val="00044B33"/>
    <w:rsid w:val="000450A2"/>
    <w:rsid w:val="00045AC2"/>
    <w:rsid w:val="00046054"/>
    <w:rsid w:val="0004705F"/>
    <w:rsid w:val="0004782E"/>
    <w:rsid w:val="00047D52"/>
    <w:rsid w:val="000507F0"/>
    <w:rsid w:val="00050F53"/>
    <w:rsid w:val="0005182B"/>
    <w:rsid w:val="000526B1"/>
    <w:rsid w:val="00052918"/>
    <w:rsid w:val="000531CC"/>
    <w:rsid w:val="00053433"/>
    <w:rsid w:val="000539BA"/>
    <w:rsid w:val="00053A05"/>
    <w:rsid w:val="000542F4"/>
    <w:rsid w:val="00054AE3"/>
    <w:rsid w:val="00055712"/>
    <w:rsid w:val="000557B0"/>
    <w:rsid w:val="000558F4"/>
    <w:rsid w:val="00056FEF"/>
    <w:rsid w:val="00057382"/>
    <w:rsid w:val="00057612"/>
    <w:rsid w:val="00057E2E"/>
    <w:rsid w:val="000617AF"/>
    <w:rsid w:val="00062175"/>
    <w:rsid w:val="000624E0"/>
    <w:rsid w:val="000629E9"/>
    <w:rsid w:val="00062F9A"/>
    <w:rsid w:val="00064661"/>
    <w:rsid w:val="00065E6A"/>
    <w:rsid w:val="00066E20"/>
    <w:rsid w:val="00067F14"/>
    <w:rsid w:val="000701D6"/>
    <w:rsid w:val="0007084F"/>
    <w:rsid w:val="00070A4F"/>
    <w:rsid w:val="00071771"/>
    <w:rsid w:val="00072507"/>
    <w:rsid w:val="00072AFF"/>
    <w:rsid w:val="00076EC4"/>
    <w:rsid w:val="00080612"/>
    <w:rsid w:val="00080ACF"/>
    <w:rsid w:val="00080D5A"/>
    <w:rsid w:val="000810F4"/>
    <w:rsid w:val="00081334"/>
    <w:rsid w:val="000815FD"/>
    <w:rsid w:val="00081E57"/>
    <w:rsid w:val="00081F93"/>
    <w:rsid w:val="000820C4"/>
    <w:rsid w:val="00082B68"/>
    <w:rsid w:val="000838AA"/>
    <w:rsid w:val="00083EC3"/>
    <w:rsid w:val="000849CC"/>
    <w:rsid w:val="00085F5B"/>
    <w:rsid w:val="000867FD"/>
    <w:rsid w:val="0008683C"/>
    <w:rsid w:val="00087C23"/>
    <w:rsid w:val="00087F91"/>
    <w:rsid w:val="00090A56"/>
    <w:rsid w:val="00092282"/>
    <w:rsid w:val="000922D4"/>
    <w:rsid w:val="000927A9"/>
    <w:rsid w:val="0009535D"/>
    <w:rsid w:val="000960D2"/>
    <w:rsid w:val="0009620A"/>
    <w:rsid w:val="000965B9"/>
    <w:rsid w:val="000969DC"/>
    <w:rsid w:val="000A1307"/>
    <w:rsid w:val="000A1583"/>
    <w:rsid w:val="000A179F"/>
    <w:rsid w:val="000A1803"/>
    <w:rsid w:val="000A1AA9"/>
    <w:rsid w:val="000A229D"/>
    <w:rsid w:val="000A317B"/>
    <w:rsid w:val="000A4517"/>
    <w:rsid w:val="000A4775"/>
    <w:rsid w:val="000A4DA8"/>
    <w:rsid w:val="000A564A"/>
    <w:rsid w:val="000A564F"/>
    <w:rsid w:val="000A5EF5"/>
    <w:rsid w:val="000A6079"/>
    <w:rsid w:val="000A65DF"/>
    <w:rsid w:val="000A7E26"/>
    <w:rsid w:val="000A7EB9"/>
    <w:rsid w:val="000B06DF"/>
    <w:rsid w:val="000B0AC3"/>
    <w:rsid w:val="000B19EF"/>
    <w:rsid w:val="000B1C35"/>
    <w:rsid w:val="000B1D65"/>
    <w:rsid w:val="000B26A7"/>
    <w:rsid w:val="000B26B0"/>
    <w:rsid w:val="000B3660"/>
    <w:rsid w:val="000B3B3F"/>
    <w:rsid w:val="000B43D1"/>
    <w:rsid w:val="000B4E71"/>
    <w:rsid w:val="000B550A"/>
    <w:rsid w:val="000B5D04"/>
    <w:rsid w:val="000B6F8D"/>
    <w:rsid w:val="000B71C1"/>
    <w:rsid w:val="000B74AD"/>
    <w:rsid w:val="000B782E"/>
    <w:rsid w:val="000B78E5"/>
    <w:rsid w:val="000C09BE"/>
    <w:rsid w:val="000C0FAA"/>
    <w:rsid w:val="000C0FAB"/>
    <w:rsid w:val="000C1502"/>
    <w:rsid w:val="000C1B15"/>
    <w:rsid w:val="000C22E9"/>
    <w:rsid w:val="000C2ADA"/>
    <w:rsid w:val="000C2CBE"/>
    <w:rsid w:val="000C32F3"/>
    <w:rsid w:val="000C33FB"/>
    <w:rsid w:val="000C352F"/>
    <w:rsid w:val="000C36B1"/>
    <w:rsid w:val="000C39E8"/>
    <w:rsid w:val="000C3BE3"/>
    <w:rsid w:val="000C4134"/>
    <w:rsid w:val="000C46D5"/>
    <w:rsid w:val="000C5BDD"/>
    <w:rsid w:val="000C690B"/>
    <w:rsid w:val="000C6A37"/>
    <w:rsid w:val="000C6CE1"/>
    <w:rsid w:val="000C6FBE"/>
    <w:rsid w:val="000C72B7"/>
    <w:rsid w:val="000D0CC2"/>
    <w:rsid w:val="000D1201"/>
    <w:rsid w:val="000D1984"/>
    <w:rsid w:val="000D1BED"/>
    <w:rsid w:val="000D2B0F"/>
    <w:rsid w:val="000D2FEF"/>
    <w:rsid w:val="000D32DC"/>
    <w:rsid w:val="000D33A5"/>
    <w:rsid w:val="000D3D66"/>
    <w:rsid w:val="000D3DEE"/>
    <w:rsid w:val="000D4908"/>
    <w:rsid w:val="000D4DF3"/>
    <w:rsid w:val="000D6A01"/>
    <w:rsid w:val="000D6DC6"/>
    <w:rsid w:val="000D7817"/>
    <w:rsid w:val="000E0BD3"/>
    <w:rsid w:val="000E2839"/>
    <w:rsid w:val="000E2FF2"/>
    <w:rsid w:val="000E46FD"/>
    <w:rsid w:val="000E56DA"/>
    <w:rsid w:val="000E69DA"/>
    <w:rsid w:val="000E7CDE"/>
    <w:rsid w:val="000F04E3"/>
    <w:rsid w:val="000F105F"/>
    <w:rsid w:val="000F24BF"/>
    <w:rsid w:val="000F287C"/>
    <w:rsid w:val="000F4BDC"/>
    <w:rsid w:val="000F6117"/>
    <w:rsid w:val="000F6566"/>
    <w:rsid w:val="000F7203"/>
    <w:rsid w:val="000F77FA"/>
    <w:rsid w:val="000F7B33"/>
    <w:rsid w:val="00100641"/>
    <w:rsid w:val="00100A37"/>
    <w:rsid w:val="00100FC0"/>
    <w:rsid w:val="00101C29"/>
    <w:rsid w:val="00101D21"/>
    <w:rsid w:val="00102324"/>
    <w:rsid w:val="001023D9"/>
    <w:rsid w:val="0010272F"/>
    <w:rsid w:val="0010296F"/>
    <w:rsid w:val="00104036"/>
    <w:rsid w:val="001045C7"/>
    <w:rsid w:val="001056A4"/>
    <w:rsid w:val="001063BF"/>
    <w:rsid w:val="0010707D"/>
    <w:rsid w:val="001075F8"/>
    <w:rsid w:val="00107974"/>
    <w:rsid w:val="001109AE"/>
    <w:rsid w:val="001125AB"/>
    <w:rsid w:val="00112EAF"/>
    <w:rsid w:val="001134A5"/>
    <w:rsid w:val="00113957"/>
    <w:rsid w:val="00114302"/>
    <w:rsid w:val="00114315"/>
    <w:rsid w:val="001144D2"/>
    <w:rsid w:val="001145C2"/>
    <w:rsid w:val="00114BFF"/>
    <w:rsid w:val="00114C00"/>
    <w:rsid w:val="00114DC9"/>
    <w:rsid w:val="00116030"/>
    <w:rsid w:val="001163D2"/>
    <w:rsid w:val="001166EA"/>
    <w:rsid w:val="00116EBA"/>
    <w:rsid w:val="0011734F"/>
    <w:rsid w:val="001227AB"/>
    <w:rsid w:val="00122B2C"/>
    <w:rsid w:val="00122BFA"/>
    <w:rsid w:val="0012323E"/>
    <w:rsid w:val="0012359D"/>
    <w:rsid w:val="00123D14"/>
    <w:rsid w:val="00124F49"/>
    <w:rsid w:val="00125DE2"/>
    <w:rsid w:val="001308A1"/>
    <w:rsid w:val="00130D96"/>
    <w:rsid w:val="00131CD0"/>
    <w:rsid w:val="00131EAF"/>
    <w:rsid w:val="0013238C"/>
    <w:rsid w:val="001336D3"/>
    <w:rsid w:val="0013385C"/>
    <w:rsid w:val="00134233"/>
    <w:rsid w:val="00134269"/>
    <w:rsid w:val="00134D1A"/>
    <w:rsid w:val="00134DED"/>
    <w:rsid w:val="00135523"/>
    <w:rsid w:val="001355D3"/>
    <w:rsid w:val="001356DF"/>
    <w:rsid w:val="0013771E"/>
    <w:rsid w:val="00137B29"/>
    <w:rsid w:val="00137DC0"/>
    <w:rsid w:val="00140327"/>
    <w:rsid w:val="00140AC7"/>
    <w:rsid w:val="00140C63"/>
    <w:rsid w:val="00141AD4"/>
    <w:rsid w:val="00143697"/>
    <w:rsid w:val="00144CF5"/>
    <w:rsid w:val="00144E66"/>
    <w:rsid w:val="00145812"/>
    <w:rsid w:val="00146092"/>
    <w:rsid w:val="001466A6"/>
    <w:rsid w:val="00146A63"/>
    <w:rsid w:val="00146F46"/>
    <w:rsid w:val="00147629"/>
    <w:rsid w:val="00150593"/>
    <w:rsid w:val="00152A43"/>
    <w:rsid w:val="00152EE2"/>
    <w:rsid w:val="0015305A"/>
    <w:rsid w:val="001532C5"/>
    <w:rsid w:val="00153490"/>
    <w:rsid w:val="001535DF"/>
    <w:rsid w:val="00153FC0"/>
    <w:rsid w:val="00155C2D"/>
    <w:rsid w:val="0015602D"/>
    <w:rsid w:val="001561AE"/>
    <w:rsid w:val="0015716E"/>
    <w:rsid w:val="00157E88"/>
    <w:rsid w:val="00160E04"/>
    <w:rsid w:val="001613B8"/>
    <w:rsid w:val="00161410"/>
    <w:rsid w:val="001618AD"/>
    <w:rsid w:val="0016205C"/>
    <w:rsid w:val="001626FC"/>
    <w:rsid w:val="001626FF"/>
    <w:rsid w:val="0016398A"/>
    <w:rsid w:val="00165FE9"/>
    <w:rsid w:val="0016619D"/>
    <w:rsid w:val="00166A53"/>
    <w:rsid w:val="00166C11"/>
    <w:rsid w:val="00167683"/>
    <w:rsid w:val="00170339"/>
    <w:rsid w:val="00170C60"/>
    <w:rsid w:val="00171382"/>
    <w:rsid w:val="00172ADC"/>
    <w:rsid w:val="001736D1"/>
    <w:rsid w:val="00175255"/>
    <w:rsid w:val="00175ABD"/>
    <w:rsid w:val="00175AFC"/>
    <w:rsid w:val="001764B7"/>
    <w:rsid w:val="001765FA"/>
    <w:rsid w:val="001769B8"/>
    <w:rsid w:val="001772C2"/>
    <w:rsid w:val="00177624"/>
    <w:rsid w:val="00180209"/>
    <w:rsid w:val="00180AC8"/>
    <w:rsid w:val="00181067"/>
    <w:rsid w:val="00181761"/>
    <w:rsid w:val="001823DD"/>
    <w:rsid w:val="00182440"/>
    <w:rsid w:val="00183B39"/>
    <w:rsid w:val="0018412B"/>
    <w:rsid w:val="00184141"/>
    <w:rsid w:val="00184267"/>
    <w:rsid w:val="001846FF"/>
    <w:rsid w:val="00185059"/>
    <w:rsid w:val="0018770A"/>
    <w:rsid w:val="00187C8B"/>
    <w:rsid w:val="00190A63"/>
    <w:rsid w:val="00190CAA"/>
    <w:rsid w:val="00190E20"/>
    <w:rsid w:val="0019114E"/>
    <w:rsid w:val="001919D0"/>
    <w:rsid w:val="00192603"/>
    <w:rsid w:val="0019292B"/>
    <w:rsid w:val="00193B31"/>
    <w:rsid w:val="00194C9D"/>
    <w:rsid w:val="00195D33"/>
    <w:rsid w:val="00196909"/>
    <w:rsid w:val="00196CD6"/>
    <w:rsid w:val="00196D5C"/>
    <w:rsid w:val="00197615"/>
    <w:rsid w:val="001977FD"/>
    <w:rsid w:val="001A046B"/>
    <w:rsid w:val="001A0501"/>
    <w:rsid w:val="001A0EAD"/>
    <w:rsid w:val="001A1480"/>
    <w:rsid w:val="001A1594"/>
    <w:rsid w:val="001A27D2"/>
    <w:rsid w:val="001A28B7"/>
    <w:rsid w:val="001A2E4F"/>
    <w:rsid w:val="001A4CAF"/>
    <w:rsid w:val="001A54A0"/>
    <w:rsid w:val="001A5C68"/>
    <w:rsid w:val="001A5D53"/>
    <w:rsid w:val="001A60AB"/>
    <w:rsid w:val="001A6214"/>
    <w:rsid w:val="001A6B35"/>
    <w:rsid w:val="001A7AD7"/>
    <w:rsid w:val="001A7F39"/>
    <w:rsid w:val="001B0B34"/>
    <w:rsid w:val="001B0B45"/>
    <w:rsid w:val="001B0EB2"/>
    <w:rsid w:val="001B2394"/>
    <w:rsid w:val="001B2BCC"/>
    <w:rsid w:val="001B2DED"/>
    <w:rsid w:val="001B2ECB"/>
    <w:rsid w:val="001B2FF0"/>
    <w:rsid w:val="001B3AC6"/>
    <w:rsid w:val="001B3DF9"/>
    <w:rsid w:val="001B3F6B"/>
    <w:rsid w:val="001B406B"/>
    <w:rsid w:val="001B4418"/>
    <w:rsid w:val="001B478D"/>
    <w:rsid w:val="001B492A"/>
    <w:rsid w:val="001B534E"/>
    <w:rsid w:val="001B53FA"/>
    <w:rsid w:val="001B57F2"/>
    <w:rsid w:val="001B5C75"/>
    <w:rsid w:val="001B605C"/>
    <w:rsid w:val="001B6206"/>
    <w:rsid w:val="001B7D7E"/>
    <w:rsid w:val="001C009C"/>
    <w:rsid w:val="001C07DE"/>
    <w:rsid w:val="001C0E6A"/>
    <w:rsid w:val="001C1D16"/>
    <w:rsid w:val="001C1DA4"/>
    <w:rsid w:val="001C3997"/>
    <w:rsid w:val="001C43B2"/>
    <w:rsid w:val="001C4B7F"/>
    <w:rsid w:val="001C4DC6"/>
    <w:rsid w:val="001C51AF"/>
    <w:rsid w:val="001C5245"/>
    <w:rsid w:val="001C5282"/>
    <w:rsid w:val="001C5552"/>
    <w:rsid w:val="001C566A"/>
    <w:rsid w:val="001C5BB2"/>
    <w:rsid w:val="001C7624"/>
    <w:rsid w:val="001C7D29"/>
    <w:rsid w:val="001D061B"/>
    <w:rsid w:val="001D0D6C"/>
    <w:rsid w:val="001D2E8E"/>
    <w:rsid w:val="001D35B8"/>
    <w:rsid w:val="001D460E"/>
    <w:rsid w:val="001D5939"/>
    <w:rsid w:val="001D5D59"/>
    <w:rsid w:val="001D5E9B"/>
    <w:rsid w:val="001D6466"/>
    <w:rsid w:val="001D660D"/>
    <w:rsid w:val="001D6D6F"/>
    <w:rsid w:val="001E01AB"/>
    <w:rsid w:val="001E050E"/>
    <w:rsid w:val="001E0EF8"/>
    <w:rsid w:val="001E14F5"/>
    <w:rsid w:val="001E166F"/>
    <w:rsid w:val="001E327F"/>
    <w:rsid w:val="001E3B85"/>
    <w:rsid w:val="001E3E7E"/>
    <w:rsid w:val="001E435B"/>
    <w:rsid w:val="001E5987"/>
    <w:rsid w:val="001E7987"/>
    <w:rsid w:val="001F0122"/>
    <w:rsid w:val="001F0B30"/>
    <w:rsid w:val="001F1DE1"/>
    <w:rsid w:val="001F36BB"/>
    <w:rsid w:val="001F3774"/>
    <w:rsid w:val="001F3893"/>
    <w:rsid w:val="001F3996"/>
    <w:rsid w:val="001F3E43"/>
    <w:rsid w:val="001F434E"/>
    <w:rsid w:val="001F4564"/>
    <w:rsid w:val="001F5686"/>
    <w:rsid w:val="001F5855"/>
    <w:rsid w:val="001F68A7"/>
    <w:rsid w:val="001F6BFE"/>
    <w:rsid w:val="001F715D"/>
    <w:rsid w:val="00200C2B"/>
    <w:rsid w:val="00201AA0"/>
    <w:rsid w:val="002025BE"/>
    <w:rsid w:val="0020294B"/>
    <w:rsid w:val="00203ED6"/>
    <w:rsid w:val="002051FD"/>
    <w:rsid w:val="00207177"/>
    <w:rsid w:val="0020722F"/>
    <w:rsid w:val="002076DA"/>
    <w:rsid w:val="00207A52"/>
    <w:rsid w:val="00207D21"/>
    <w:rsid w:val="0021022A"/>
    <w:rsid w:val="0021034A"/>
    <w:rsid w:val="0021214A"/>
    <w:rsid w:val="002125A8"/>
    <w:rsid w:val="00212690"/>
    <w:rsid w:val="00212D62"/>
    <w:rsid w:val="00213B0C"/>
    <w:rsid w:val="00214382"/>
    <w:rsid w:val="002144EB"/>
    <w:rsid w:val="00214E47"/>
    <w:rsid w:val="00214FDE"/>
    <w:rsid w:val="0021563E"/>
    <w:rsid w:val="002158AB"/>
    <w:rsid w:val="00215C5D"/>
    <w:rsid w:val="002164C9"/>
    <w:rsid w:val="002167B1"/>
    <w:rsid w:val="00216B8B"/>
    <w:rsid w:val="00217118"/>
    <w:rsid w:val="00217239"/>
    <w:rsid w:val="00217952"/>
    <w:rsid w:val="00221B50"/>
    <w:rsid w:val="002230F6"/>
    <w:rsid w:val="002234C0"/>
    <w:rsid w:val="002234E4"/>
    <w:rsid w:val="00223F06"/>
    <w:rsid w:val="00225206"/>
    <w:rsid w:val="00225605"/>
    <w:rsid w:val="00225685"/>
    <w:rsid w:val="00225EB3"/>
    <w:rsid w:val="00226EB7"/>
    <w:rsid w:val="00227633"/>
    <w:rsid w:val="002302E9"/>
    <w:rsid w:val="00230588"/>
    <w:rsid w:val="002308FB"/>
    <w:rsid w:val="00230D1A"/>
    <w:rsid w:val="00231E4F"/>
    <w:rsid w:val="0023252A"/>
    <w:rsid w:val="0023296E"/>
    <w:rsid w:val="00232DC6"/>
    <w:rsid w:val="00232FFD"/>
    <w:rsid w:val="00233509"/>
    <w:rsid w:val="002337B4"/>
    <w:rsid w:val="002343EC"/>
    <w:rsid w:val="00234D57"/>
    <w:rsid w:val="0023606D"/>
    <w:rsid w:val="002367AA"/>
    <w:rsid w:val="00236D14"/>
    <w:rsid w:val="00236F40"/>
    <w:rsid w:val="0023728D"/>
    <w:rsid w:val="002416C2"/>
    <w:rsid w:val="00241919"/>
    <w:rsid w:val="00241E12"/>
    <w:rsid w:val="00242091"/>
    <w:rsid w:val="00242F3A"/>
    <w:rsid w:val="00243ADA"/>
    <w:rsid w:val="00243BE4"/>
    <w:rsid w:val="00243D92"/>
    <w:rsid w:val="0024469E"/>
    <w:rsid w:val="00244AED"/>
    <w:rsid w:val="00245EED"/>
    <w:rsid w:val="00245EF1"/>
    <w:rsid w:val="0024720A"/>
    <w:rsid w:val="00250CBC"/>
    <w:rsid w:val="0025103B"/>
    <w:rsid w:val="0025111A"/>
    <w:rsid w:val="00252123"/>
    <w:rsid w:val="002523FD"/>
    <w:rsid w:val="002538C2"/>
    <w:rsid w:val="00253C4C"/>
    <w:rsid w:val="0025409C"/>
    <w:rsid w:val="00254350"/>
    <w:rsid w:val="002550A5"/>
    <w:rsid w:val="0025518A"/>
    <w:rsid w:val="002566E5"/>
    <w:rsid w:val="00257876"/>
    <w:rsid w:val="0025792F"/>
    <w:rsid w:val="002601BB"/>
    <w:rsid w:val="002609A8"/>
    <w:rsid w:val="00261BD5"/>
    <w:rsid w:val="002621A5"/>
    <w:rsid w:val="00262348"/>
    <w:rsid w:val="00262B25"/>
    <w:rsid w:val="0026353F"/>
    <w:rsid w:val="00263AF9"/>
    <w:rsid w:val="0026533B"/>
    <w:rsid w:val="0026561C"/>
    <w:rsid w:val="002657D2"/>
    <w:rsid w:val="00266DD8"/>
    <w:rsid w:val="0026776A"/>
    <w:rsid w:val="00270DCA"/>
    <w:rsid w:val="00270E9C"/>
    <w:rsid w:val="00272829"/>
    <w:rsid w:val="00272F8D"/>
    <w:rsid w:val="00273BC0"/>
    <w:rsid w:val="0027430D"/>
    <w:rsid w:val="0027493E"/>
    <w:rsid w:val="00275622"/>
    <w:rsid w:val="00276553"/>
    <w:rsid w:val="00277180"/>
    <w:rsid w:val="0027763A"/>
    <w:rsid w:val="00277736"/>
    <w:rsid w:val="002777B0"/>
    <w:rsid w:val="0028047D"/>
    <w:rsid w:val="00280815"/>
    <w:rsid w:val="0028081B"/>
    <w:rsid w:val="00280A7E"/>
    <w:rsid w:val="00281463"/>
    <w:rsid w:val="00281626"/>
    <w:rsid w:val="002818F6"/>
    <w:rsid w:val="00281E2D"/>
    <w:rsid w:val="00282152"/>
    <w:rsid w:val="0028286C"/>
    <w:rsid w:val="00282F71"/>
    <w:rsid w:val="002834A5"/>
    <w:rsid w:val="00284CE5"/>
    <w:rsid w:val="00284FDC"/>
    <w:rsid w:val="002850B4"/>
    <w:rsid w:val="00285AEE"/>
    <w:rsid w:val="002863EB"/>
    <w:rsid w:val="002915DD"/>
    <w:rsid w:val="002921D1"/>
    <w:rsid w:val="002924A9"/>
    <w:rsid w:val="002927AD"/>
    <w:rsid w:val="00292AFB"/>
    <w:rsid w:val="00292BCB"/>
    <w:rsid w:val="00292FD0"/>
    <w:rsid w:val="0029326D"/>
    <w:rsid w:val="00293452"/>
    <w:rsid w:val="0029395C"/>
    <w:rsid w:val="00294805"/>
    <w:rsid w:val="00294ADA"/>
    <w:rsid w:val="0029627D"/>
    <w:rsid w:val="00296EAA"/>
    <w:rsid w:val="002975D0"/>
    <w:rsid w:val="002A0262"/>
    <w:rsid w:val="002A0263"/>
    <w:rsid w:val="002A0AB2"/>
    <w:rsid w:val="002A0DEC"/>
    <w:rsid w:val="002A1B27"/>
    <w:rsid w:val="002A2C92"/>
    <w:rsid w:val="002A48B7"/>
    <w:rsid w:val="002A4A0F"/>
    <w:rsid w:val="002B0F4D"/>
    <w:rsid w:val="002B22B7"/>
    <w:rsid w:val="002B2CE6"/>
    <w:rsid w:val="002B369B"/>
    <w:rsid w:val="002B3976"/>
    <w:rsid w:val="002B3D64"/>
    <w:rsid w:val="002B40CB"/>
    <w:rsid w:val="002B47FE"/>
    <w:rsid w:val="002B63E3"/>
    <w:rsid w:val="002B6D94"/>
    <w:rsid w:val="002C0EA6"/>
    <w:rsid w:val="002C1229"/>
    <w:rsid w:val="002C1831"/>
    <w:rsid w:val="002C2158"/>
    <w:rsid w:val="002C2B6A"/>
    <w:rsid w:val="002C3514"/>
    <w:rsid w:val="002C38A6"/>
    <w:rsid w:val="002C3EB2"/>
    <w:rsid w:val="002C3F58"/>
    <w:rsid w:val="002C41A2"/>
    <w:rsid w:val="002C4D00"/>
    <w:rsid w:val="002C5411"/>
    <w:rsid w:val="002C6B11"/>
    <w:rsid w:val="002C6BC9"/>
    <w:rsid w:val="002C6D06"/>
    <w:rsid w:val="002C725D"/>
    <w:rsid w:val="002C798D"/>
    <w:rsid w:val="002D0053"/>
    <w:rsid w:val="002D04C4"/>
    <w:rsid w:val="002D083B"/>
    <w:rsid w:val="002D1DC3"/>
    <w:rsid w:val="002D3893"/>
    <w:rsid w:val="002D41A3"/>
    <w:rsid w:val="002D4480"/>
    <w:rsid w:val="002D45B3"/>
    <w:rsid w:val="002D48DA"/>
    <w:rsid w:val="002D4CA1"/>
    <w:rsid w:val="002D5617"/>
    <w:rsid w:val="002D5D5F"/>
    <w:rsid w:val="002D672B"/>
    <w:rsid w:val="002D68DC"/>
    <w:rsid w:val="002D79B5"/>
    <w:rsid w:val="002E014F"/>
    <w:rsid w:val="002E0463"/>
    <w:rsid w:val="002E195F"/>
    <w:rsid w:val="002E242F"/>
    <w:rsid w:val="002E2C7A"/>
    <w:rsid w:val="002E38DE"/>
    <w:rsid w:val="002E395A"/>
    <w:rsid w:val="002E3962"/>
    <w:rsid w:val="002E3D9F"/>
    <w:rsid w:val="002E3F28"/>
    <w:rsid w:val="002E5FFF"/>
    <w:rsid w:val="002E625C"/>
    <w:rsid w:val="002E632D"/>
    <w:rsid w:val="002E6F8A"/>
    <w:rsid w:val="002E732E"/>
    <w:rsid w:val="002E75B6"/>
    <w:rsid w:val="002E7948"/>
    <w:rsid w:val="002E7FD0"/>
    <w:rsid w:val="002F21D5"/>
    <w:rsid w:val="002F3AFF"/>
    <w:rsid w:val="002F677B"/>
    <w:rsid w:val="002F6A20"/>
    <w:rsid w:val="002F73E0"/>
    <w:rsid w:val="002F76D5"/>
    <w:rsid w:val="002F79F2"/>
    <w:rsid w:val="00300FB8"/>
    <w:rsid w:val="003014DA"/>
    <w:rsid w:val="00301BDA"/>
    <w:rsid w:val="00301BDB"/>
    <w:rsid w:val="00302AD3"/>
    <w:rsid w:val="0030303E"/>
    <w:rsid w:val="00304F47"/>
    <w:rsid w:val="0030571F"/>
    <w:rsid w:val="003059B9"/>
    <w:rsid w:val="00305F81"/>
    <w:rsid w:val="003064CC"/>
    <w:rsid w:val="00306675"/>
    <w:rsid w:val="00306E36"/>
    <w:rsid w:val="00306E6F"/>
    <w:rsid w:val="00311666"/>
    <w:rsid w:val="00311E1A"/>
    <w:rsid w:val="00312B46"/>
    <w:rsid w:val="00312DA7"/>
    <w:rsid w:val="00313708"/>
    <w:rsid w:val="0031425B"/>
    <w:rsid w:val="003149E7"/>
    <w:rsid w:val="0031549C"/>
    <w:rsid w:val="00316324"/>
    <w:rsid w:val="003165CF"/>
    <w:rsid w:val="00317A40"/>
    <w:rsid w:val="00317E96"/>
    <w:rsid w:val="003216EC"/>
    <w:rsid w:val="003222C2"/>
    <w:rsid w:val="00322353"/>
    <w:rsid w:val="00322744"/>
    <w:rsid w:val="00322CEF"/>
    <w:rsid w:val="00323C64"/>
    <w:rsid w:val="00324AB4"/>
    <w:rsid w:val="00324DCE"/>
    <w:rsid w:val="00324F34"/>
    <w:rsid w:val="00325CBF"/>
    <w:rsid w:val="00325E80"/>
    <w:rsid w:val="0032696C"/>
    <w:rsid w:val="0032725D"/>
    <w:rsid w:val="00327B9A"/>
    <w:rsid w:val="0033036B"/>
    <w:rsid w:val="00331258"/>
    <w:rsid w:val="003319FA"/>
    <w:rsid w:val="00332813"/>
    <w:rsid w:val="00332BAF"/>
    <w:rsid w:val="00333923"/>
    <w:rsid w:val="00333BFE"/>
    <w:rsid w:val="00333E93"/>
    <w:rsid w:val="00333F6C"/>
    <w:rsid w:val="00334245"/>
    <w:rsid w:val="00334300"/>
    <w:rsid w:val="003348A9"/>
    <w:rsid w:val="00335489"/>
    <w:rsid w:val="00335739"/>
    <w:rsid w:val="003358F7"/>
    <w:rsid w:val="00335B1D"/>
    <w:rsid w:val="00336967"/>
    <w:rsid w:val="003379BA"/>
    <w:rsid w:val="00337F0C"/>
    <w:rsid w:val="00340734"/>
    <w:rsid w:val="003413E4"/>
    <w:rsid w:val="003415C3"/>
    <w:rsid w:val="00341A39"/>
    <w:rsid w:val="00341D74"/>
    <w:rsid w:val="00341E1A"/>
    <w:rsid w:val="00342137"/>
    <w:rsid w:val="00342BC2"/>
    <w:rsid w:val="00343BD8"/>
    <w:rsid w:val="003448B8"/>
    <w:rsid w:val="00344AD6"/>
    <w:rsid w:val="0034661E"/>
    <w:rsid w:val="0034697D"/>
    <w:rsid w:val="00346B97"/>
    <w:rsid w:val="0035130D"/>
    <w:rsid w:val="00351926"/>
    <w:rsid w:val="00351B6D"/>
    <w:rsid w:val="00351F73"/>
    <w:rsid w:val="00352287"/>
    <w:rsid w:val="003522AF"/>
    <w:rsid w:val="00353C3B"/>
    <w:rsid w:val="00354507"/>
    <w:rsid w:val="00355452"/>
    <w:rsid w:val="00355B97"/>
    <w:rsid w:val="00355C25"/>
    <w:rsid w:val="0035744C"/>
    <w:rsid w:val="003576D5"/>
    <w:rsid w:val="003611F8"/>
    <w:rsid w:val="003618D1"/>
    <w:rsid w:val="00363782"/>
    <w:rsid w:val="0036379C"/>
    <w:rsid w:val="003641D9"/>
    <w:rsid w:val="003660DB"/>
    <w:rsid w:val="00367E15"/>
    <w:rsid w:val="00372BE4"/>
    <w:rsid w:val="00372CE4"/>
    <w:rsid w:val="00373C79"/>
    <w:rsid w:val="0037416B"/>
    <w:rsid w:val="003747F3"/>
    <w:rsid w:val="00374A1B"/>
    <w:rsid w:val="00375427"/>
    <w:rsid w:val="00377830"/>
    <w:rsid w:val="003800AE"/>
    <w:rsid w:val="003803B6"/>
    <w:rsid w:val="003804B8"/>
    <w:rsid w:val="00380AD8"/>
    <w:rsid w:val="0038479B"/>
    <w:rsid w:val="00385DC8"/>
    <w:rsid w:val="003861D1"/>
    <w:rsid w:val="00386941"/>
    <w:rsid w:val="00386E7A"/>
    <w:rsid w:val="0038735C"/>
    <w:rsid w:val="00387899"/>
    <w:rsid w:val="003879AE"/>
    <w:rsid w:val="00390114"/>
    <w:rsid w:val="00390315"/>
    <w:rsid w:val="00390384"/>
    <w:rsid w:val="00391CD1"/>
    <w:rsid w:val="00394D9E"/>
    <w:rsid w:val="003952B8"/>
    <w:rsid w:val="003954B5"/>
    <w:rsid w:val="00395EFB"/>
    <w:rsid w:val="003960CA"/>
    <w:rsid w:val="00396CD1"/>
    <w:rsid w:val="00397244"/>
    <w:rsid w:val="0039743C"/>
    <w:rsid w:val="00397599"/>
    <w:rsid w:val="00397AC2"/>
    <w:rsid w:val="00397B77"/>
    <w:rsid w:val="003A021F"/>
    <w:rsid w:val="003A12A1"/>
    <w:rsid w:val="003A12C3"/>
    <w:rsid w:val="003A14D5"/>
    <w:rsid w:val="003A25E2"/>
    <w:rsid w:val="003A30AA"/>
    <w:rsid w:val="003A6812"/>
    <w:rsid w:val="003A764D"/>
    <w:rsid w:val="003B0189"/>
    <w:rsid w:val="003B02F3"/>
    <w:rsid w:val="003B08FD"/>
    <w:rsid w:val="003B092E"/>
    <w:rsid w:val="003B09B4"/>
    <w:rsid w:val="003B1170"/>
    <w:rsid w:val="003B1220"/>
    <w:rsid w:val="003B1C79"/>
    <w:rsid w:val="003B2C14"/>
    <w:rsid w:val="003B3451"/>
    <w:rsid w:val="003B6057"/>
    <w:rsid w:val="003C1ADD"/>
    <w:rsid w:val="003C229E"/>
    <w:rsid w:val="003C2D1A"/>
    <w:rsid w:val="003C40BE"/>
    <w:rsid w:val="003C4490"/>
    <w:rsid w:val="003C6E1A"/>
    <w:rsid w:val="003C7739"/>
    <w:rsid w:val="003D08C4"/>
    <w:rsid w:val="003D0D8C"/>
    <w:rsid w:val="003D1300"/>
    <w:rsid w:val="003D13DC"/>
    <w:rsid w:val="003D1AF3"/>
    <w:rsid w:val="003D2ADF"/>
    <w:rsid w:val="003D3C1A"/>
    <w:rsid w:val="003D3C36"/>
    <w:rsid w:val="003D3FF1"/>
    <w:rsid w:val="003D4AE0"/>
    <w:rsid w:val="003D4C27"/>
    <w:rsid w:val="003D4C5A"/>
    <w:rsid w:val="003D5146"/>
    <w:rsid w:val="003D5164"/>
    <w:rsid w:val="003D52F2"/>
    <w:rsid w:val="003D57CF"/>
    <w:rsid w:val="003D614C"/>
    <w:rsid w:val="003D619E"/>
    <w:rsid w:val="003D6E7B"/>
    <w:rsid w:val="003E0D28"/>
    <w:rsid w:val="003E0F24"/>
    <w:rsid w:val="003E4CFA"/>
    <w:rsid w:val="003E4D1A"/>
    <w:rsid w:val="003E5894"/>
    <w:rsid w:val="003E6BAE"/>
    <w:rsid w:val="003E6D59"/>
    <w:rsid w:val="003E6EA6"/>
    <w:rsid w:val="003E7060"/>
    <w:rsid w:val="003E7137"/>
    <w:rsid w:val="003F00C4"/>
    <w:rsid w:val="003F0C66"/>
    <w:rsid w:val="003F129E"/>
    <w:rsid w:val="003F3EAC"/>
    <w:rsid w:val="003F4773"/>
    <w:rsid w:val="003F53DE"/>
    <w:rsid w:val="003F5579"/>
    <w:rsid w:val="003F61A9"/>
    <w:rsid w:val="003F660D"/>
    <w:rsid w:val="003F6A2E"/>
    <w:rsid w:val="003F7D31"/>
    <w:rsid w:val="00402A89"/>
    <w:rsid w:val="00403369"/>
    <w:rsid w:val="0040465F"/>
    <w:rsid w:val="004049BB"/>
    <w:rsid w:val="0040523D"/>
    <w:rsid w:val="00405329"/>
    <w:rsid w:val="00405867"/>
    <w:rsid w:val="0040614B"/>
    <w:rsid w:val="00406C6D"/>
    <w:rsid w:val="004074A9"/>
    <w:rsid w:val="00407E32"/>
    <w:rsid w:val="0041009C"/>
    <w:rsid w:val="004105E1"/>
    <w:rsid w:val="00411D2D"/>
    <w:rsid w:val="00411FF3"/>
    <w:rsid w:val="00412F85"/>
    <w:rsid w:val="004134A3"/>
    <w:rsid w:val="0041498E"/>
    <w:rsid w:val="00414C0D"/>
    <w:rsid w:val="004158CA"/>
    <w:rsid w:val="00415C70"/>
    <w:rsid w:val="004174D2"/>
    <w:rsid w:val="00417736"/>
    <w:rsid w:val="00417CCF"/>
    <w:rsid w:val="00421212"/>
    <w:rsid w:val="00421C05"/>
    <w:rsid w:val="00422840"/>
    <w:rsid w:val="00422C99"/>
    <w:rsid w:val="00423528"/>
    <w:rsid w:val="00423A33"/>
    <w:rsid w:val="004241BF"/>
    <w:rsid w:val="00425388"/>
    <w:rsid w:val="00425945"/>
    <w:rsid w:val="00426517"/>
    <w:rsid w:val="0042663B"/>
    <w:rsid w:val="00426691"/>
    <w:rsid w:val="00427147"/>
    <w:rsid w:val="00427B61"/>
    <w:rsid w:val="00430D1F"/>
    <w:rsid w:val="00431595"/>
    <w:rsid w:val="0043174D"/>
    <w:rsid w:val="004346AA"/>
    <w:rsid w:val="00434B3F"/>
    <w:rsid w:val="00435581"/>
    <w:rsid w:val="00435625"/>
    <w:rsid w:val="00435A78"/>
    <w:rsid w:val="0043600F"/>
    <w:rsid w:val="004368C5"/>
    <w:rsid w:val="004369C7"/>
    <w:rsid w:val="00437291"/>
    <w:rsid w:val="00437F70"/>
    <w:rsid w:val="004405E3"/>
    <w:rsid w:val="00440CF5"/>
    <w:rsid w:val="004416EF"/>
    <w:rsid w:val="00441B49"/>
    <w:rsid w:val="004425FD"/>
    <w:rsid w:val="0044286E"/>
    <w:rsid w:val="00442FAF"/>
    <w:rsid w:val="00445902"/>
    <w:rsid w:val="00445C7E"/>
    <w:rsid w:val="00445DFD"/>
    <w:rsid w:val="00446D33"/>
    <w:rsid w:val="0044723E"/>
    <w:rsid w:val="004473C8"/>
    <w:rsid w:val="0044787F"/>
    <w:rsid w:val="00450894"/>
    <w:rsid w:val="0045150A"/>
    <w:rsid w:val="00452D55"/>
    <w:rsid w:val="00452D75"/>
    <w:rsid w:val="00453F9E"/>
    <w:rsid w:val="00456A8F"/>
    <w:rsid w:val="00456C8E"/>
    <w:rsid w:val="004579C0"/>
    <w:rsid w:val="00460194"/>
    <w:rsid w:val="004603D1"/>
    <w:rsid w:val="00460981"/>
    <w:rsid w:val="00461066"/>
    <w:rsid w:val="00461298"/>
    <w:rsid w:val="00461C03"/>
    <w:rsid w:val="00461DCE"/>
    <w:rsid w:val="00462E0E"/>
    <w:rsid w:val="00463541"/>
    <w:rsid w:val="00463F59"/>
    <w:rsid w:val="00464320"/>
    <w:rsid w:val="00465267"/>
    <w:rsid w:val="00465412"/>
    <w:rsid w:val="004673BB"/>
    <w:rsid w:val="0046757C"/>
    <w:rsid w:val="00467946"/>
    <w:rsid w:val="004705A5"/>
    <w:rsid w:val="00470956"/>
    <w:rsid w:val="00472040"/>
    <w:rsid w:val="00472A83"/>
    <w:rsid w:val="00472D31"/>
    <w:rsid w:val="0047367D"/>
    <w:rsid w:val="0047441D"/>
    <w:rsid w:val="00475853"/>
    <w:rsid w:val="00476FEE"/>
    <w:rsid w:val="00480DCB"/>
    <w:rsid w:val="00481B4E"/>
    <w:rsid w:val="00483CD6"/>
    <w:rsid w:val="00484B76"/>
    <w:rsid w:val="00484E5C"/>
    <w:rsid w:val="00485385"/>
    <w:rsid w:val="004858D4"/>
    <w:rsid w:val="00485B93"/>
    <w:rsid w:val="00485E78"/>
    <w:rsid w:val="00486320"/>
    <w:rsid w:val="00486B43"/>
    <w:rsid w:val="004872F5"/>
    <w:rsid w:val="00487B52"/>
    <w:rsid w:val="004908C5"/>
    <w:rsid w:val="00491189"/>
    <w:rsid w:val="00491377"/>
    <w:rsid w:val="00491B50"/>
    <w:rsid w:val="00491FBF"/>
    <w:rsid w:val="0049281E"/>
    <w:rsid w:val="00492CDE"/>
    <w:rsid w:val="00493170"/>
    <w:rsid w:val="004944E7"/>
    <w:rsid w:val="00494E1A"/>
    <w:rsid w:val="00496512"/>
    <w:rsid w:val="00496A9E"/>
    <w:rsid w:val="00496DEF"/>
    <w:rsid w:val="00497865"/>
    <w:rsid w:val="00497BEF"/>
    <w:rsid w:val="00497DF0"/>
    <w:rsid w:val="004A00D5"/>
    <w:rsid w:val="004A0DD0"/>
    <w:rsid w:val="004A0EF5"/>
    <w:rsid w:val="004A0F76"/>
    <w:rsid w:val="004A10CF"/>
    <w:rsid w:val="004A1BD1"/>
    <w:rsid w:val="004A1E61"/>
    <w:rsid w:val="004A2922"/>
    <w:rsid w:val="004A332F"/>
    <w:rsid w:val="004A3857"/>
    <w:rsid w:val="004A38AD"/>
    <w:rsid w:val="004A38BD"/>
    <w:rsid w:val="004A3A10"/>
    <w:rsid w:val="004A3A8F"/>
    <w:rsid w:val="004A428C"/>
    <w:rsid w:val="004A4759"/>
    <w:rsid w:val="004A4910"/>
    <w:rsid w:val="004A4DC0"/>
    <w:rsid w:val="004A5345"/>
    <w:rsid w:val="004A5402"/>
    <w:rsid w:val="004A7589"/>
    <w:rsid w:val="004A79B8"/>
    <w:rsid w:val="004B0518"/>
    <w:rsid w:val="004B11AB"/>
    <w:rsid w:val="004B11FF"/>
    <w:rsid w:val="004B1D93"/>
    <w:rsid w:val="004B1ED5"/>
    <w:rsid w:val="004B224C"/>
    <w:rsid w:val="004B2958"/>
    <w:rsid w:val="004B2E5E"/>
    <w:rsid w:val="004B31EE"/>
    <w:rsid w:val="004B379F"/>
    <w:rsid w:val="004B3ECC"/>
    <w:rsid w:val="004B637B"/>
    <w:rsid w:val="004B7E5B"/>
    <w:rsid w:val="004B7FA6"/>
    <w:rsid w:val="004C0086"/>
    <w:rsid w:val="004C12FE"/>
    <w:rsid w:val="004C139A"/>
    <w:rsid w:val="004C14B1"/>
    <w:rsid w:val="004C1814"/>
    <w:rsid w:val="004C1AAE"/>
    <w:rsid w:val="004C3A25"/>
    <w:rsid w:val="004C3BBA"/>
    <w:rsid w:val="004C4090"/>
    <w:rsid w:val="004C4580"/>
    <w:rsid w:val="004C4A80"/>
    <w:rsid w:val="004C56AB"/>
    <w:rsid w:val="004C58D2"/>
    <w:rsid w:val="004C6879"/>
    <w:rsid w:val="004C7EC2"/>
    <w:rsid w:val="004C7F90"/>
    <w:rsid w:val="004D4897"/>
    <w:rsid w:val="004D4B15"/>
    <w:rsid w:val="004D7AFC"/>
    <w:rsid w:val="004D7D16"/>
    <w:rsid w:val="004E0583"/>
    <w:rsid w:val="004E07E7"/>
    <w:rsid w:val="004E09F9"/>
    <w:rsid w:val="004E1271"/>
    <w:rsid w:val="004E290E"/>
    <w:rsid w:val="004E3C69"/>
    <w:rsid w:val="004E55CD"/>
    <w:rsid w:val="004E5B6C"/>
    <w:rsid w:val="004E6005"/>
    <w:rsid w:val="004E627A"/>
    <w:rsid w:val="004E66DD"/>
    <w:rsid w:val="004E6CAA"/>
    <w:rsid w:val="004E6D90"/>
    <w:rsid w:val="004E6ECA"/>
    <w:rsid w:val="004E7493"/>
    <w:rsid w:val="004F1020"/>
    <w:rsid w:val="004F1943"/>
    <w:rsid w:val="004F1D8E"/>
    <w:rsid w:val="004F339B"/>
    <w:rsid w:val="004F56C8"/>
    <w:rsid w:val="004F7B25"/>
    <w:rsid w:val="0050081E"/>
    <w:rsid w:val="00501452"/>
    <w:rsid w:val="00501C3F"/>
    <w:rsid w:val="005039B5"/>
    <w:rsid w:val="00503BFA"/>
    <w:rsid w:val="00504382"/>
    <w:rsid w:val="005050AD"/>
    <w:rsid w:val="00505E90"/>
    <w:rsid w:val="00506346"/>
    <w:rsid w:val="00506D4D"/>
    <w:rsid w:val="00506F15"/>
    <w:rsid w:val="00510B67"/>
    <w:rsid w:val="0051142D"/>
    <w:rsid w:val="00511A9E"/>
    <w:rsid w:val="00512A34"/>
    <w:rsid w:val="0051349B"/>
    <w:rsid w:val="00515242"/>
    <w:rsid w:val="00515841"/>
    <w:rsid w:val="00515A81"/>
    <w:rsid w:val="0051638A"/>
    <w:rsid w:val="005167E8"/>
    <w:rsid w:val="005172FD"/>
    <w:rsid w:val="0051746F"/>
    <w:rsid w:val="0052027D"/>
    <w:rsid w:val="0052095C"/>
    <w:rsid w:val="0052173C"/>
    <w:rsid w:val="00521857"/>
    <w:rsid w:val="00521E76"/>
    <w:rsid w:val="005223CF"/>
    <w:rsid w:val="005223F1"/>
    <w:rsid w:val="00523A80"/>
    <w:rsid w:val="00525C40"/>
    <w:rsid w:val="00525CC3"/>
    <w:rsid w:val="0052628E"/>
    <w:rsid w:val="005262B9"/>
    <w:rsid w:val="005279A7"/>
    <w:rsid w:val="00527E13"/>
    <w:rsid w:val="005303F1"/>
    <w:rsid w:val="00530B58"/>
    <w:rsid w:val="00530D34"/>
    <w:rsid w:val="00532B24"/>
    <w:rsid w:val="00533C56"/>
    <w:rsid w:val="00534089"/>
    <w:rsid w:val="005341D8"/>
    <w:rsid w:val="00534894"/>
    <w:rsid w:val="0053499D"/>
    <w:rsid w:val="0053505A"/>
    <w:rsid w:val="00535B7F"/>
    <w:rsid w:val="00535EB8"/>
    <w:rsid w:val="0054022C"/>
    <w:rsid w:val="0054070E"/>
    <w:rsid w:val="005407BE"/>
    <w:rsid w:val="00545C85"/>
    <w:rsid w:val="00546BBC"/>
    <w:rsid w:val="00546D97"/>
    <w:rsid w:val="00546E16"/>
    <w:rsid w:val="0054701C"/>
    <w:rsid w:val="0054747A"/>
    <w:rsid w:val="00550200"/>
    <w:rsid w:val="00550307"/>
    <w:rsid w:val="00550377"/>
    <w:rsid w:val="0055206A"/>
    <w:rsid w:val="0055291A"/>
    <w:rsid w:val="005539FC"/>
    <w:rsid w:val="00554953"/>
    <w:rsid w:val="00556125"/>
    <w:rsid w:val="00557E67"/>
    <w:rsid w:val="00560802"/>
    <w:rsid w:val="0056091C"/>
    <w:rsid w:val="00560D8A"/>
    <w:rsid w:val="00561EE9"/>
    <w:rsid w:val="0056209E"/>
    <w:rsid w:val="00562880"/>
    <w:rsid w:val="00562BA7"/>
    <w:rsid w:val="00562F2F"/>
    <w:rsid w:val="00563511"/>
    <w:rsid w:val="00563843"/>
    <w:rsid w:val="00563C77"/>
    <w:rsid w:val="0056631A"/>
    <w:rsid w:val="00566989"/>
    <w:rsid w:val="00567291"/>
    <w:rsid w:val="005705FC"/>
    <w:rsid w:val="00570EF0"/>
    <w:rsid w:val="00571616"/>
    <w:rsid w:val="00571AA2"/>
    <w:rsid w:val="00573099"/>
    <w:rsid w:val="005756B9"/>
    <w:rsid w:val="00575A7C"/>
    <w:rsid w:val="005771D6"/>
    <w:rsid w:val="00577C8E"/>
    <w:rsid w:val="00580B0F"/>
    <w:rsid w:val="00581B50"/>
    <w:rsid w:val="0058255E"/>
    <w:rsid w:val="00582FB8"/>
    <w:rsid w:val="005842C6"/>
    <w:rsid w:val="00584AA5"/>
    <w:rsid w:val="005851CC"/>
    <w:rsid w:val="00586308"/>
    <w:rsid w:val="00586637"/>
    <w:rsid w:val="005869E5"/>
    <w:rsid w:val="00586E0F"/>
    <w:rsid w:val="005902B3"/>
    <w:rsid w:val="0059123A"/>
    <w:rsid w:val="005916C9"/>
    <w:rsid w:val="00591703"/>
    <w:rsid w:val="00592151"/>
    <w:rsid w:val="00592F65"/>
    <w:rsid w:val="005935C4"/>
    <w:rsid w:val="00594558"/>
    <w:rsid w:val="0059467A"/>
    <w:rsid w:val="00594EA7"/>
    <w:rsid w:val="00595890"/>
    <w:rsid w:val="00595FC4"/>
    <w:rsid w:val="00596DFA"/>
    <w:rsid w:val="0059756D"/>
    <w:rsid w:val="005A01DA"/>
    <w:rsid w:val="005A0236"/>
    <w:rsid w:val="005A0553"/>
    <w:rsid w:val="005A1C78"/>
    <w:rsid w:val="005A4B9E"/>
    <w:rsid w:val="005A57E4"/>
    <w:rsid w:val="005A608E"/>
    <w:rsid w:val="005A6FC0"/>
    <w:rsid w:val="005A73BB"/>
    <w:rsid w:val="005A759B"/>
    <w:rsid w:val="005B08EC"/>
    <w:rsid w:val="005B092D"/>
    <w:rsid w:val="005B0FB9"/>
    <w:rsid w:val="005B2CD8"/>
    <w:rsid w:val="005B3070"/>
    <w:rsid w:val="005B3200"/>
    <w:rsid w:val="005B3545"/>
    <w:rsid w:val="005B3BA4"/>
    <w:rsid w:val="005B3D4F"/>
    <w:rsid w:val="005B42DA"/>
    <w:rsid w:val="005B443B"/>
    <w:rsid w:val="005B6724"/>
    <w:rsid w:val="005B6C37"/>
    <w:rsid w:val="005B6ECF"/>
    <w:rsid w:val="005B7480"/>
    <w:rsid w:val="005B7537"/>
    <w:rsid w:val="005C06E8"/>
    <w:rsid w:val="005C13AD"/>
    <w:rsid w:val="005C1B20"/>
    <w:rsid w:val="005C1EA7"/>
    <w:rsid w:val="005C2453"/>
    <w:rsid w:val="005C6B94"/>
    <w:rsid w:val="005C7D31"/>
    <w:rsid w:val="005D0E7D"/>
    <w:rsid w:val="005D14D6"/>
    <w:rsid w:val="005D1EB4"/>
    <w:rsid w:val="005D221D"/>
    <w:rsid w:val="005D24A3"/>
    <w:rsid w:val="005D24B0"/>
    <w:rsid w:val="005D2833"/>
    <w:rsid w:val="005D2B68"/>
    <w:rsid w:val="005D3E2F"/>
    <w:rsid w:val="005D4396"/>
    <w:rsid w:val="005D55B7"/>
    <w:rsid w:val="005D5F05"/>
    <w:rsid w:val="005D66CD"/>
    <w:rsid w:val="005D6B73"/>
    <w:rsid w:val="005D7269"/>
    <w:rsid w:val="005D752C"/>
    <w:rsid w:val="005D7B55"/>
    <w:rsid w:val="005D7B6F"/>
    <w:rsid w:val="005D7CF3"/>
    <w:rsid w:val="005E0871"/>
    <w:rsid w:val="005E144E"/>
    <w:rsid w:val="005E14F1"/>
    <w:rsid w:val="005E1550"/>
    <w:rsid w:val="005E1869"/>
    <w:rsid w:val="005E2E04"/>
    <w:rsid w:val="005E3158"/>
    <w:rsid w:val="005E3ABD"/>
    <w:rsid w:val="005E4849"/>
    <w:rsid w:val="005E5C82"/>
    <w:rsid w:val="005E6147"/>
    <w:rsid w:val="005E6A70"/>
    <w:rsid w:val="005E784D"/>
    <w:rsid w:val="005F08DF"/>
    <w:rsid w:val="005F13CA"/>
    <w:rsid w:val="005F19C1"/>
    <w:rsid w:val="005F2466"/>
    <w:rsid w:val="005F2531"/>
    <w:rsid w:val="005F2894"/>
    <w:rsid w:val="005F32C2"/>
    <w:rsid w:val="005F393F"/>
    <w:rsid w:val="005F3DCF"/>
    <w:rsid w:val="005F45DC"/>
    <w:rsid w:val="005F561E"/>
    <w:rsid w:val="005F5932"/>
    <w:rsid w:val="005F5A9E"/>
    <w:rsid w:val="005F617D"/>
    <w:rsid w:val="005F6389"/>
    <w:rsid w:val="005F6D2B"/>
    <w:rsid w:val="005F6F1A"/>
    <w:rsid w:val="005F739F"/>
    <w:rsid w:val="005F7A56"/>
    <w:rsid w:val="00601252"/>
    <w:rsid w:val="00601346"/>
    <w:rsid w:val="00602A5B"/>
    <w:rsid w:val="006032A9"/>
    <w:rsid w:val="00605861"/>
    <w:rsid w:val="006058EC"/>
    <w:rsid w:val="0060683E"/>
    <w:rsid w:val="006073FF"/>
    <w:rsid w:val="00607CC9"/>
    <w:rsid w:val="006107C3"/>
    <w:rsid w:val="00611ACF"/>
    <w:rsid w:val="00611DD4"/>
    <w:rsid w:val="006121E5"/>
    <w:rsid w:val="00615D86"/>
    <w:rsid w:val="00615FD4"/>
    <w:rsid w:val="00615FF3"/>
    <w:rsid w:val="00616C0F"/>
    <w:rsid w:val="00616F87"/>
    <w:rsid w:val="00617212"/>
    <w:rsid w:val="00617C05"/>
    <w:rsid w:val="0062050B"/>
    <w:rsid w:val="00624CB7"/>
    <w:rsid w:val="00625843"/>
    <w:rsid w:val="006258D5"/>
    <w:rsid w:val="00625DFA"/>
    <w:rsid w:val="00625E09"/>
    <w:rsid w:val="00626722"/>
    <w:rsid w:val="006268D9"/>
    <w:rsid w:val="00627054"/>
    <w:rsid w:val="00627302"/>
    <w:rsid w:val="006274E9"/>
    <w:rsid w:val="006275B7"/>
    <w:rsid w:val="00627694"/>
    <w:rsid w:val="00627CFA"/>
    <w:rsid w:val="00632CB0"/>
    <w:rsid w:val="006331A5"/>
    <w:rsid w:val="0063366F"/>
    <w:rsid w:val="0063424B"/>
    <w:rsid w:val="00635CE7"/>
    <w:rsid w:val="00636589"/>
    <w:rsid w:val="0063714A"/>
    <w:rsid w:val="006372DC"/>
    <w:rsid w:val="00637E63"/>
    <w:rsid w:val="00640078"/>
    <w:rsid w:val="00640B46"/>
    <w:rsid w:val="00640C06"/>
    <w:rsid w:val="00640C4C"/>
    <w:rsid w:val="00640EF1"/>
    <w:rsid w:val="00641FCE"/>
    <w:rsid w:val="0064379B"/>
    <w:rsid w:val="0064580B"/>
    <w:rsid w:val="00645D15"/>
    <w:rsid w:val="00647EE9"/>
    <w:rsid w:val="00650999"/>
    <w:rsid w:val="00650FB1"/>
    <w:rsid w:val="006514E6"/>
    <w:rsid w:val="00651DB6"/>
    <w:rsid w:val="00652685"/>
    <w:rsid w:val="00652DD3"/>
    <w:rsid w:val="00652EBD"/>
    <w:rsid w:val="00653238"/>
    <w:rsid w:val="00653A84"/>
    <w:rsid w:val="00654059"/>
    <w:rsid w:val="00654FCA"/>
    <w:rsid w:val="006556B0"/>
    <w:rsid w:val="00655E74"/>
    <w:rsid w:val="00656A35"/>
    <w:rsid w:val="0065749E"/>
    <w:rsid w:val="00657713"/>
    <w:rsid w:val="00660C48"/>
    <w:rsid w:val="00660EB4"/>
    <w:rsid w:val="006611C5"/>
    <w:rsid w:val="0066133B"/>
    <w:rsid w:val="00661EF4"/>
    <w:rsid w:val="00662573"/>
    <w:rsid w:val="00662F97"/>
    <w:rsid w:val="00663544"/>
    <w:rsid w:val="00663F8E"/>
    <w:rsid w:val="00664540"/>
    <w:rsid w:val="00664853"/>
    <w:rsid w:val="0066495A"/>
    <w:rsid w:val="00665091"/>
    <w:rsid w:val="00665B0A"/>
    <w:rsid w:val="0066755E"/>
    <w:rsid w:val="00667588"/>
    <w:rsid w:val="00667DE6"/>
    <w:rsid w:val="00667F17"/>
    <w:rsid w:val="00667F9B"/>
    <w:rsid w:val="006701DB"/>
    <w:rsid w:val="0067065C"/>
    <w:rsid w:val="00670E4E"/>
    <w:rsid w:val="00675AD2"/>
    <w:rsid w:val="00676013"/>
    <w:rsid w:val="006760C5"/>
    <w:rsid w:val="006821D1"/>
    <w:rsid w:val="006829CC"/>
    <w:rsid w:val="00683B21"/>
    <w:rsid w:val="00683F8C"/>
    <w:rsid w:val="0068433C"/>
    <w:rsid w:val="00684957"/>
    <w:rsid w:val="00684CAB"/>
    <w:rsid w:val="00685909"/>
    <w:rsid w:val="00685A6B"/>
    <w:rsid w:val="0068669B"/>
    <w:rsid w:val="00687A43"/>
    <w:rsid w:val="006916CF"/>
    <w:rsid w:val="00691BB4"/>
    <w:rsid w:val="00692452"/>
    <w:rsid w:val="00694E37"/>
    <w:rsid w:val="00695115"/>
    <w:rsid w:val="006953B2"/>
    <w:rsid w:val="00695F08"/>
    <w:rsid w:val="00696027"/>
    <w:rsid w:val="00696698"/>
    <w:rsid w:val="006A0535"/>
    <w:rsid w:val="006A2A56"/>
    <w:rsid w:val="006A52DE"/>
    <w:rsid w:val="006A5B2E"/>
    <w:rsid w:val="006A5C95"/>
    <w:rsid w:val="006A62A1"/>
    <w:rsid w:val="006B1681"/>
    <w:rsid w:val="006B24CB"/>
    <w:rsid w:val="006B3605"/>
    <w:rsid w:val="006B414B"/>
    <w:rsid w:val="006B48DC"/>
    <w:rsid w:val="006B4D4D"/>
    <w:rsid w:val="006B5FD1"/>
    <w:rsid w:val="006B6024"/>
    <w:rsid w:val="006B63DA"/>
    <w:rsid w:val="006B76FC"/>
    <w:rsid w:val="006B7B88"/>
    <w:rsid w:val="006C046B"/>
    <w:rsid w:val="006C18F0"/>
    <w:rsid w:val="006C1D77"/>
    <w:rsid w:val="006C2086"/>
    <w:rsid w:val="006C2A0D"/>
    <w:rsid w:val="006C2C19"/>
    <w:rsid w:val="006C2D4A"/>
    <w:rsid w:val="006C48F7"/>
    <w:rsid w:val="006C4F70"/>
    <w:rsid w:val="006C69A4"/>
    <w:rsid w:val="006C6D5B"/>
    <w:rsid w:val="006C765B"/>
    <w:rsid w:val="006C7953"/>
    <w:rsid w:val="006C7E2F"/>
    <w:rsid w:val="006D1309"/>
    <w:rsid w:val="006D2B7B"/>
    <w:rsid w:val="006D44E9"/>
    <w:rsid w:val="006D460C"/>
    <w:rsid w:val="006D5D8D"/>
    <w:rsid w:val="006D7B6C"/>
    <w:rsid w:val="006D7E57"/>
    <w:rsid w:val="006D7F98"/>
    <w:rsid w:val="006E02BD"/>
    <w:rsid w:val="006E0C39"/>
    <w:rsid w:val="006E1033"/>
    <w:rsid w:val="006E189B"/>
    <w:rsid w:val="006E21AB"/>
    <w:rsid w:val="006E3140"/>
    <w:rsid w:val="006E42C8"/>
    <w:rsid w:val="006E44E1"/>
    <w:rsid w:val="006E4512"/>
    <w:rsid w:val="006E4715"/>
    <w:rsid w:val="006E4CC2"/>
    <w:rsid w:val="006E61AA"/>
    <w:rsid w:val="006E7380"/>
    <w:rsid w:val="006E7E6D"/>
    <w:rsid w:val="006F0355"/>
    <w:rsid w:val="006F05CE"/>
    <w:rsid w:val="006F0C3F"/>
    <w:rsid w:val="006F116C"/>
    <w:rsid w:val="006F1847"/>
    <w:rsid w:val="006F1A10"/>
    <w:rsid w:val="006F1EF8"/>
    <w:rsid w:val="006F2066"/>
    <w:rsid w:val="006F50FE"/>
    <w:rsid w:val="006F592C"/>
    <w:rsid w:val="006F617E"/>
    <w:rsid w:val="006F6C93"/>
    <w:rsid w:val="006F7254"/>
    <w:rsid w:val="00700402"/>
    <w:rsid w:val="0070062F"/>
    <w:rsid w:val="00702602"/>
    <w:rsid w:val="00703A6F"/>
    <w:rsid w:val="00703DBF"/>
    <w:rsid w:val="00704B9C"/>
    <w:rsid w:val="0070548E"/>
    <w:rsid w:val="007062AD"/>
    <w:rsid w:val="0070734E"/>
    <w:rsid w:val="007078A7"/>
    <w:rsid w:val="007114C8"/>
    <w:rsid w:val="00711E32"/>
    <w:rsid w:val="0071236D"/>
    <w:rsid w:val="0071361F"/>
    <w:rsid w:val="00713D0A"/>
    <w:rsid w:val="00714430"/>
    <w:rsid w:val="00714541"/>
    <w:rsid w:val="00714E49"/>
    <w:rsid w:val="007150DF"/>
    <w:rsid w:val="007152DB"/>
    <w:rsid w:val="00715850"/>
    <w:rsid w:val="00715ACF"/>
    <w:rsid w:val="00717CC8"/>
    <w:rsid w:val="00717E10"/>
    <w:rsid w:val="007207AA"/>
    <w:rsid w:val="007215F0"/>
    <w:rsid w:val="007227BE"/>
    <w:rsid w:val="0072287C"/>
    <w:rsid w:val="007236AD"/>
    <w:rsid w:val="007241C0"/>
    <w:rsid w:val="00724BE8"/>
    <w:rsid w:val="00725FCE"/>
    <w:rsid w:val="0072702A"/>
    <w:rsid w:val="0072772E"/>
    <w:rsid w:val="0073003A"/>
    <w:rsid w:val="007304FE"/>
    <w:rsid w:val="00731183"/>
    <w:rsid w:val="00731C68"/>
    <w:rsid w:val="007320F1"/>
    <w:rsid w:val="00733AD0"/>
    <w:rsid w:val="00735330"/>
    <w:rsid w:val="00735936"/>
    <w:rsid w:val="00735CAF"/>
    <w:rsid w:val="00737657"/>
    <w:rsid w:val="00737BCB"/>
    <w:rsid w:val="00740597"/>
    <w:rsid w:val="00741694"/>
    <w:rsid w:val="00743152"/>
    <w:rsid w:val="00743629"/>
    <w:rsid w:val="0074392B"/>
    <w:rsid w:val="007439A7"/>
    <w:rsid w:val="0074471F"/>
    <w:rsid w:val="00745219"/>
    <w:rsid w:val="00745910"/>
    <w:rsid w:val="00745FDB"/>
    <w:rsid w:val="00747E42"/>
    <w:rsid w:val="00751A52"/>
    <w:rsid w:val="00751D0C"/>
    <w:rsid w:val="007521F0"/>
    <w:rsid w:val="0075255D"/>
    <w:rsid w:val="007534DB"/>
    <w:rsid w:val="00754BCD"/>
    <w:rsid w:val="0075514F"/>
    <w:rsid w:val="00755297"/>
    <w:rsid w:val="00755AD9"/>
    <w:rsid w:val="007578D2"/>
    <w:rsid w:val="00757DA9"/>
    <w:rsid w:val="00760FB6"/>
    <w:rsid w:val="00761B96"/>
    <w:rsid w:val="00761F44"/>
    <w:rsid w:val="00763540"/>
    <w:rsid w:val="00763929"/>
    <w:rsid w:val="00763993"/>
    <w:rsid w:val="00763D4F"/>
    <w:rsid w:val="007641EE"/>
    <w:rsid w:val="00765E72"/>
    <w:rsid w:val="00765F3D"/>
    <w:rsid w:val="0076648F"/>
    <w:rsid w:val="00766763"/>
    <w:rsid w:val="00766777"/>
    <w:rsid w:val="00766C3A"/>
    <w:rsid w:val="00766D3E"/>
    <w:rsid w:val="0076740D"/>
    <w:rsid w:val="00767800"/>
    <w:rsid w:val="00767F19"/>
    <w:rsid w:val="007707B6"/>
    <w:rsid w:val="00770DE3"/>
    <w:rsid w:val="00771E6C"/>
    <w:rsid w:val="00771F58"/>
    <w:rsid w:val="007722AE"/>
    <w:rsid w:val="00772BCB"/>
    <w:rsid w:val="00773463"/>
    <w:rsid w:val="00773762"/>
    <w:rsid w:val="007746B9"/>
    <w:rsid w:val="00776084"/>
    <w:rsid w:val="0077622A"/>
    <w:rsid w:val="0077673E"/>
    <w:rsid w:val="00777A89"/>
    <w:rsid w:val="007801C6"/>
    <w:rsid w:val="007807D8"/>
    <w:rsid w:val="00780D94"/>
    <w:rsid w:val="00781B9D"/>
    <w:rsid w:val="00781EB8"/>
    <w:rsid w:val="0078216D"/>
    <w:rsid w:val="007826A5"/>
    <w:rsid w:val="00782B45"/>
    <w:rsid w:val="00782E58"/>
    <w:rsid w:val="00782F5D"/>
    <w:rsid w:val="0078336B"/>
    <w:rsid w:val="007846A9"/>
    <w:rsid w:val="00784A8F"/>
    <w:rsid w:val="007855FD"/>
    <w:rsid w:val="00786CE0"/>
    <w:rsid w:val="007878E7"/>
    <w:rsid w:val="00787BCC"/>
    <w:rsid w:val="00790BD6"/>
    <w:rsid w:val="00792918"/>
    <w:rsid w:val="00795891"/>
    <w:rsid w:val="007A01F9"/>
    <w:rsid w:val="007A0371"/>
    <w:rsid w:val="007A03E7"/>
    <w:rsid w:val="007A1E42"/>
    <w:rsid w:val="007A22C4"/>
    <w:rsid w:val="007A2CCF"/>
    <w:rsid w:val="007A2F1C"/>
    <w:rsid w:val="007A3174"/>
    <w:rsid w:val="007A440D"/>
    <w:rsid w:val="007A4A6F"/>
    <w:rsid w:val="007A5653"/>
    <w:rsid w:val="007A76DD"/>
    <w:rsid w:val="007A7D9F"/>
    <w:rsid w:val="007B0B3A"/>
    <w:rsid w:val="007B0D7A"/>
    <w:rsid w:val="007B137C"/>
    <w:rsid w:val="007B1C70"/>
    <w:rsid w:val="007B2A09"/>
    <w:rsid w:val="007B2A9E"/>
    <w:rsid w:val="007B35C3"/>
    <w:rsid w:val="007B37BF"/>
    <w:rsid w:val="007B3F79"/>
    <w:rsid w:val="007B4309"/>
    <w:rsid w:val="007B5EC3"/>
    <w:rsid w:val="007B6445"/>
    <w:rsid w:val="007B67BB"/>
    <w:rsid w:val="007C0285"/>
    <w:rsid w:val="007C0E30"/>
    <w:rsid w:val="007C1DDC"/>
    <w:rsid w:val="007C21A2"/>
    <w:rsid w:val="007C2A40"/>
    <w:rsid w:val="007C3DEC"/>
    <w:rsid w:val="007C5977"/>
    <w:rsid w:val="007C6294"/>
    <w:rsid w:val="007C6645"/>
    <w:rsid w:val="007C6F8C"/>
    <w:rsid w:val="007D0C2C"/>
    <w:rsid w:val="007D1A97"/>
    <w:rsid w:val="007D35BC"/>
    <w:rsid w:val="007D3703"/>
    <w:rsid w:val="007D3EF9"/>
    <w:rsid w:val="007D434D"/>
    <w:rsid w:val="007D6260"/>
    <w:rsid w:val="007D6B6C"/>
    <w:rsid w:val="007D6E43"/>
    <w:rsid w:val="007D7CA5"/>
    <w:rsid w:val="007E0151"/>
    <w:rsid w:val="007E10C2"/>
    <w:rsid w:val="007E1710"/>
    <w:rsid w:val="007E17DA"/>
    <w:rsid w:val="007E18DB"/>
    <w:rsid w:val="007E1B00"/>
    <w:rsid w:val="007E64FC"/>
    <w:rsid w:val="007E7461"/>
    <w:rsid w:val="007E7B1D"/>
    <w:rsid w:val="007F04A1"/>
    <w:rsid w:val="007F0EC8"/>
    <w:rsid w:val="007F18E5"/>
    <w:rsid w:val="007F2E92"/>
    <w:rsid w:val="007F3461"/>
    <w:rsid w:val="007F379D"/>
    <w:rsid w:val="007F37F3"/>
    <w:rsid w:val="007F3ECB"/>
    <w:rsid w:val="007F455B"/>
    <w:rsid w:val="007F559C"/>
    <w:rsid w:val="007F5898"/>
    <w:rsid w:val="007F5C4B"/>
    <w:rsid w:val="007F5FA5"/>
    <w:rsid w:val="007F60AD"/>
    <w:rsid w:val="007F668A"/>
    <w:rsid w:val="007F6D50"/>
    <w:rsid w:val="007F6E54"/>
    <w:rsid w:val="007F7A58"/>
    <w:rsid w:val="00800FDD"/>
    <w:rsid w:val="00801BAF"/>
    <w:rsid w:val="0080294E"/>
    <w:rsid w:val="00802B9B"/>
    <w:rsid w:val="00802BAD"/>
    <w:rsid w:val="00803A2A"/>
    <w:rsid w:val="00804971"/>
    <w:rsid w:val="008049E8"/>
    <w:rsid w:val="008058FF"/>
    <w:rsid w:val="00806235"/>
    <w:rsid w:val="00806350"/>
    <w:rsid w:val="00807D4C"/>
    <w:rsid w:val="008111EA"/>
    <w:rsid w:val="00811322"/>
    <w:rsid w:val="00811AFC"/>
    <w:rsid w:val="00811ED9"/>
    <w:rsid w:val="008126F5"/>
    <w:rsid w:val="0081329D"/>
    <w:rsid w:val="0081346C"/>
    <w:rsid w:val="00814485"/>
    <w:rsid w:val="00814D73"/>
    <w:rsid w:val="00815F56"/>
    <w:rsid w:val="00817033"/>
    <w:rsid w:val="00817346"/>
    <w:rsid w:val="00817723"/>
    <w:rsid w:val="00817817"/>
    <w:rsid w:val="00817A45"/>
    <w:rsid w:val="00817B12"/>
    <w:rsid w:val="0082057D"/>
    <w:rsid w:val="00822B17"/>
    <w:rsid w:val="00823248"/>
    <w:rsid w:val="008235E4"/>
    <w:rsid w:val="00823770"/>
    <w:rsid w:val="008255FF"/>
    <w:rsid w:val="00825DD0"/>
    <w:rsid w:val="00825F63"/>
    <w:rsid w:val="00826BE3"/>
    <w:rsid w:val="00826C58"/>
    <w:rsid w:val="00826DC9"/>
    <w:rsid w:val="00830146"/>
    <w:rsid w:val="00830486"/>
    <w:rsid w:val="00830572"/>
    <w:rsid w:val="00830716"/>
    <w:rsid w:val="008307B4"/>
    <w:rsid w:val="00831710"/>
    <w:rsid w:val="00831EDD"/>
    <w:rsid w:val="00833E98"/>
    <w:rsid w:val="008346DA"/>
    <w:rsid w:val="008355EA"/>
    <w:rsid w:val="0083576F"/>
    <w:rsid w:val="00835DFC"/>
    <w:rsid w:val="00836563"/>
    <w:rsid w:val="0083710C"/>
    <w:rsid w:val="00837F4A"/>
    <w:rsid w:val="0084000F"/>
    <w:rsid w:val="00840387"/>
    <w:rsid w:val="00840BF8"/>
    <w:rsid w:val="00841100"/>
    <w:rsid w:val="00842206"/>
    <w:rsid w:val="008428C2"/>
    <w:rsid w:val="00843CE0"/>
    <w:rsid w:val="008442EB"/>
    <w:rsid w:val="008445E5"/>
    <w:rsid w:val="00844F71"/>
    <w:rsid w:val="00845BFD"/>
    <w:rsid w:val="008460DA"/>
    <w:rsid w:val="0084685F"/>
    <w:rsid w:val="00846CED"/>
    <w:rsid w:val="00847408"/>
    <w:rsid w:val="008476F7"/>
    <w:rsid w:val="00847934"/>
    <w:rsid w:val="00847ED7"/>
    <w:rsid w:val="00847F99"/>
    <w:rsid w:val="0085092F"/>
    <w:rsid w:val="0085096A"/>
    <w:rsid w:val="00851EA5"/>
    <w:rsid w:val="00852400"/>
    <w:rsid w:val="008534E4"/>
    <w:rsid w:val="00854AD3"/>
    <w:rsid w:val="008568EC"/>
    <w:rsid w:val="0085693E"/>
    <w:rsid w:val="00860697"/>
    <w:rsid w:val="00861223"/>
    <w:rsid w:val="0086179B"/>
    <w:rsid w:val="008636AB"/>
    <w:rsid w:val="00863D02"/>
    <w:rsid w:val="00863ED6"/>
    <w:rsid w:val="0086408C"/>
    <w:rsid w:val="008642C7"/>
    <w:rsid w:val="0086439B"/>
    <w:rsid w:val="0086463C"/>
    <w:rsid w:val="00865182"/>
    <w:rsid w:val="00866A8F"/>
    <w:rsid w:val="00871E87"/>
    <w:rsid w:val="00872C1B"/>
    <w:rsid w:val="0087333E"/>
    <w:rsid w:val="00873406"/>
    <w:rsid w:val="00873604"/>
    <w:rsid w:val="008738BF"/>
    <w:rsid w:val="008761DD"/>
    <w:rsid w:val="0087635D"/>
    <w:rsid w:val="00876813"/>
    <w:rsid w:val="00880AC5"/>
    <w:rsid w:val="00880F89"/>
    <w:rsid w:val="00881637"/>
    <w:rsid w:val="00881767"/>
    <w:rsid w:val="00881865"/>
    <w:rsid w:val="008827FB"/>
    <w:rsid w:val="0088294E"/>
    <w:rsid w:val="00883160"/>
    <w:rsid w:val="00883405"/>
    <w:rsid w:val="00883E9B"/>
    <w:rsid w:val="00883F6C"/>
    <w:rsid w:val="0088483E"/>
    <w:rsid w:val="00884AFD"/>
    <w:rsid w:val="00884C64"/>
    <w:rsid w:val="00885932"/>
    <w:rsid w:val="00885A1C"/>
    <w:rsid w:val="00885D7F"/>
    <w:rsid w:val="00886637"/>
    <w:rsid w:val="0088674B"/>
    <w:rsid w:val="0089020E"/>
    <w:rsid w:val="00890658"/>
    <w:rsid w:val="00891604"/>
    <w:rsid w:val="00891F9B"/>
    <w:rsid w:val="00892B0A"/>
    <w:rsid w:val="008931C5"/>
    <w:rsid w:val="008939B2"/>
    <w:rsid w:val="008939E6"/>
    <w:rsid w:val="0089522E"/>
    <w:rsid w:val="00896330"/>
    <w:rsid w:val="008967B2"/>
    <w:rsid w:val="00897777"/>
    <w:rsid w:val="008A0DCD"/>
    <w:rsid w:val="008A1BE1"/>
    <w:rsid w:val="008A2BA5"/>
    <w:rsid w:val="008A32F5"/>
    <w:rsid w:val="008A38B8"/>
    <w:rsid w:val="008A3A96"/>
    <w:rsid w:val="008A4B44"/>
    <w:rsid w:val="008A4EF1"/>
    <w:rsid w:val="008A531B"/>
    <w:rsid w:val="008A533C"/>
    <w:rsid w:val="008A536D"/>
    <w:rsid w:val="008A5881"/>
    <w:rsid w:val="008A6D2B"/>
    <w:rsid w:val="008A75EE"/>
    <w:rsid w:val="008B0617"/>
    <w:rsid w:val="008B3216"/>
    <w:rsid w:val="008B3910"/>
    <w:rsid w:val="008B3AE0"/>
    <w:rsid w:val="008B3FFE"/>
    <w:rsid w:val="008B496C"/>
    <w:rsid w:val="008B5117"/>
    <w:rsid w:val="008B7722"/>
    <w:rsid w:val="008B7D5E"/>
    <w:rsid w:val="008C00F4"/>
    <w:rsid w:val="008C0B74"/>
    <w:rsid w:val="008C1056"/>
    <w:rsid w:val="008C1172"/>
    <w:rsid w:val="008C2A32"/>
    <w:rsid w:val="008C3B45"/>
    <w:rsid w:val="008C4E43"/>
    <w:rsid w:val="008C5004"/>
    <w:rsid w:val="008C5732"/>
    <w:rsid w:val="008C5897"/>
    <w:rsid w:val="008C614F"/>
    <w:rsid w:val="008C6612"/>
    <w:rsid w:val="008C6AD3"/>
    <w:rsid w:val="008C7001"/>
    <w:rsid w:val="008C7D6F"/>
    <w:rsid w:val="008D04A6"/>
    <w:rsid w:val="008D139F"/>
    <w:rsid w:val="008D1915"/>
    <w:rsid w:val="008D1B32"/>
    <w:rsid w:val="008D323B"/>
    <w:rsid w:val="008D3258"/>
    <w:rsid w:val="008D3D21"/>
    <w:rsid w:val="008D3D2A"/>
    <w:rsid w:val="008D4EFE"/>
    <w:rsid w:val="008D5634"/>
    <w:rsid w:val="008D65EA"/>
    <w:rsid w:val="008D6A2A"/>
    <w:rsid w:val="008D6EBE"/>
    <w:rsid w:val="008D70B0"/>
    <w:rsid w:val="008D7855"/>
    <w:rsid w:val="008E18EC"/>
    <w:rsid w:val="008E2AAB"/>
    <w:rsid w:val="008E2F01"/>
    <w:rsid w:val="008E42EE"/>
    <w:rsid w:val="008E450F"/>
    <w:rsid w:val="008E4DFB"/>
    <w:rsid w:val="008E5405"/>
    <w:rsid w:val="008E57C3"/>
    <w:rsid w:val="008E5E78"/>
    <w:rsid w:val="008E6485"/>
    <w:rsid w:val="008E66F3"/>
    <w:rsid w:val="008E6CCD"/>
    <w:rsid w:val="008E7AF2"/>
    <w:rsid w:val="008F05B7"/>
    <w:rsid w:val="008F0A64"/>
    <w:rsid w:val="008F0CF2"/>
    <w:rsid w:val="008F1278"/>
    <w:rsid w:val="008F1E16"/>
    <w:rsid w:val="008F1EC8"/>
    <w:rsid w:val="008F2054"/>
    <w:rsid w:val="008F2B1F"/>
    <w:rsid w:val="008F2CA3"/>
    <w:rsid w:val="008F2CFD"/>
    <w:rsid w:val="008F2E41"/>
    <w:rsid w:val="008F44BB"/>
    <w:rsid w:val="008F4CA3"/>
    <w:rsid w:val="008F5328"/>
    <w:rsid w:val="008F598B"/>
    <w:rsid w:val="008F6760"/>
    <w:rsid w:val="008F6A44"/>
    <w:rsid w:val="008F7F64"/>
    <w:rsid w:val="009003FC"/>
    <w:rsid w:val="009009BB"/>
    <w:rsid w:val="00900C8F"/>
    <w:rsid w:val="00901642"/>
    <w:rsid w:val="009016F3"/>
    <w:rsid w:val="00901759"/>
    <w:rsid w:val="00901BA5"/>
    <w:rsid w:val="00901DFE"/>
    <w:rsid w:val="00903D0D"/>
    <w:rsid w:val="009054D0"/>
    <w:rsid w:val="009065BF"/>
    <w:rsid w:val="00906AB5"/>
    <w:rsid w:val="00906F21"/>
    <w:rsid w:val="009105D1"/>
    <w:rsid w:val="00910846"/>
    <w:rsid w:val="009109E6"/>
    <w:rsid w:val="00911675"/>
    <w:rsid w:val="00911946"/>
    <w:rsid w:val="00911B33"/>
    <w:rsid w:val="0091200C"/>
    <w:rsid w:val="00912C16"/>
    <w:rsid w:val="00913026"/>
    <w:rsid w:val="00913166"/>
    <w:rsid w:val="0091400F"/>
    <w:rsid w:val="009150AB"/>
    <w:rsid w:val="0091531F"/>
    <w:rsid w:val="0091549B"/>
    <w:rsid w:val="009157E1"/>
    <w:rsid w:val="00915BDA"/>
    <w:rsid w:val="00915C39"/>
    <w:rsid w:val="009162C6"/>
    <w:rsid w:val="00916322"/>
    <w:rsid w:val="00916B63"/>
    <w:rsid w:val="0091709D"/>
    <w:rsid w:val="009172C5"/>
    <w:rsid w:val="009177F1"/>
    <w:rsid w:val="00917DE0"/>
    <w:rsid w:val="00917F5B"/>
    <w:rsid w:val="00920219"/>
    <w:rsid w:val="00920814"/>
    <w:rsid w:val="00920899"/>
    <w:rsid w:val="00920F8D"/>
    <w:rsid w:val="0092187A"/>
    <w:rsid w:val="00921A70"/>
    <w:rsid w:val="00922337"/>
    <w:rsid w:val="00922FF5"/>
    <w:rsid w:val="009243F2"/>
    <w:rsid w:val="00924D4A"/>
    <w:rsid w:val="00925337"/>
    <w:rsid w:val="00926BE4"/>
    <w:rsid w:val="0092749A"/>
    <w:rsid w:val="009302F3"/>
    <w:rsid w:val="00932102"/>
    <w:rsid w:val="009326A0"/>
    <w:rsid w:val="009335F0"/>
    <w:rsid w:val="0093369D"/>
    <w:rsid w:val="00933927"/>
    <w:rsid w:val="0093627B"/>
    <w:rsid w:val="009374D4"/>
    <w:rsid w:val="0093753A"/>
    <w:rsid w:val="0094058B"/>
    <w:rsid w:val="00941052"/>
    <w:rsid w:val="00941964"/>
    <w:rsid w:val="0094267F"/>
    <w:rsid w:val="00942777"/>
    <w:rsid w:val="0094299B"/>
    <w:rsid w:val="00943978"/>
    <w:rsid w:val="009440B3"/>
    <w:rsid w:val="0094435B"/>
    <w:rsid w:val="00945787"/>
    <w:rsid w:val="00946BD3"/>
    <w:rsid w:val="00947550"/>
    <w:rsid w:val="009477FF"/>
    <w:rsid w:val="00947D40"/>
    <w:rsid w:val="00950C57"/>
    <w:rsid w:val="00950EC4"/>
    <w:rsid w:val="00951FD2"/>
    <w:rsid w:val="0095200F"/>
    <w:rsid w:val="00952054"/>
    <w:rsid w:val="00952410"/>
    <w:rsid w:val="009537D1"/>
    <w:rsid w:val="0095383D"/>
    <w:rsid w:val="00954337"/>
    <w:rsid w:val="00954862"/>
    <w:rsid w:val="00954B13"/>
    <w:rsid w:val="0095583C"/>
    <w:rsid w:val="00955B71"/>
    <w:rsid w:val="0095629F"/>
    <w:rsid w:val="00956B56"/>
    <w:rsid w:val="009575E3"/>
    <w:rsid w:val="00957EC3"/>
    <w:rsid w:val="00960488"/>
    <w:rsid w:val="00960B04"/>
    <w:rsid w:val="00962090"/>
    <w:rsid w:val="009626DC"/>
    <w:rsid w:val="0096279C"/>
    <w:rsid w:val="0096279E"/>
    <w:rsid w:val="00963539"/>
    <w:rsid w:val="00963931"/>
    <w:rsid w:val="009640B4"/>
    <w:rsid w:val="00964F24"/>
    <w:rsid w:val="009677EA"/>
    <w:rsid w:val="00967EE4"/>
    <w:rsid w:val="009712EC"/>
    <w:rsid w:val="009713E5"/>
    <w:rsid w:val="009717AD"/>
    <w:rsid w:val="00971D27"/>
    <w:rsid w:val="0097330B"/>
    <w:rsid w:val="00974A58"/>
    <w:rsid w:val="009766A0"/>
    <w:rsid w:val="00976E72"/>
    <w:rsid w:val="009770CC"/>
    <w:rsid w:val="00977A61"/>
    <w:rsid w:val="00977C2B"/>
    <w:rsid w:val="009802E8"/>
    <w:rsid w:val="009803E2"/>
    <w:rsid w:val="00980674"/>
    <w:rsid w:val="009821BF"/>
    <w:rsid w:val="00983014"/>
    <w:rsid w:val="009830E0"/>
    <w:rsid w:val="00983C13"/>
    <w:rsid w:val="009849D9"/>
    <w:rsid w:val="00985183"/>
    <w:rsid w:val="00985745"/>
    <w:rsid w:val="00985B82"/>
    <w:rsid w:val="00986586"/>
    <w:rsid w:val="009866B1"/>
    <w:rsid w:val="009870BD"/>
    <w:rsid w:val="00987745"/>
    <w:rsid w:val="009903E3"/>
    <w:rsid w:val="00990668"/>
    <w:rsid w:val="00990E9E"/>
    <w:rsid w:val="00991EDE"/>
    <w:rsid w:val="0099213F"/>
    <w:rsid w:val="00992D80"/>
    <w:rsid w:val="009933CB"/>
    <w:rsid w:val="00993EB9"/>
    <w:rsid w:val="0099420E"/>
    <w:rsid w:val="00994E1C"/>
    <w:rsid w:val="00995279"/>
    <w:rsid w:val="00996131"/>
    <w:rsid w:val="00996338"/>
    <w:rsid w:val="00996797"/>
    <w:rsid w:val="009969CB"/>
    <w:rsid w:val="00996D34"/>
    <w:rsid w:val="009975D3"/>
    <w:rsid w:val="00997639"/>
    <w:rsid w:val="009A0B7E"/>
    <w:rsid w:val="009A0C1F"/>
    <w:rsid w:val="009A0CA5"/>
    <w:rsid w:val="009A1889"/>
    <w:rsid w:val="009A1CCB"/>
    <w:rsid w:val="009A1E82"/>
    <w:rsid w:val="009A30A3"/>
    <w:rsid w:val="009A35B2"/>
    <w:rsid w:val="009A36C4"/>
    <w:rsid w:val="009A4477"/>
    <w:rsid w:val="009A46DF"/>
    <w:rsid w:val="009A5363"/>
    <w:rsid w:val="009A6571"/>
    <w:rsid w:val="009A6777"/>
    <w:rsid w:val="009A6E69"/>
    <w:rsid w:val="009A6F15"/>
    <w:rsid w:val="009B00B8"/>
    <w:rsid w:val="009B0E5B"/>
    <w:rsid w:val="009B194C"/>
    <w:rsid w:val="009B1DB6"/>
    <w:rsid w:val="009B293E"/>
    <w:rsid w:val="009B2C40"/>
    <w:rsid w:val="009B3772"/>
    <w:rsid w:val="009B3D37"/>
    <w:rsid w:val="009B44C6"/>
    <w:rsid w:val="009B53EE"/>
    <w:rsid w:val="009B6589"/>
    <w:rsid w:val="009B7610"/>
    <w:rsid w:val="009B77AD"/>
    <w:rsid w:val="009C031B"/>
    <w:rsid w:val="009C15D4"/>
    <w:rsid w:val="009C1B11"/>
    <w:rsid w:val="009C275A"/>
    <w:rsid w:val="009C3CBA"/>
    <w:rsid w:val="009C3D87"/>
    <w:rsid w:val="009C6CDB"/>
    <w:rsid w:val="009C71B0"/>
    <w:rsid w:val="009C757E"/>
    <w:rsid w:val="009C7D70"/>
    <w:rsid w:val="009D03F6"/>
    <w:rsid w:val="009D0687"/>
    <w:rsid w:val="009D0AF4"/>
    <w:rsid w:val="009D11B9"/>
    <w:rsid w:val="009D19BA"/>
    <w:rsid w:val="009D1CDE"/>
    <w:rsid w:val="009D2C0B"/>
    <w:rsid w:val="009D2C1B"/>
    <w:rsid w:val="009D3009"/>
    <w:rsid w:val="009D33A8"/>
    <w:rsid w:val="009D3D8C"/>
    <w:rsid w:val="009D487A"/>
    <w:rsid w:val="009D4D50"/>
    <w:rsid w:val="009D51A5"/>
    <w:rsid w:val="009D7D94"/>
    <w:rsid w:val="009E0AE5"/>
    <w:rsid w:val="009E0DB4"/>
    <w:rsid w:val="009E2531"/>
    <w:rsid w:val="009E359F"/>
    <w:rsid w:val="009E3E6F"/>
    <w:rsid w:val="009E3EE5"/>
    <w:rsid w:val="009E50CA"/>
    <w:rsid w:val="009E513F"/>
    <w:rsid w:val="009E62E7"/>
    <w:rsid w:val="009F037C"/>
    <w:rsid w:val="009F1189"/>
    <w:rsid w:val="009F15AA"/>
    <w:rsid w:val="009F165F"/>
    <w:rsid w:val="009F1B16"/>
    <w:rsid w:val="009F2365"/>
    <w:rsid w:val="009F2C44"/>
    <w:rsid w:val="009F3A7F"/>
    <w:rsid w:val="009F3F45"/>
    <w:rsid w:val="009F4085"/>
    <w:rsid w:val="009F43C7"/>
    <w:rsid w:val="009F4F57"/>
    <w:rsid w:val="009F5225"/>
    <w:rsid w:val="009F5D46"/>
    <w:rsid w:val="009F6A81"/>
    <w:rsid w:val="00A00F8F"/>
    <w:rsid w:val="00A01E4C"/>
    <w:rsid w:val="00A01F6D"/>
    <w:rsid w:val="00A0244D"/>
    <w:rsid w:val="00A0252E"/>
    <w:rsid w:val="00A04D4F"/>
    <w:rsid w:val="00A07731"/>
    <w:rsid w:val="00A07D0F"/>
    <w:rsid w:val="00A103F6"/>
    <w:rsid w:val="00A1092E"/>
    <w:rsid w:val="00A10DDD"/>
    <w:rsid w:val="00A11E63"/>
    <w:rsid w:val="00A12314"/>
    <w:rsid w:val="00A123F3"/>
    <w:rsid w:val="00A15D12"/>
    <w:rsid w:val="00A15F1C"/>
    <w:rsid w:val="00A1647F"/>
    <w:rsid w:val="00A166EA"/>
    <w:rsid w:val="00A170AE"/>
    <w:rsid w:val="00A17434"/>
    <w:rsid w:val="00A17471"/>
    <w:rsid w:val="00A17C4B"/>
    <w:rsid w:val="00A21031"/>
    <w:rsid w:val="00A23435"/>
    <w:rsid w:val="00A24C4D"/>
    <w:rsid w:val="00A24FC4"/>
    <w:rsid w:val="00A25767"/>
    <w:rsid w:val="00A2698A"/>
    <w:rsid w:val="00A26C0A"/>
    <w:rsid w:val="00A273FB"/>
    <w:rsid w:val="00A2790A"/>
    <w:rsid w:val="00A30190"/>
    <w:rsid w:val="00A30586"/>
    <w:rsid w:val="00A3145D"/>
    <w:rsid w:val="00A314B5"/>
    <w:rsid w:val="00A3169E"/>
    <w:rsid w:val="00A33014"/>
    <w:rsid w:val="00A338F4"/>
    <w:rsid w:val="00A34223"/>
    <w:rsid w:val="00A353D1"/>
    <w:rsid w:val="00A3552E"/>
    <w:rsid w:val="00A35E33"/>
    <w:rsid w:val="00A36729"/>
    <w:rsid w:val="00A3679F"/>
    <w:rsid w:val="00A36D25"/>
    <w:rsid w:val="00A36FC5"/>
    <w:rsid w:val="00A4089E"/>
    <w:rsid w:val="00A41BCE"/>
    <w:rsid w:val="00A420CC"/>
    <w:rsid w:val="00A421EE"/>
    <w:rsid w:val="00A42D9F"/>
    <w:rsid w:val="00A43423"/>
    <w:rsid w:val="00A44037"/>
    <w:rsid w:val="00A4428C"/>
    <w:rsid w:val="00A4435B"/>
    <w:rsid w:val="00A449A1"/>
    <w:rsid w:val="00A44D59"/>
    <w:rsid w:val="00A44EA3"/>
    <w:rsid w:val="00A44FCA"/>
    <w:rsid w:val="00A44FD1"/>
    <w:rsid w:val="00A45464"/>
    <w:rsid w:val="00A465C3"/>
    <w:rsid w:val="00A46B31"/>
    <w:rsid w:val="00A4791A"/>
    <w:rsid w:val="00A50247"/>
    <w:rsid w:val="00A50A0C"/>
    <w:rsid w:val="00A50C90"/>
    <w:rsid w:val="00A53290"/>
    <w:rsid w:val="00A53E29"/>
    <w:rsid w:val="00A54701"/>
    <w:rsid w:val="00A550DD"/>
    <w:rsid w:val="00A551DD"/>
    <w:rsid w:val="00A56396"/>
    <w:rsid w:val="00A576A6"/>
    <w:rsid w:val="00A57A14"/>
    <w:rsid w:val="00A60672"/>
    <w:rsid w:val="00A607A9"/>
    <w:rsid w:val="00A60ED6"/>
    <w:rsid w:val="00A60FBB"/>
    <w:rsid w:val="00A621FE"/>
    <w:rsid w:val="00A6239D"/>
    <w:rsid w:val="00A62CB9"/>
    <w:rsid w:val="00A6497C"/>
    <w:rsid w:val="00A649DB"/>
    <w:rsid w:val="00A65ABC"/>
    <w:rsid w:val="00A66834"/>
    <w:rsid w:val="00A66B8F"/>
    <w:rsid w:val="00A70191"/>
    <w:rsid w:val="00A718D1"/>
    <w:rsid w:val="00A7248E"/>
    <w:rsid w:val="00A72CC1"/>
    <w:rsid w:val="00A72E9F"/>
    <w:rsid w:val="00A730A5"/>
    <w:rsid w:val="00A74106"/>
    <w:rsid w:val="00A74BEB"/>
    <w:rsid w:val="00A75469"/>
    <w:rsid w:val="00A758C7"/>
    <w:rsid w:val="00A766E8"/>
    <w:rsid w:val="00A76A05"/>
    <w:rsid w:val="00A76DFA"/>
    <w:rsid w:val="00A776F0"/>
    <w:rsid w:val="00A777C4"/>
    <w:rsid w:val="00A80963"/>
    <w:rsid w:val="00A80C96"/>
    <w:rsid w:val="00A8153C"/>
    <w:rsid w:val="00A826A3"/>
    <w:rsid w:val="00A830D9"/>
    <w:rsid w:val="00A8360B"/>
    <w:rsid w:val="00A838F8"/>
    <w:rsid w:val="00A83BF8"/>
    <w:rsid w:val="00A84239"/>
    <w:rsid w:val="00A84AF7"/>
    <w:rsid w:val="00A84F0D"/>
    <w:rsid w:val="00A84FAF"/>
    <w:rsid w:val="00A86698"/>
    <w:rsid w:val="00A86C5B"/>
    <w:rsid w:val="00A878D1"/>
    <w:rsid w:val="00A87ECA"/>
    <w:rsid w:val="00A90590"/>
    <w:rsid w:val="00A90EF3"/>
    <w:rsid w:val="00A92D1C"/>
    <w:rsid w:val="00A935F8"/>
    <w:rsid w:val="00A938A8"/>
    <w:rsid w:val="00A9396D"/>
    <w:rsid w:val="00A94291"/>
    <w:rsid w:val="00A94DE8"/>
    <w:rsid w:val="00A94FC5"/>
    <w:rsid w:val="00A957E6"/>
    <w:rsid w:val="00A9598A"/>
    <w:rsid w:val="00A95B82"/>
    <w:rsid w:val="00A969B9"/>
    <w:rsid w:val="00A96C56"/>
    <w:rsid w:val="00A96EBC"/>
    <w:rsid w:val="00A9766E"/>
    <w:rsid w:val="00A97EA7"/>
    <w:rsid w:val="00A97F2B"/>
    <w:rsid w:val="00AA03D6"/>
    <w:rsid w:val="00AA0A10"/>
    <w:rsid w:val="00AA0EEA"/>
    <w:rsid w:val="00AA1F85"/>
    <w:rsid w:val="00AA2959"/>
    <w:rsid w:val="00AA38C0"/>
    <w:rsid w:val="00AA3CF4"/>
    <w:rsid w:val="00AA3F03"/>
    <w:rsid w:val="00AA485E"/>
    <w:rsid w:val="00AA4958"/>
    <w:rsid w:val="00AA4CF8"/>
    <w:rsid w:val="00AA5145"/>
    <w:rsid w:val="00AA6BF7"/>
    <w:rsid w:val="00AA7019"/>
    <w:rsid w:val="00AA725C"/>
    <w:rsid w:val="00AA7C79"/>
    <w:rsid w:val="00AB07A7"/>
    <w:rsid w:val="00AB24F6"/>
    <w:rsid w:val="00AB28A5"/>
    <w:rsid w:val="00AB3145"/>
    <w:rsid w:val="00AB36C3"/>
    <w:rsid w:val="00AB37DA"/>
    <w:rsid w:val="00AB3F18"/>
    <w:rsid w:val="00AB4790"/>
    <w:rsid w:val="00AB58F7"/>
    <w:rsid w:val="00AB5B6F"/>
    <w:rsid w:val="00AB5DA1"/>
    <w:rsid w:val="00AB7039"/>
    <w:rsid w:val="00AB7A90"/>
    <w:rsid w:val="00AC0B80"/>
    <w:rsid w:val="00AC1CA2"/>
    <w:rsid w:val="00AC21DA"/>
    <w:rsid w:val="00AC2989"/>
    <w:rsid w:val="00AC358D"/>
    <w:rsid w:val="00AC4620"/>
    <w:rsid w:val="00AC506F"/>
    <w:rsid w:val="00AC5C33"/>
    <w:rsid w:val="00AC601B"/>
    <w:rsid w:val="00AC623B"/>
    <w:rsid w:val="00AC6396"/>
    <w:rsid w:val="00AC659B"/>
    <w:rsid w:val="00AD021E"/>
    <w:rsid w:val="00AD1166"/>
    <w:rsid w:val="00AD1D93"/>
    <w:rsid w:val="00AD237E"/>
    <w:rsid w:val="00AD3A4A"/>
    <w:rsid w:val="00AD4BCD"/>
    <w:rsid w:val="00AD4CA6"/>
    <w:rsid w:val="00AD4DFA"/>
    <w:rsid w:val="00AD4E04"/>
    <w:rsid w:val="00AD5E71"/>
    <w:rsid w:val="00AD79D7"/>
    <w:rsid w:val="00AE0B49"/>
    <w:rsid w:val="00AE12C6"/>
    <w:rsid w:val="00AE15F5"/>
    <w:rsid w:val="00AE1D6E"/>
    <w:rsid w:val="00AE2749"/>
    <w:rsid w:val="00AE2F4A"/>
    <w:rsid w:val="00AE327C"/>
    <w:rsid w:val="00AE63F1"/>
    <w:rsid w:val="00AE7024"/>
    <w:rsid w:val="00AE748A"/>
    <w:rsid w:val="00AF07E3"/>
    <w:rsid w:val="00AF0A36"/>
    <w:rsid w:val="00AF1148"/>
    <w:rsid w:val="00AF1E72"/>
    <w:rsid w:val="00AF4023"/>
    <w:rsid w:val="00AF40EB"/>
    <w:rsid w:val="00AF45DA"/>
    <w:rsid w:val="00AF5345"/>
    <w:rsid w:val="00AF59EA"/>
    <w:rsid w:val="00AF5CD1"/>
    <w:rsid w:val="00AF6249"/>
    <w:rsid w:val="00AF636E"/>
    <w:rsid w:val="00AF64ED"/>
    <w:rsid w:val="00AF657C"/>
    <w:rsid w:val="00AF76A9"/>
    <w:rsid w:val="00B02AD8"/>
    <w:rsid w:val="00B02EF4"/>
    <w:rsid w:val="00B0317D"/>
    <w:rsid w:val="00B03734"/>
    <w:rsid w:val="00B03943"/>
    <w:rsid w:val="00B0431B"/>
    <w:rsid w:val="00B057E1"/>
    <w:rsid w:val="00B059D2"/>
    <w:rsid w:val="00B064E1"/>
    <w:rsid w:val="00B06DAC"/>
    <w:rsid w:val="00B07712"/>
    <w:rsid w:val="00B07AE8"/>
    <w:rsid w:val="00B104EB"/>
    <w:rsid w:val="00B10ADF"/>
    <w:rsid w:val="00B10CAE"/>
    <w:rsid w:val="00B11279"/>
    <w:rsid w:val="00B11AF1"/>
    <w:rsid w:val="00B12641"/>
    <w:rsid w:val="00B12F41"/>
    <w:rsid w:val="00B139F0"/>
    <w:rsid w:val="00B13B83"/>
    <w:rsid w:val="00B16281"/>
    <w:rsid w:val="00B16477"/>
    <w:rsid w:val="00B1695A"/>
    <w:rsid w:val="00B178DF"/>
    <w:rsid w:val="00B2058E"/>
    <w:rsid w:val="00B2091A"/>
    <w:rsid w:val="00B23515"/>
    <w:rsid w:val="00B23822"/>
    <w:rsid w:val="00B24278"/>
    <w:rsid w:val="00B24AC7"/>
    <w:rsid w:val="00B24DC4"/>
    <w:rsid w:val="00B253C6"/>
    <w:rsid w:val="00B25AFA"/>
    <w:rsid w:val="00B2636D"/>
    <w:rsid w:val="00B264A6"/>
    <w:rsid w:val="00B265AB"/>
    <w:rsid w:val="00B27453"/>
    <w:rsid w:val="00B2763B"/>
    <w:rsid w:val="00B27B01"/>
    <w:rsid w:val="00B30168"/>
    <w:rsid w:val="00B311D8"/>
    <w:rsid w:val="00B313DC"/>
    <w:rsid w:val="00B31625"/>
    <w:rsid w:val="00B322AE"/>
    <w:rsid w:val="00B334BD"/>
    <w:rsid w:val="00B33672"/>
    <w:rsid w:val="00B34135"/>
    <w:rsid w:val="00B342AA"/>
    <w:rsid w:val="00B34E3A"/>
    <w:rsid w:val="00B3577B"/>
    <w:rsid w:val="00B3610E"/>
    <w:rsid w:val="00B376E0"/>
    <w:rsid w:val="00B3785D"/>
    <w:rsid w:val="00B378CA"/>
    <w:rsid w:val="00B37E5C"/>
    <w:rsid w:val="00B4012E"/>
    <w:rsid w:val="00B4023E"/>
    <w:rsid w:val="00B403AF"/>
    <w:rsid w:val="00B40E14"/>
    <w:rsid w:val="00B40E8F"/>
    <w:rsid w:val="00B410E1"/>
    <w:rsid w:val="00B4138C"/>
    <w:rsid w:val="00B41C0C"/>
    <w:rsid w:val="00B41D6F"/>
    <w:rsid w:val="00B4250B"/>
    <w:rsid w:val="00B429EE"/>
    <w:rsid w:val="00B42CD8"/>
    <w:rsid w:val="00B42D99"/>
    <w:rsid w:val="00B435CF"/>
    <w:rsid w:val="00B44511"/>
    <w:rsid w:val="00B45386"/>
    <w:rsid w:val="00B454A0"/>
    <w:rsid w:val="00B4586C"/>
    <w:rsid w:val="00B459C7"/>
    <w:rsid w:val="00B45B94"/>
    <w:rsid w:val="00B45FF7"/>
    <w:rsid w:val="00B46784"/>
    <w:rsid w:val="00B46CA5"/>
    <w:rsid w:val="00B46ED6"/>
    <w:rsid w:val="00B46ED7"/>
    <w:rsid w:val="00B500B1"/>
    <w:rsid w:val="00B5018F"/>
    <w:rsid w:val="00B50255"/>
    <w:rsid w:val="00B510DA"/>
    <w:rsid w:val="00B512CA"/>
    <w:rsid w:val="00B5381C"/>
    <w:rsid w:val="00B54484"/>
    <w:rsid w:val="00B54A0E"/>
    <w:rsid w:val="00B54DD3"/>
    <w:rsid w:val="00B55B5B"/>
    <w:rsid w:val="00B55CB2"/>
    <w:rsid w:val="00B55ED0"/>
    <w:rsid w:val="00B5696D"/>
    <w:rsid w:val="00B5765B"/>
    <w:rsid w:val="00B61AFD"/>
    <w:rsid w:val="00B6364F"/>
    <w:rsid w:val="00B642E2"/>
    <w:rsid w:val="00B6448F"/>
    <w:rsid w:val="00B65513"/>
    <w:rsid w:val="00B675AD"/>
    <w:rsid w:val="00B70024"/>
    <w:rsid w:val="00B70039"/>
    <w:rsid w:val="00B70233"/>
    <w:rsid w:val="00B70317"/>
    <w:rsid w:val="00B70469"/>
    <w:rsid w:val="00B705F8"/>
    <w:rsid w:val="00B70E10"/>
    <w:rsid w:val="00B723C9"/>
    <w:rsid w:val="00B72D85"/>
    <w:rsid w:val="00B730E5"/>
    <w:rsid w:val="00B7319A"/>
    <w:rsid w:val="00B73586"/>
    <w:rsid w:val="00B7457A"/>
    <w:rsid w:val="00B75DA6"/>
    <w:rsid w:val="00B767B0"/>
    <w:rsid w:val="00B77DA7"/>
    <w:rsid w:val="00B77DDE"/>
    <w:rsid w:val="00B80883"/>
    <w:rsid w:val="00B81444"/>
    <w:rsid w:val="00B83843"/>
    <w:rsid w:val="00B83C39"/>
    <w:rsid w:val="00B8516C"/>
    <w:rsid w:val="00B85E14"/>
    <w:rsid w:val="00B862A9"/>
    <w:rsid w:val="00B86471"/>
    <w:rsid w:val="00B90A6D"/>
    <w:rsid w:val="00B91309"/>
    <w:rsid w:val="00B9145F"/>
    <w:rsid w:val="00B9274E"/>
    <w:rsid w:val="00B94699"/>
    <w:rsid w:val="00B9568F"/>
    <w:rsid w:val="00B96A5D"/>
    <w:rsid w:val="00B96FC6"/>
    <w:rsid w:val="00B97736"/>
    <w:rsid w:val="00BA021D"/>
    <w:rsid w:val="00BA1267"/>
    <w:rsid w:val="00BA193C"/>
    <w:rsid w:val="00BA2CD1"/>
    <w:rsid w:val="00BA3049"/>
    <w:rsid w:val="00BA3191"/>
    <w:rsid w:val="00BA39E5"/>
    <w:rsid w:val="00BA42BF"/>
    <w:rsid w:val="00BA4716"/>
    <w:rsid w:val="00BA5E6C"/>
    <w:rsid w:val="00BA6505"/>
    <w:rsid w:val="00BB0140"/>
    <w:rsid w:val="00BB04D9"/>
    <w:rsid w:val="00BB0534"/>
    <w:rsid w:val="00BB0ECF"/>
    <w:rsid w:val="00BB182C"/>
    <w:rsid w:val="00BB1C29"/>
    <w:rsid w:val="00BB208A"/>
    <w:rsid w:val="00BB2BCF"/>
    <w:rsid w:val="00BB2BDF"/>
    <w:rsid w:val="00BB2F76"/>
    <w:rsid w:val="00BB3314"/>
    <w:rsid w:val="00BB3AFD"/>
    <w:rsid w:val="00BB4546"/>
    <w:rsid w:val="00BB45FC"/>
    <w:rsid w:val="00BB4F31"/>
    <w:rsid w:val="00BB531D"/>
    <w:rsid w:val="00BB620A"/>
    <w:rsid w:val="00BB7B6A"/>
    <w:rsid w:val="00BC07FF"/>
    <w:rsid w:val="00BC12E3"/>
    <w:rsid w:val="00BC1444"/>
    <w:rsid w:val="00BC23F6"/>
    <w:rsid w:val="00BC28CD"/>
    <w:rsid w:val="00BC3222"/>
    <w:rsid w:val="00BC3E0F"/>
    <w:rsid w:val="00BC4227"/>
    <w:rsid w:val="00BC43BC"/>
    <w:rsid w:val="00BC4DFD"/>
    <w:rsid w:val="00BC5AA6"/>
    <w:rsid w:val="00BC6434"/>
    <w:rsid w:val="00BC6F70"/>
    <w:rsid w:val="00BC75F9"/>
    <w:rsid w:val="00BC79F3"/>
    <w:rsid w:val="00BC7A51"/>
    <w:rsid w:val="00BC7BDF"/>
    <w:rsid w:val="00BD1F43"/>
    <w:rsid w:val="00BD2096"/>
    <w:rsid w:val="00BD2812"/>
    <w:rsid w:val="00BD4018"/>
    <w:rsid w:val="00BD4B03"/>
    <w:rsid w:val="00BD5006"/>
    <w:rsid w:val="00BD5398"/>
    <w:rsid w:val="00BD5A39"/>
    <w:rsid w:val="00BD600F"/>
    <w:rsid w:val="00BD6573"/>
    <w:rsid w:val="00BD7CE0"/>
    <w:rsid w:val="00BD7D50"/>
    <w:rsid w:val="00BE2500"/>
    <w:rsid w:val="00BE2901"/>
    <w:rsid w:val="00BE31F0"/>
    <w:rsid w:val="00BE5E29"/>
    <w:rsid w:val="00BE630E"/>
    <w:rsid w:val="00BE72C8"/>
    <w:rsid w:val="00BE7377"/>
    <w:rsid w:val="00BE74C8"/>
    <w:rsid w:val="00BE7539"/>
    <w:rsid w:val="00BE7652"/>
    <w:rsid w:val="00BF0789"/>
    <w:rsid w:val="00BF07BF"/>
    <w:rsid w:val="00BF0E12"/>
    <w:rsid w:val="00BF10C5"/>
    <w:rsid w:val="00BF142D"/>
    <w:rsid w:val="00BF14FA"/>
    <w:rsid w:val="00BF2D48"/>
    <w:rsid w:val="00BF37C8"/>
    <w:rsid w:val="00BF39AD"/>
    <w:rsid w:val="00BF568C"/>
    <w:rsid w:val="00BF6340"/>
    <w:rsid w:val="00BF7666"/>
    <w:rsid w:val="00BF7879"/>
    <w:rsid w:val="00BF78E8"/>
    <w:rsid w:val="00C000EB"/>
    <w:rsid w:val="00C00928"/>
    <w:rsid w:val="00C0110F"/>
    <w:rsid w:val="00C01C8D"/>
    <w:rsid w:val="00C01D5A"/>
    <w:rsid w:val="00C03649"/>
    <w:rsid w:val="00C039B4"/>
    <w:rsid w:val="00C03D03"/>
    <w:rsid w:val="00C0475A"/>
    <w:rsid w:val="00C04CC0"/>
    <w:rsid w:val="00C05FD0"/>
    <w:rsid w:val="00C062D5"/>
    <w:rsid w:val="00C062E7"/>
    <w:rsid w:val="00C0795F"/>
    <w:rsid w:val="00C07FBF"/>
    <w:rsid w:val="00C10D08"/>
    <w:rsid w:val="00C1121D"/>
    <w:rsid w:val="00C11623"/>
    <w:rsid w:val="00C11D86"/>
    <w:rsid w:val="00C121E9"/>
    <w:rsid w:val="00C12C3B"/>
    <w:rsid w:val="00C13C30"/>
    <w:rsid w:val="00C14378"/>
    <w:rsid w:val="00C143DA"/>
    <w:rsid w:val="00C14773"/>
    <w:rsid w:val="00C14869"/>
    <w:rsid w:val="00C1633B"/>
    <w:rsid w:val="00C16F8B"/>
    <w:rsid w:val="00C204B9"/>
    <w:rsid w:val="00C2088D"/>
    <w:rsid w:val="00C20ED2"/>
    <w:rsid w:val="00C212EF"/>
    <w:rsid w:val="00C21CF6"/>
    <w:rsid w:val="00C22CE1"/>
    <w:rsid w:val="00C25517"/>
    <w:rsid w:val="00C261F1"/>
    <w:rsid w:val="00C274FE"/>
    <w:rsid w:val="00C305C3"/>
    <w:rsid w:val="00C30ABD"/>
    <w:rsid w:val="00C3276F"/>
    <w:rsid w:val="00C32877"/>
    <w:rsid w:val="00C32D50"/>
    <w:rsid w:val="00C32FA8"/>
    <w:rsid w:val="00C34340"/>
    <w:rsid w:val="00C345AF"/>
    <w:rsid w:val="00C348F9"/>
    <w:rsid w:val="00C35AB5"/>
    <w:rsid w:val="00C35E19"/>
    <w:rsid w:val="00C3614D"/>
    <w:rsid w:val="00C366B7"/>
    <w:rsid w:val="00C3700F"/>
    <w:rsid w:val="00C37304"/>
    <w:rsid w:val="00C37776"/>
    <w:rsid w:val="00C40284"/>
    <w:rsid w:val="00C40361"/>
    <w:rsid w:val="00C40AB8"/>
    <w:rsid w:val="00C410C1"/>
    <w:rsid w:val="00C4131C"/>
    <w:rsid w:val="00C41B60"/>
    <w:rsid w:val="00C42066"/>
    <w:rsid w:val="00C424CE"/>
    <w:rsid w:val="00C43045"/>
    <w:rsid w:val="00C43988"/>
    <w:rsid w:val="00C439E2"/>
    <w:rsid w:val="00C43FD9"/>
    <w:rsid w:val="00C444CC"/>
    <w:rsid w:val="00C44BD1"/>
    <w:rsid w:val="00C44C4C"/>
    <w:rsid w:val="00C45FF0"/>
    <w:rsid w:val="00C47C82"/>
    <w:rsid w:val="00C502EC"/>
    <w:rsid w:val="00C52FC6"/>
    <w:rsid w:val="00C53C60"/>
    <w:rsid w:val="00C545BF"/>
    <w:rsid w:val="00C54949"/>
    <w:rsid w:val="00C54BCB"/>
    <w:rsid w:val="00C5535C"/>
    <w:rsid w:val="00C55439"/>
    <w:rsid w:val="00C55650"/>
    <w:rsid w:val="00C55BD3"/>
    <w:rsid w:val="00C55C45"/>
    <w:rsid w:val="00C5672F"/>
    <w:rsid w:val="00C56A56"/>
    <w:rsid w:val="00C57205"/>
    <w:rsid w:val="00C60764"/>
    <w:rsid w:val="00C60ED4"/>
    <w:rsid w:val="00C61B78"/>
    <w:rsid w:val="00C620A4"/>
    <w:rsid w:val="00C62B98"/>
    <w:rsid w:val="00C63C5E"/>
    <w:rsid w:val="00C63F0D"/>
    <w:rsid w:val="00C63FF6"/>
    <w:rsid w:val="00C64D4E"/>
    <w:rsid w:val="00C64DC9"/>
    <w:rsid w:val="00C6501F"/>
    <w:rsid w:val="00C652F1"/>
    <w:rsid w:val="00C65856"/>
    <w:rsid w:val="00C66590"/>
    <w:rsid w:val="00C66904"/>
    <w:rsid w:val="00C66ED2"/>
    <w:rsid w:val="00C66F35"/>
    <w:rsid w:val="00C67F65"/>
    <w:rsid w:val="00C724E8"/>
    <w:rsid w:val="00C726CC"/>
    <w:rsid w:val="00C72C35"/>
    <w:rsid w:val="00C72E2A"/>
    <w:rsid w:val="00C7490B"/>
    <w:rsid w:val="00C74B3F"/>
    <w:rsid w:val="00C76766"/>
    <w:rsid w:val="00C774DB"/>
    <w:rsid w:val="00C805CC"/>
    <w:rsid w:val="00C805DF"/>
    <w:rsid w:val="00C80994"/>
    <w:rsid w:val="00C809B5"/>
    <w:rsid w:val="00C80A10"/>
    <w:rsid w:val="00C8171B"/>
    <w:rsid w:val="00C81760"/>
    <w:rsid w:val="00C819E2"/>
    <w:rsid w:val="00C81BEF"/>
    <w:rsid w:val="00C81EF8"/>
    <w:rsid w:val="00C8210F"/>
    <w:rsid w:val="00C82517"/>
    <w:rsid w:val="00C8296B"/>
    <w:rsid w:val="00C82A39"/>
    <w:rsid w:val="00C82BC5"/>
    <w:rsid w:val="00C82E63"/>
    <w:rsid w:val="00C82E9B"/>
    <w:rsid w:val="00C84372"/>
    <w:rsid w:val="00C905EA"/>
    <w:rsid w:val="00C9072A"/>
    <w:rsid w:val="00C91384"/>
    <w:rsid w:val="00C92492"/>
    <w:rsid w:val="00C925E2"/>
    <w:rsid w:val="00C92C40"/>
    <w:rsid w:val="00C935E9"/>
    <w:rsid w:val="00C9435D"/>
    <w:rsid w:val="00C95802"/>
    <w:rsid w:val="00C95D21"/>
    <w:rsid w:val="00C95D37"/>
    <w:rsid w:val="00C9651D"/>
    <w:rsid w:val="00C97354"/>
    <w:rsid w:val="00C97EEF"/>
    <w:rsid w:val="00CA00A9"/>
    <w:rsid w:val="00CA0E9B"/>
    <w:rsid w:val="00CA17A9"/>
    <w:rsid w:val="00CA2CF0"/>
    <w:rsid w:val="00CA2E05"/>
    <w:rsid w:val="00CA38C5"/>
    <w:rsid w:val="00CA47B9"/>
    <w:rsid w:val="00CA675D"/>
    <w:rsid w:val="00CA688B"/>
    <w:rsid w:val="00CA7A13"/>
    <w:rsid w:val="00CB1511"/>
    <w:rsid w:val="00CB19BE"/>
    <w:rsid w:val="00CB245A"/>
    <w:rsid w:val="00CB2ADE"/>
    <w:rsid w:val="00CB3372"/>
    <w:rsid w:val="00CB3436"/>
    <w:rsid w:val="00CB40B3"/>
    <w:rsid w:val="00CB45B7"/>
    <w:rsid w:val="00CB52D3"/>
    <w:rsid w:val="00CB5418"/>
    <w:rsid w:val="00CB547D"/>
    <w:rsid w:val="00CB5AC4"/>
    <w:rsid w:val="00CB79FA"/>
    <w:rsid w:val="00CB7D20"/>
    <w:rsid w:val="00CC00EC"/>
    <w:rsid w:val="00CC0BF3"/>
    <w:rsid w:val="00CC2A54"/>
    <w:rsid w:val="00CC2DED"/>
    <w:rsid w:val="00CC367A"/>
    <w:rsid w:val="00CC3FDA"/>
    <w:rsid w:val="00CC41BD"/>
    <w:rsid w:val="00CC4409"/>
    <w:rsid w:val="00CC507C"/>
    <w:rsid w:val="00CC581E"/>
    <w:rsid w:val="00CC5964"/>
    <w:rsid w:val="00CC6653"/>
    <w:rsid w:val="00CC6853"/>
    <w:rsid w:val="00CC6FEF"/>
    <w:rsid w:val="00CD0421"/>
    <w:rsid w:val="00CD05FA"/>
    <w:rsid w:val="00CD0E2A"/>
    <w:rsid w:val="00CD2299"/>
    <w:rsid w:val="00CD2E98"/>
    <w:rsid w:val="00CD40F7"/>
    <w:rsid w:val="00CD4A01"/>
    <w:rsid w:val="00CD52E0"/>
    <w:rsid w:val="00CD5358"/>
    <w:rsid w:val="00CD630F"/>
    <w:rsid w:val="00CD65D0"/>
    <w:rsid w:val="00CD6E30"/>
    <w:rsid w:val="00CD6E3D"/>
    <w:rsid w:val="00CD742D"/>
    <w:rsid w:val="00CD79A9"/>
    <w:rsid w:val="00CE042A"/>
    <w:rsid w:val="00CE121E"/>
    <w:rsid w:val="00CE123F"/>
    <w:rsid w:val="00CE126D"/>
    <w:rsid w:val="00CE1674"/>
    <w:rsid w:val="00CE2D9A"/>
    <w:rsid w:val="00CE3F64"/>
    <w:rsid w:val="00CE47BF"/>
    <w:rsid w:val="00CE5356"/>
    <w:rsid w:val="00CE5AE7"/>
    <w:rsid w:val="00CE5BC9"/>
    <w:rsid w:val="00CE5DC8"/>
    <w:rsid w:val="00CE7483"/>
    <w:rsid w:val="00CE74EB"/>
    <w:rsid w:val="00CE7837"/>
    <w:rsid w:val="00CF1330"/>
    <w:rsid w:val="00CF1A07"/>
    <w:rsid w:val="00CF1BA7"/>
    <w:rsid w:val="00CF252A"/>
    <w:rsid w:val="00CF37D2"/>
    <w:rsid w:val="00CF4327"/>
    <w:rsid w:val="00CF4458"/>
    <w:rsid w:val="00CF6154"/>
    <w:rsid w:val="00CF7A9E"/>
    <w:rsid w:val="00CF7C76"/>
    <w:rsid w:val="00D01251"/>
    <w:rsid w:val="00D01A15"/>
    <w:rsid w:val="00D01CDB"/>
    <w:rsid w:val="00D02A06"/>
    <w:rsid w:val="00D0495A"/>
    <w:rsid w:val="00D051CF"/>
    <w:rsid w:val="00D052B2"/>
    <w:rsid w:val="00D1130C"/>
    <w:rsid w:val="00D135CA"/>
    <w:rsid w:val="00D139C9"/>
    <w:rsid w:val="00D144D0"/>
    <w:rsid w:val="00D14B05"/>
    <w:rsid w:val="00D1575F"/>
    <w:rsid w:val="00D16373"/>
    <w:rsid w:val="00D1750A"/>
    <w:rsid w:val="00D175F7"/>
    <w:rsid w:val="00D17682"/>
    <w:rsid w:val="00D17D7D"/>
    <w:rsid w:val="00D20139"/>
    <w:rsid w:val="00D213FB"/>
    <w:rsid w:val="00D2159B"/>
    <w:rsid w:val="00D2197F"/>
    <w:rsid w:val="00D21D08"/>
    <w:rsid w:val="00D225F5"/>
    <w:rsid w:val="00D24A8D"/>
    <w:rsid w:val="00D25607"/>
    <w:rsid w:val="00D25FD4"/>
    <w:rsid w:val="00D26125"/>
    <w:rsid w:val="00D265FE"/>
    <w:rsid w:val="00D26FC8"/>
    <w:rsid w:val="00D274A5"/>
    <w:rsid w:val="00D27666"/>
    <w:rsid w:val="00D31041"/>
    <w:rsid w:val="00D31AFE"/>
    <w:rsid w:val="00D32E5D"/>
    <w:rsid w:val="00D34807"/>
    <w:rsid w:val="00D34C03"/>
    <w:rsid w:val="00D36515"/>
    <w:rsid w:val="00D36DEC"/>
    <w:rsid w:val="00D37480"/>
    <w:rsid w:val="00D375D2"/>
    <w:rsid w:val="00D37B6F"/>
    <w:rsid w:val="00D4050F"/>
    <w:rsid w:val="00D41F02"/>
    <w:rsid w:val="00D4287E"/>
    <w:rsid w:val="00D43968"/>
    <w:rsid w:val="00D448C7"/>
    <w:rsid w:val="00D45067"/>
    <w:rsid w:val="00D46236"/>
    <w:rsid w:val="00D46402"/>
    <w:rsid w:val="00D47CF4"/>
    <w:rsid w:val="00D51EFB"/>
    <w:rsid w:val="00D52CE3"/>
    <w:rsid w:val="00D53D1F"/>
    <w:rsid w:val="00D53DB1"/>
    <w:rsid w:val="00D54146"/>
    <w:rsid w:val="00D5421A"/>
    <w:rsid w:val="00D54D01"/>
    <w:rsid w:val="00D54ED8"/>
    <w:rsid w:val="00D54F43"/>
    <w:rsid w:val="00D574E5"/>
    <w:rsid w:val="00D57867"/>
    <w:rsid w:val="00D60602"/>
    <w:rsid w:val="00D60993"/>
    <w:rsid w:val="00D60A0D"/>
    <w:rsid w:val="00D612DA"/>
    <w:rsid w:val="00D620E6"/>
    <w:rsid w:val="00D63FEA"/>
    <w:rsid w:val="00D64887"/>
    <w:rsid w:val="00D65448"/>
    <w:rsid w:val="00D664F9"/>
    <w:rsid w:val="00D673CF"/>
    <w:rsid w:val="00D67AEF"/>
    <w:rsid w:val="00D67E4C"/>
    <w:rsid w:val="00D67ED2"/>
    <w:rsid w:val="00D70C6B"/>
    <w:rsid w:val="00D70CC6"/>
    <w:rsid w:val="00D71642"/>
    <w:rsid w:val="00D72D98"/>
    <w:rsid w:val="00D73600"/>
    <w:rsid w:val="00D7365C"/>
    <w:rsid w:val="00D73FBB"/>
    <w:rsid w:val="00D74CD6"/>
    <w:rsid w:val="00D752A9"/>
    <w:rsid w:val="00D75C27"/>
    <w:rsid w:val="00D76D1F"/>
    <w:rsid w:val="00D76F54"/>
    <w:rsid w:val="00D82358"/>
    <w:rsid w:val="00D82F51"/>
    <w:rsid w:val="00D82F9D"/>
    <w:rsid w:val="00D84938"/>
    <w:rsid w:val="00D8594C"/>
    <w:rsid w:val="00D860FF"/>
    <w:rsid w:val="00D86F53"/>
    <w:rsid w:val="00D90366"/>
    <w:rsid w:val="00D908CF"/>
    <w:rsid w:val="00D91376"/>
    <w:rsid w:val="00D91EA6"/>
    <w:rsid w:val="00D9250A"/>
    <w:rsid w:val="00D93254"/>
    <w:rsid w:val="00D93305"/>
    <w:rsid w:val="00D93ACF"/>
    <w:rsid w:val="00D94274"/>
    <w:rsid w:val="00D95375"/>
    <w:rsid w:val="00D959C0"/>
    <w:rsid w:val="00D96486"/>
    <w:rsid w:val="00DA020A"/>
    <w:rsid w:val="00DA08E9"/>
    <w:rsid w:val="00DA0DD4"/>
    <w:rsid w:val="00DA0F2B"/>
    <w:rsid w:val="00DA1056"/>
    <w:rsid w:val="00DA184B"/>
    <w:rsid w:val="00DA339E"/>
    <w:rsid w:val="00DA3749"/>
    <w:rsid w:val="00DA4A59"/>
    <w:rsid w:val="00DA56AB"/>
    <w:rsid w:val="00DA5E47"/>
    <w:rsid w:val="00DA710D"/>
    <w:rsid w:val="00DB100D"/>
    <w:rsid w:val="00DB1217"/>
    <w:rsid w:val="00DB1F1E"/>
    <w:rsid w:val="00DB3197"/>
    <w:rsid w:val="00DB3725"/>
    <w:rsid w:val="00DB3D19"/>
    <w:rsid w:val="00DB3D4D"/>
    <w:rsid w:val="00DB3DC4"/>
    <w:rsid w:val="00DB48E0"/>
    <w:rsid w:val="00DB5D63"/>
    <w:rsid w:val="00DB60CA"/>
    <w:rsid w:val="00DB62A1"/>
    <w:rsid w:val="00DC07BC"/>
    <w:rsid w:val="00DC24A1"/>
    <w:rsid w:val="00DC3F3C"/>
    <w:rsid w:val="00DC40A0"/>
    <w:rsid w:val="00DC4915"/>
    <w:rsid w:val="00DC4C69"/>
    <w:rsid w:val="00DC4D16"/>
    <w:rsid w:val="00DC55B0"/>
    <w:rsid w:val="00DC56B5"/>
    <w:rsid w:val="00DC7D5B"/>
    <w:rsid w:val="00DD0065"/>
    <w:rsid w:val="00DD0609"/>
    <w:rsid w:val="00DD06AB"/>
    <w:rsid w:val="00DD12C4"/>
    <w:rsid w:val="00DD1CE7"/>
    <w:rsid w:val="00DD1D23"/>
    <w:rsid w:val="00DD3917"/>
    <w:rsid w:val="00DD3DE8"/>
    <w:rsid w:val="00DD4B22"/>
    <w:rsid w:val="00DD4DB6"/>
    <w:rsid w:val="00DD6214"/>
    <w:rsid w:val="00DD62C0"/>
    <w:rsid w:val="00DD710A"/>
    <w:rsid w:val="00DE1DEB"/>
    <w:rsid w:val="00DE212F"/>
    <w:rsid w:val="00DE2CF4"/>
    <w:rsid w:val="00DE3B82"/>
    <w:rsid w:val="00DE3FE6"/>
    <w:rsid w:val="00DE4BCB"/>
    <w:rsid w:val="00DE51F2"/>
    <w:rsid w:val="00DE5575"/>
    <w:rsid w:val="00DE5DD5"/>
    <w:rsid w:val="00DE5E26"/>
    <w:rsid w:val="00DE6615"/>
    <w:rsid w:val="00DE7641"/>
    <w:rsid w:val="00DE7729"/>
    <w:rsid w:val="00DE78C7"/>
    <w:rsid w:val="00DF0CCC"/>
    <w:rsid w:val="00DF25FB"/>
    <w:rsid w:val="00DF272C"/>
    <w:rsid w:val="00DF2D36"/>
    <w:rsid w:val="00DF2F71"/>
    <w:rsid w:val="00DF37DD"/>
    <w:rsid w:val="00DF6616"/>
    <w:rsid w:val="00DF6EC4"/>
    <w:rsid w:val="00DF7410"/>
    <w:rsid w:val="00DF7464"/>
    <w:rsid w:val="00DF7D51"/>
    <w:rsid w:val="00E01F1E"/>
    <w:rsid w:val="00E026FD"/>
    <w:rsid w:val="00E02775"/>
    <w:rsid w:val="00E03142"/>
    <w:rsid w:val="00E04F8B"/>
    <w:rsid w:val="00E05D0D"/>
    <w:rsid w:val="00E0627F"/>
    <w:rsid w:val="00E0693F"/>
    <w:rsid w:val="00E06AB1"/>
    <w:rsid w:val="00E07475"/>
    <w:rsid w:val="00E07510"/>
    <w:rsid w:val="00E07BC2"/>
    <w:rsid w:val="00E11272"/>
    <w:rsid w:val="00E11318"/>
    <w:rsid w:val="00E11932"/>
    <w:rsid w:val="00E11BFB"/>
    <w:rsid w:val="00E1308B"/>
    <w:rsid w:val="00E14215"/>
    <w:rsid w:val="00E14D69"/>
    <w:rsid w:val="00E151A0"/>
    <w:rsid w:val="00E156A5"/>
    <w:rsid w:val="00E15B8C"/>
    <w:rsid w:val="00E15F68"/>
    <w:rsid w:val="00E165ED"/>
    <w:rsid w:val="00E17687"/>
    <w:rsid w:val="00E2036B"/>
    <w:rsid w:val="00E2121A"/>
    <w:rsid w:val="00E218BA"/>
    <w:rsid w:val="00E2269B"/>
    <w:rsid w:val="00E2287F"/>
    <w:rsid w:val="00E245BD"/>
    <w:rsid w:val="00E24A33"/>
    <w:rsid w:val="00E25124"/>
    <w:rsid w:val="00E25682"/>
    <w:rsid w:val="00E258F0"/>
    <w:rsid w:val="00E26C9F"/>
    <w:rsid w:val="00E27BFA"/>
    <w:rsid w:val="00E3066C"/>
    <w:rsid w:val="00E3154E"/>
    <w:rsid w:val="00E319B8"/>
    <w:rsid w:val="00E31CBE"/>
    <w:rsid w:val="00E31DA5"/>
    <w:rsid w:val="00E31ECF"/>
    <w:rsid w:val="00E328FE"/>
    <w:rsid w:val="00E33804"/>
    <w:rsid w:val="00E3493F"/>
    <w:rsid w:val="00E34B04"/>
    <w:rsid w:val="00E34B5C"/>
    <w:rsid w:val="00E34EDD"/>
    <w:rsid w:val="00E35D5D"/>
    <w:rsid w:val="00E37C5B"/>
    <w:rsid w:val="00E4027D"/>
    <w:rsid w:val="00E40878"/>
    <w:rsid w:val="00E41EA5"/>
    <w:rsid w:val="00E43C1E"/>
    <w:rsid w:val="00E44EBE"/>
    <w:rsid w:val="00E44FD8"/>
    <w:rsid w:val="00E45B08"/>
    <w:rsid w:val="00E45B10"/>
    <w:rsid w:val="00E461D9"/>
    <w:rsid w:val="00E46676"/>
    <w:rsid w:val="00E46A4A"/>
    <w:rsid w:val="00E47220"/>
    <w:rsid w:val="00E47547"/>
    <w:rsid w:val="00E47593"/>
    <w:rsid w:val="00E47846"/>
    <w:rsid w:val="00E47C32"/>
    <w:rsid w:val="00E47D37"/>
    <w:rsid w:val="00E50E91"/>
    <w:rsid w:val="00E51B0A"/>
    <w:rsid w:val="00E51FA7"/>
    <w:rsid w:val="00E52B9B"/>
    <w:rsid w:val="00E536CA"/>
    <w:rsid w:val="00E53B47"/>
    <w:rsid w:val="00E54060"/>
    <w:rsid w:val="00E540C7"/>
    <w:rsid w:val="00E5543F"/>
    <w:rsid w:val="00E55698"/>
    <w:rsid w:val="00E56AC1"/>
    <w:rsid w:val="00E60A9E"/>
    <w:rsid w:val="00E60E82"/>
    <w:rsid w:val="00E61047"/>
    <w:rsid w:val="00E6199D"/>
    <w:rsid w:val="00E61BDC"/>
    <w:rsid w:val="00E62026"/>
    <w:rsid w:val="00E621C5"/>
    <w:rsid w:val="00E63743"/>
    <w:rsid w:val="00E63978"/>
    <w:rsid w:val="00E63C01"/>
    <w:rsid w:val="00E63FE6"/>
    <w:rsid w:val="00E648A1"/>
    <w:rsid w:val="00E64D43"/>
    <w:rsid w:val="00E65FEA"/>
    <w:rsid w:val="00E6621C"/>
    <w:rsid w:val="00E66961"/>
    <w:rsid w:val="00E66C8A"/>
    <w:rsid w:val="00E67197"/>
    <w:rsid w:val="00E67B2A"/>
    <w:rsid w:val="00E67F31"/>
    <w:rsid w:val="00E70A25"/>
    <w:rsid w:val="00E72529"/>
    <w:rsid w:val="00E725CE"/>
    <w:rsid w:val="00E72806"/>
    <w:rsid w:val="00E738B9"/>
    <w:rsid w:val="00E73ADF"/>
    <w:rsid w:val="00E766AA"/>
    <w:rsid w:val="00E76EC7"/>
    <w:rsid w:val="00E7714E"/>
    <w:rsid w:val="00E774D6"/>
    <w:rsid w:val="00E777D0"/>
    <w:rsid w:val="00E77AB2"/>
    <w:rsid w:val="00E77B51"/>
    <w:rsid w:val="00E80782"/>
    <w:rsid w:val="00E81F03"/>
    <w:rsid w:val="00E83264"/>
    <w:rsid w:val="00E83BB1"/>
    <w:rsid w:val="00E841C1"/>
    <w:rsid w:val="00E8539B"/>
    <w:rsid w:val="00E85914"/>
    <w:rsid w:val="00E86079"/>
    <w:rsid w:val="00E870F1"/>
    <w:rsid w:val="00E871E2"/>
    <w:rsid w:val="00E90779"/>
    <w:rsid w:val="00E93501"/>
    <w:rsid w:val="00E936FF"/>
    <w:rsid w:val="00E9401F"/>
    <w:rsid w:val="00E97698"/>
    <w:rsid w:val="00E97906"/>
    <w:rsid w:val="00E97B9A"/>
    <w:rsid w:val="00EA074D"/>
    <w:rsid w:val="00EA0A8C"/>
    <w:rsid w:val="00EA16DA"/>
    <w:rsid w:val="00EA197B"/>
    <w:rsid w:val="00EA1D85"/>
    <w:rsid w:val="00EA25C9"/>
    <w:rsid w:val="00EA2652"/>
    <w:rsid w:val="00EA479E"/>
    <w:rsid w:val="00EA4929"/>
    <w:rsid w:val="00EA4B89"/>
    <w:rsid w:val="00EA4C8D"/>
    <w:rsid w:val="00EA4CD4"/>
    <w:rsid w:val="00EA64E8"/>
    <w:rsid w:val="00EA6D58"/>
    <w:rsid w:val="00EA6F0F"/>
    <w:rsid w:val="00EA733F"/>
    <w:rsid w:val="00EB0815"/>
    <w:rsid w:val="00EB140D"/>
    <w:rsid w:val="00EB149D"/>
    <w:rsid w:val="00EB17E4"/>
    <w:rsid w:val="00EB21DB"/>
    <w:rsid w:val="00EB3242"/>
    <w:rsid w:val="00EB49E4"/>
    <w:rsid w:val="00EB4E24"/>
    <w:rsid w:val="00EB5AA9"/>
    <w:rsid w:val="00EB6163"/>
    <w:rsid w:val="00EB6239"/>
    <w:rsid w:val="00EB6BD8"/>
    <w:rsid w:val="00EC00EA"/>
    <w:rsid w:val="00EC1F33"/>
    <w:rsid w:val="00EC1FA7"/>
    <w:rsid w:val="00EC326C"/>
    <w:rsid w:val="00EC3FDE"/>
    <w:rsid w:val="00EC45F3"/>
    <w:rsid w:val="00EC52CB"/>
    <w:rsid w:val="00EC6509"/>
    <w:rsid w:val="00EC71F5"/>
    <w:rsid w:val="00EC7BBD"/>
    <w:rsid w:val="00EC7E53"/>
    <w:rsid w:val="00ED0896"/>
    <w:rsid w:val="00ED0965"/>
    <w:rsid w:val="00ED0A71"/>
    <w:rsid w:val="00ED200D"/>
    <w:rsid w:val="00ED3534"/>
    <w:rsid w:val="00ED4E74"/>
    <w:rsid w:val="00ED519A"/>
    <w:rsid w:val="00ED5D3E"/>
    <w:rsid w:val="00ED6913"/>
    <w:rsid w:val="00ED6F30"/>
    <w:rsid w:val="00EE1142"/>
    <w:rsid w:val="00EE141B"/>
    <w:rsid w:val="00EE24B3"/>
    <w:rsid w:val="00EE2CF8"/>
    <w:rsid w:val="00EE3289"/>
    <w:rsid w:val="00EE34F3"/>
    <w:rsid w:val="00EE352B"/>
    <w:rsid w:val="00EE3E57"/>
    <w:rsid w:val="00EE4777"/>
    <w:rsid w:val="00EE496D"/>
    <w:rsid w:val="00EE54FD"/>
    <w:rsid w:val="00EE5676"/>
    <w:rsid w:val="00EE6149"/>
    <w:rsid w:val="00EE6A32"/>
    <w:rsid w:val="00EE6D8A"/>
    <w:rsid w:val="00EE6F1E"/>
    <w:rsid w:val="00EE733B"/>
    <w:rsid w:val="00EF078A"/>
    <w:rsid w:val="00EF0835"/>
    <w:rsid w:val="00EF1692"/>
    <w:rsid w:val="00EF1D16"/>
    <w:rsid w:val="00EF25F7"/>
    <w:rsid w:val="00EF48A6"/>
    <w:rsid w:val="00EF49C5"/>
    <w:rsid w:val="00EF4FA6"/>
    <w:rsid w:val="00EF5200"/>
    <w:rsid w:val="00EF5648"/>
    <w:rsid w:val="00EF5EC4"/>
    <w:rsid w:val="00F00FB9"/>
    <w:rsid w:val="00F0154A"/>
    <w:rsid w:val="00F01ABF"/>
    <w:rsid w:val="00F02124"/>
    <w:rsid w:val="00F04B1A"/>
    <w:rsid w:val="00F06227"/>
    <w:rsid w:val="00F06BC7"/>
    <w:rsid w:val="00F07B70"/>
    <w:rsid w:val="00F07D21"/>
    <w:rsid w:val="00F1082A"/>
    <w:rsid w:val="00F10CE7"/>
    <w:rsid w:val="00F1117F"/>
    <w:rsid w:val="00F118E9"/>
    <w:rsid w:val="00F120E6"/>
    <w:rsid w:val="00F12253"/>
    <w:rsid w:val="00F12507"/>
    <w:rsid w:val="00F15119"/>
    <w:rsid w:val="00F176E7"/>
    <w:rsid w:val="00F20BF4"/>
    <w:rsid w:val="00F210CF"/>
    <w:rsid w:val="00F2158F"/>
    <w:rsid w:val="00F21CCE"/>
    <w:rsid w:val="00F21CE0"/>
    <w:rsid w:val="00F21E9A"/>
    <w:rsid w:val="00F228BE"/>
    <w:rsid w:val="00F229F7"/>
    <w:rsid w:val="00F2302D"/>
    <w:rsid w:val="00F231E7"/>
    <w:rsid w:val="00F23C51"/>
    <w:rsid w:val="00F23FBD"/>
    <w:rsid w:val="00F24500"/>
    <w:rsid w:val="00F24D37"/>
    <w:rsid w:val="00F25001"/>
    <w:rsid w:val="00F2588D"/>
    <w:rsid w:val="00F258BA"/>
    <w:rsid w:val="00F25CA2"/>
    <w:rsid w:val="00F25F1D"/>
    <w:rsid w:val="00F26501"/>
    <w:rsid w:val="00F2671D"/>
    <w:rsid w:val="00F26DB7"/>
    <w:rsid w:val="00F30501"/>
    <w:rsid w:val="00F30BB1"/>
    <w:rsid w:val="00F30C99"/>
    <w:rsid w:val="00F31E87"/>
    <w:rsid w:val="00F32164"/>
    <w:rsid w:val="00F323A1"/>
    <w:rsid w:val="00F325F6"/>
    <w:rsid w:val="00F327A4"/>
    <w:rsid w:val="00F33790"/>
    <w:rsid w:val="00F33BA1"/>
    <w:rsid w:val="00F340FB"/>
    <w:rsid w:val="00F34F11"/>
    <w:rsid w:val="00F36C66"/>
    <w:rsid w:val="00F407D9"/>
    <w:rsid w:val="00F439C0"/>
    <w:rsid w:val="00F43C48"/>
    <w:rsid w:val="00F43EA8"/>
    <w:rsid w:val="00F44288"/>
    <w:rsid w:val="00F449BA"/>
    <w:rsid w:val="00F44BD8"/>
    <w:rsid w:val="00F44DC2"/>
    <w:rsid w:val="00F46BB6"/>
    <w:rsid w:val="00F46E13"/>
    <w:rsid w:val="00F46FF7"/>
    <w:rsid w:val="00F4738B"/>
    <w:rsid w:val="00F4757C"/>
    <w:rsid w:val="00F477B6"/>
    <w:rsid w:val="00F47A00"/>
    <w:rsid w:val="00F50822"/>
    <w:rsid w:val="00F50CC7"/>
    <w:rsid w:val="00F518AE"/>
    <w:rsid w:val="00F51E12"/>
    <w:rsid w:val="00F52EC2"/>
    <w:rsid w:val="00F5310C"/>
    <w:rsid w:val="00F53CBF"/>
    <w:rsid w:val="00F53E39"/>
    <w:rsid w:val="00F5454B"/>
    <w:rsid w:val="00F55719"/>
    <w:rsid w:val="00F56860"/>
    <w:rsid w:val="00F56BB7"/>
    <w:rsid w:val="00F57078"/>
    <w:rsid w:val="00F573E5"/>
    <w:rsid w:val="00F57560"/>
    <w:rsid w:val="00F603D5"/>
    <w:rsid w:val="00F60DEC"/>
    <w:rsid w:val="00F60FDE"/>
    <w:rsid w:val="00F61734"/>
    <w:rsid w:val="00F6233D"/>
    <w:rsid w:val="00F633B7"/>
    <w:rsid w:val="00F63537"/>
    <w:rsid w:val="00F63B10"/>
    <w:rsid w:val="00F64E0F"/>
    <w:rsid w:val="00F654A2"/>
    <w:rsid w:val="00F654E3"/>
    <w:rsid w:val="00F662F6"/>
    <w:rsid w:val="00F66749"/>
    <w:rsid w:val="00F66889"/>
    <w:rsid w:val="00F668DE"/>
    <w:rsid w:val="00F66A47"/>
    <w:rsid w:val="00F66DB2"/>
    <w:rsid w:val="00F66FF4"/>
    <w:rsid w:val="00F67C67"/>
    <w:rsid w:val="00F70369"/>
    <w:rsid w:val="00F70FE7"/>
    <w:rsid w:val="00F71BD0"/>
    <w:rsid w:val="00F72116"/>
    <w:rsid w:val="00F722C0"/>
    <w:rsid w:val="00F72366"/>
    <w:rsid w:val="00F73A3E"/>
    <w:rsid w:val="00F73DCF"/>
    <w:rsid w:val="00F75469"/>
    <w:rsid w:val="00F75A99"/>
    <w:rsid w:val="00F75CB6"/>
    <w:rsid w:val="00F75E75"/>
    <w:rsid w:val="00F765EB"/>
    <w:rsid w:val="00F8127F"/>
    <w:rsid w:val="00F81470"/>
    <w:rsid w:val="00F81D43"/>
    <w:rsid w:val="00F81D9B"/>
    <w:rsid w:val="00F82C23"/>
    <w:rsid w:val="00F83949"/>
    <w:rsid w:val="00F83997"/>
    <w:rsid w:val="00F84004"/>
    <w:rsid w:val="00F8430A"/>
    <w:rsid w:val="00F84883"/>
    <w:rsid w:val="00F85038"/>
    <w:rsid w:val="00F85425"/>
    <w:rsid w:val="00F85641"/>
    <w:rsid w:val="00F858D8"/>
    <w:rsid w:val="00F85AF4"/>
    <w:rsid w:val="00F85BAE"/>
    <w:rsid w:val="00F86019"/>
    <w:rsid w:val="00F86A4E"/>
    <w:rsid w:val="00F876D7"/>
    <w:rsid w:val="00F901E6"/>
    <w:rsid w:val="00F91684"/>
    <w:rsid w:val="00F91732"/>
    <w:rsid w:val="00F92A16"/>
    <w:rsid w:val="00F940A3"/>
    <w:rsid w:val="00F942F7"/>
    <w:rsid w:val="00F94C86"/>
    <w:rsid w:val="00F95723"/>
    <w:rsid w:val="00F95DE6"/>
    <w:rsid w:val="00F9738B"/>
    <w:rsid w:val="00F973A5"/>
    <w:rsid w:val="00FA128C"/>
    <w:rsid w:val="00FA1866"/>
    <w:rsid w:val="00FA1C42"/>
    <w:rsid w:val="00FA1DE5"/>
    <w:rsid w:val="00FA2460"/>
    <w:rsid w:val="00FA3AD2"/>
    <w:rsid w:val="00FA3F8D"/>
    <w:rsid w:val="00FA4213"/>
    <w:rsid w:val="00FA474E"/>
    <w:rsid w:val="00FA4BF4"/>
    <w:rsid w:val="00FA4DB3"/>
    <w:rsid w:val="00FA5418"/>
    <w:rsid w:val="00FA5D49"/>
    <w:rsid w:val="00FA6BDC"/>
    <w:rsid w:val="00FA7AC8"/>
    <w:rsid w:val="00FB06AF"/>
    <w:rsid w:val="00FB08BB"/>
    <w:rsid w:val="00FB0B02"/>
    <w:rsid w:val="00FB244D"/>
    <w:rsid w:val="00FB3429"/>
    <w:rsid w:val="00FB3968"/>
    <w:rsid w:val="00FB4198"/>
    <w:rsid w:val="00FB4813"/>
    <w:rsid w:val="00FB7009"/>
    <w:rsid w:val="00FB7907"/>
    <w:rsid w:val="00FC0559"/>
    <w:rsid w:val="00FC297F"/>
    <w:rsid w:val="00FC2C41"/>
    <w:rsid w:val="00FC2F14"/>
    <w:rsid w:val="00FC2FA4"/>
    <w:rsid w:val="00FC4977"/>
    <w:rsid w:val="00FC6375"/>
    <w:rsid w:val="00FC6DE5"/>
    <w:rsid w:val="00FD005E"/>
    <w:rsid w:val="00FD0152"/>
    <w:rsid w:val="00FD0616"/>
    <w:rsid w:val="00FD0958"/>
    <w:rsid w:val="00FD1218"/>
    <w:rsid w:val="00FD2407"/>
    <w:rsid w:val="00FD277E"/>
    <w:rsid w:val="00FD2A36"/>
    <w:rsid w:val="00FD37DA"/>
    <w:rsid w:val="00FD3B9C"/>
    <w:rsid w:val="00FD46D4"/>
    <w:rsid w:val="00FD56BF"/>
    <w:rsid w:val="00FD5A0F"/>
    <w:rsid w:val="00FD5BED"/>
    <w:rsid w:val="00FD5CCE"/>
    <w:rsid w:val="00FD6DB9"/>
    <w:rsid w:val="00FD7122"/>
    <w:rsid w:val="00FD7F16"/>
    <w:rsid w:val="00FE129D"/>
    <w:rsid w:val="00FE13FB"/>
    <w:rsid w:val="00FE147B"/>
    <w:rsid w:val="00FE16A6"/>
    <w:rsid w:val="00FE173A"/>
    <w:rsid w:val="00FE1E3E"/>
    <w:rsid w:val="00FE2A22"/>
    <w:rsid w:val="00FE345D"/>
    <w:rsid w:val="00FE653E"/>
    <w:rsid w:val="00FE6722"/>
    <w:rsid w:val="00FE74E1"/>
    <w:rsid w:val="00FF0153"/>
    <w:rsid w:val="00FF06A4"/>
    <w:rsid w:val="00FF0703"/>
    <w:rsid w:val="00FF0997"/>
    <w:rsid w:val="00FF0F22"/>
    <w:rsid w:val="00FF1E82"/>
    <w:rsid w:val="00FF219E"/>
    <w:rsid w:val="00FF27C1"/>
    <w:rsid w:val="00FF41D1"/>
    <w:rsid w:val="00FF4528"/>
    <w:rsid w:val="00FF4FB3"/>
    <w:rsid w:val="00FF5756"/>
    <w:rsid w:val="00FF57A2"/>
    <w:rsid w:val="00FF5CA4"/>
    <w:rsid w:val="00FF6028"/>
    <w:rsid w:val="00FF61B6"/>
    <w:rsid w:val="00FF65FD"/>
    <w:rsid w:val="00FF67DA"/>
    <w:rsid w:val="00FF6A01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11E89"/>
  <w15:docId w15:val="{4FED809A-583F-4E25-882B-1FCFA69A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413E4"/>
    <w:rPr>
      <w:rFonts w:eastAsia="Arial Unicode MS"/>
      <w:color w:val="00000A"/>
      <w:sz w:val="24"/>
      <w:szCs w:val="24"/>
      <w:lang w:eastAsia="en-US"/>
    </w:rPr>
  </w:style>
  <w:style w:type="paragraph" w:styleId="Antrat1">
    <w:name w:val="heading 1"/>
    <w:aliases w:val="Appendix"/>
    <w:basedOn w:val="prastasis"/>
    <w:link w:val="Antrat1Diagrama1"/>
    <w:qFormat/>
    <w:rsid w:val="003413E4"/>
    <w:pPr>
      <w:keepNext/>
      <w:keepLines/>
      <w:spacing w:before="240"/>
      <w:outlineLvl w:val="0"/>
    </w:pPr>
    <w:rPr>
      <w:rFonts w:ascii="Helvetica Neue UltraLight" w:hAnsi="Helvetica Neue UltraLight" w:cs="Helvetica Neue UltraLight"/>
      <w:color w:val="4C96AD"/>
      <w:sz w:val="32"/>
      <w:szCs w:val="32"/>
    </w:rPr>
  </w:style>
  <w:style w:type="paragraph" w:styleId="Antrat2">
    <w:name w:val="heading 2"/>
    <w:aliases w:val="Title Header2,Char"/>
    <w:basedOn w:val="prastasis"/>
    <w:link w:val="Antrat2Diagrama1"/>
    <w:qFormat/>
    <w:rsid w:val="003413E4"/>
    <w:pPr>
      <w:keepNext/>
      <w:keepLines/>
      <w:spacing w:before="40"/>
      <w:outlineLvl w:val="1"/>
    </w:pPr>
    <w:rPr>
      <w:rFonts w:ascii="Helvetica Neue UltraLight" w:hAnsi="Helvetica Neue UltraLight" w:cs="Helvetica Neue UltraLight"/>
      <w:color w:val="4C96AD"/>
      <w:sz w:val="26"/>
      <w:szCs w:val="26"/>
    </w:rPr>
  </w:style>
  <w:style w:type="paragraph" w:styleId="Antrat3">
    <w:name w:val="heading 3"/>
    <w:aliases w:val="Section Header3,Sub-Clause Paragraph,Sub-Clause Paragraph Char Char Char Diagrama Diagrama,Sub-Clause Paragraph Char"/>
    <w:basedOn w:val="prastasis"/>
    <w:next w:val="prastasis"/>
    <w:link w:val="Antrat3Diagrama1"/>
    <w:qFormat/>
    <w:rsid w:val="005916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ntrat4">
    <w:name w:val="heading 4"/>
    <w:aliases w:val="Sub-Clause Sub-paragraph,Heading 4 Char Char Char Char,Heading 4 Char Char Char Char Char, Sub-Clause Sub-paragraph"/>
    <w:basedOn w:val="prastasis"/>
    <w:next w:val="prastasis"/>
    <w:link w:val="Antrat4Diagrama1"/>
    <w:qFormat/>
    <w:rsid w:val="005916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Antrat5">
    <w:name w:val="heading 5"/>
    <w:aliases w:val="Diagrama"/>
    <w:basedOn w:val="prastasis"/>
    <w:next w:val="prastasis"/>
    <w:link w:val="Antrat5Diagrama1"/>
    <w:qFormat/>
    <w:rsid w:val="00351B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1"/>
    <w:qFormat/>
    <w:rsid w:val="005916C9"/>
    <w:pPr>
      <w:keepNext/>
      <w:numPr>
        <w:ilvl w:val="5"/>
        <w:numId w:val="1"/>
      </w:numPr>
      <w:tabs>
        <w:tab w:val="num" w:pos="1872"/>
      </w:tabs>
      <w:ind w:left="1872" w:hanging="1152"/>
      <w:outlineLvl w:val="5"/>
    </w:pPr>
    <w:rPr>
      <w:rFonts w:eastAsia="Calibri"/>
      <w:b/>
      <w:color w:val="auto"/>
      <w:sz w:val="36"/>
      <w:szCs w:val="20"/>
    </w:rPr>
  </w:style>
  <w:style w:type="paragraph" w:styleId="Antrat7">
    <w:name w:val="heading 7"/>
    <w:basedOn w:val="prastasis"/>
    <w:next w:val="prastasis"/>
    <w:link w:val="Antrat7Diagrama1"/>
    <w:qFormat/>
    <w:rsid w:val="005916C9"/>
    <w:pPr>
      <w:keepNext/>
      <w:numPr>
        <w:ilvl w:val="6"/>
        <w:numId w:val="1"/>
      </w:numPr>
      <w:tabs>
        <w:tab w:val="num" w:pos="2016"/>
      </w:tabs>
      <w:ind w:left="2016" w:hanging="1296"/>
      <w:outlineLvl w:val="6"/>
    </w:pPr>
    <w:rPr>
      <w:rFonts w:eastAsia="Calibri"/>
      <w:color w:val="auto"/>
      <w:sz w:val="48"/>
      <w:szCs w:val="20"/>
    </w:rPr>
  </w:style>
  <w:style w:type="paragraph" w:styleId="Antrat8">
    <w:name w:val="heading 8"/>
    <w:basedOn w:val="prastasis"/>
    <w:next w:val="prastasis"/>
    <w:link w:val="Antrat8Diagrama1"/>
    <w:qFormat/>
    <w:rsid w:val="005916C9"/>
    <w:pPr>
      <w:keepNext/>
      <w:numPr>
        <w:ilvl w:val="7"/>
        <w:numId w:val="1"/>
      </w:numPr>
      <w:tabs>
        <w:tab w:val="num" w:pos="2160"/>
      </w:tabs>
      <w:ind w:left="2160" w:hanging="1440"/>
      <w:outlineLvl w:val="7"/>
    </w:pPr>
    <w:rPr>
      <w:rFonts w:eastAsia="Calibri"/>
      <w:b/>
      <w:color w:val="auto"/>
      <w:sz w:val="18"/>
      <w:szCs w:val="20"/>
    </w:rPr>
  </w:style>
  <w:style w:type="paragraph" w:styleId="Antrat9">
    <w:name w:val="heading 9"/>
    <w:basedOn w:val="prastasis"/>
    <w:next w:val="prastasis"/>
    <w:link w:val="Antrat9Diagrama1"/>
    <w:qFormat/>
    <w:rsid w:val="005916C9"/>
    <w:pPr>
      <w:keepNext/>
      <w:numPr>
        <w:ilvl w:val="8"/>
        <w:numId w:val="1"/>
      </w:numPr>
      <w:tabs>
        <w:tab w:val="num" w:pos="2304"/>
      </w:tabs>
      <w:ind w:left="2304" w:hanging="1584"/>
      <w:outlineLvl w:val="8"/>
    </w:pPr>
    <w:rPr>
      <w:rFonts w:eastAsia="Calibri"/>
      <w:color w:val="auto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1">
    <w:name w:val="Antraštė 1 Diagrama1"/>
    <w:aliases w:val="Appendix Diagrama"/>
    <w:link w:val="Antrat1"/>
    <w:locked/>
    <w:rsid w:val="003413E4"/>
    <w:rPr>
      <w:rFonts w:ascii="Helvetica Neue UltraLight" w:eastAsia="Arial Unicode MS" w:hAnsi="Helvetica Neue UltraLight" w:cs="Helvetica Neue UltraLight"/>
      <w:color w:val="4C96AD"/>
      <w:sz w:val="32"/>
      <w:szCs w:val="32"/>
      <w:lang w:val="lt-LT" w:eastAsia="en-US" w:bidi="ar-SA"/>
    </w:rPr>
  </w:style>
  <w:style w:type="character" w:customStyle="1" w:styleId="Antrat2Diagrama1">
    <w:name w:val="Antraštė 2 Diagrama1"/>
    <w:aliases w:val="Title Header2 Diagrama1,Char Diagrama"/>
    <w:link w:val="Antrat2"/>
    <w:semiHidden/>
    <w:locked/>
    <w:rsid w:val="003413E4"/>
    <w:rPr>
      <w:rFonts w:ascii="Helvetica Neue UltraLight" w:eastAsia="Arial Unicode MS" w:hAnsi="Helvetica Neue UltraLight" w:cs="Helvetica Neue UltraLight"/>
      <w:color w:val="4C96AD"/>
      <w:sz w:val="26"/>
      <w:szCs w:val="26"/>
      <w:lang w:val="lt-LT" w:eastAsia="en-US" w:bidi="ar-SA"/>
    </w:rPr>
  </w:style>
  <w:style w:type="character" w:customStyle="1" w:styleId="Antrat3Diagrama1">
    <w:name w:val="Antraštė 3 Diagrama1"/>
    <w:aliases w:val="Section Header3 Diagrama1,Sub-Clause Paragraph Diagrama1,Sub-Clause Paragraph Char Char Char Diagrama Diagrama Diagrama,Sub-Clause Paragraph Char Diagrama"/>
    <w:link w:val="Antrat3"/>
    <w:semiHidden/>
    <w:locked/>
    <w:rsid w:val="005916C9"/>
    <w:rPr>
      <w:rFonts w:ascii="Arial" w:eastAsia="Arial Unicode MS" w:hAnsi="Arial" w:cs="Arial"/>
      <w:b/>
      <w:bCs/>
      <w:color w:val="00000A"/>
      <w:sz w:val="26"/>
      <w:szCs w:val="26"/>
      <w:lang w:val="lt-LT" w:eastAsia="en-US" w:bidi="ar-SA"/>
    </w:rPr>
  </w:style>
  <w:style w:type="character" w:customStyle="1" w:styleId="Antrat4Diagrama1">
    <w:name w:val="Antraštė 4 Diagrama1"/>
    <w:aliases w:val="Sub-Clause Sub-paragraph Diagrama1,Heading 4 Char Char Char Char Diagrama1,Heading 4 Char Char Char Char Char Diagrama, Sub-Clause Sub-paragraph Diagrama"/>
    <w:link w:val="Antrat4"/>
    <w:locked/>
    <w:rsid w:val="005916C9"/>
    <w:rPr>
      <w:rFonts w:eastAsia="Arial Unicode MS"/>
      <w:b/>
      <w:bCs/>
      <w:color w:val="00000A"/>
      <w:sz w:val="28"/>
      <w:szCs w:val="28"/>
      <w:lang w:val="lt-LT" w:eastAsia="en-US" w:bidi="ar-SA"/>
    </w:rPr>
  </w:style>
  <w:style w:type="character" w:customStyle="1" w:styleId="Antrat5Diagrama1">
    <w:name w:val="Antraštė 5 Diagrama1"/>
    <w:aliases w:val="Diagrama Diagrama1"/>
    <w:link w:val="Antrat5"/>
    <w:locked/>
    <w:rsid w:val="005916C9"/>
    <w:rPr>
      <w:rFonts w:eastAsia="Arial Unicode MS"/>
      <w:b/>
      <w:bCs/>
      <w:i/>
      <w:iCs/>
      <w:color w:val="00000A"/>
      <w:sz w:val="26"/>
      <w:szCs w:val="26"/>
      <w:lang w:val="lt-LT" w:eastAsia="en-US" w:bidi="ar-SA"/>
    </w:rPr>
  </w:style>
  <w:style w:type="character" w:customStyle="1" w:styleId="Antrat6Diagrama1">
    <w:name w:val="Antraštė 6 Diagrama1"/>
    <w:link w:val="Antrat6"/>
    <w:locked/>
    <w:rsid w:val="005916C9"/>
    <w:rPr>
      <w:rFonts w:eastAsia="Calibri"/>
      <w:b/>
      <w:sz w:val="36"/>
      <w:lang w:val="lt-LT"/>
    </w:rPr>
  </w:style>
  <w:style w:type="character" w:customStyle="1" w:styleId="Antrat7Diagrama1">
    <w:name w:val="Antraštė 7 Diagrama1"/>
    <w:link w:val="Antrat7"/>
    <w:locked/>
    <w:rsid w:val="005916C9"/>
    <w:rPr>
      <w:rFonts w:eastAsia="Calibri"/>
      <w:sz w:val="48"/>
      <w:lang w:val="lt-LT"/>
    </w:rPr>
  </w:style>
  <w:style w:type="character" w:customStyle="1" w:styleId="Antrat8Diagrama1">
    <w:name w:val="Antraštė 8 Diagrama1"/>
    <w:link w:val="Antrat8"/>
    <w:locked/>
    <w:rsid w:val="005916C9"/>
    <w:rPr>
      <w:rFonts w:eastAsia="Calibri"/>
      <w:b/>
      <w:sz w:val="18"/>
      <w:lang w:val="lt-LT"/>
    </w:rPr>
  </w:style>
  <w:style w:type="character" w:customStyle="1" w:styleId="Antrat9Diagrama1">
    <w:name w:val="Antraštė 9 Diagrama1"/>
    <w:link w:val="Antrat9"/>
    <w:locked/>
    <w:rsid w:val="005916C9"/>
    <w:rPr>
      <w:rFonts w:eastAsia="Calibri"/>
      <w:sz w:val="40"/>
      <w:lang w:val="lt-LT"/>
    </w:rPr>
  </w:style>
  <w:style w:type="character" w:customStyle="1" w:styleId="Internetosaitas">
    <w:name w:val="Interneto saitas"/>
    <w:rsid w:val="003413E4"/>
    <w:rPr>
      <w:u w:val="single"/>
    </w:rPr>
  </w:style>
  <w:style w:type="character" w:customStyle="1" w:styleId="Hyperlink0">
    <w:name w:val="Hyperlink.0"/>
    <w:rsid w:val="003413E4"/>
    <w:rPr>
      <w:rFonts w:cs="Times New Roman"/>
      <w:u w:val="single"/>
    </w:rPr>
  </w:style>
  <w:style w:type="character" w:customStyle="1" w:styleId="AntratDiagrama">
    <w:name w:val="Antraštė Diagrama"/>
    <w:link w:val="Antrat"/>
    <w:locked/>
    <w:rsid w:val="003413E4"/>
    <w:rPr>
      <w:b/>
      <w:bCs/>
      <w:caps/>
      <w:color w:val="434343"/>
      <w:spacing w:val="4"/>
      <w:sz w:val="22"/>
      <w:szCs w:val="22"/>
      <w:lang w:val="en-US" w:bidi="ar-SA"/>
    </w:rPr>
  </w:style>
  <w:style w:type="paragraph" w:styleId="Antrat">
    <w:name w:val="caption"/>
    <w:basedOn w:val="prastasis"/>
    <w:next w:val="Pagrindinistekstas"/>
    <w:link w:val="AntratDiagrama"/>
    <w:qFormat/>
    <w:rsid w:val="003413E4"/>
    <w:pPr>
      <w:outlineLvl w:val="0"/>
    </w:pPr>
    <w:rPr>
      <w:rFonts w:eastAsia="Times New Roman"/>
      <w:b/>
      <w:bCs/>
      <w:caps/>
      <w:color w:val="434343"/>
      <w:spacing w:val="4"/>
      <w:sz w:val="22"/>
      <w:szCs w:val="22"/>
      <w:lang w:val="en-US"/>
    </w:rPr>
  </w:style>
  <w:style w:type="paragraph" w:styleId="Pagrindinistekstas">
    <w:name w:val="Body Text"/>
    <w:basedOn w:val="prastasis"/>
    <w:link w:val="PagrindinistekstasDiagrama"/>
    <w:rsid w:val="003413E4"/>
    <w:pPr>
      <w:spacing w:after="140" w:line="288" w:lineRule="auto"/>
    </w:pPr>
  </w:style>
  <w:style w:type="character" w:customStyle="1" w:styleId="PagrindinistekstasDiagrama">
    <w:name w:val="Pagrindinis tekstas Diagrama"/>
    <w:link w:val="Pagrindinistekstas"/>
    <w:locked/>
    <w:rsid w:val="003413E4"/>
    <w:rPr>
      <w:rFonts w:eastAsia="Arial Unicode MS"/>
      <w:color w:val="00000A"/>
      <w:sz w:val="24"/>
      <w:szCs w:val="24"/>
      <w:lang w:val="lt-LT" w:eastAsia="en-US" w:bidi="ar-SA"/>
    </w:rPr>
  </w:style>
  <w:style w:type="character" w:customStyle="1" w:styleId="1SkyriusDiagrama">
    <w:name w:val="1 Skyrius Diagrama"/>
    <w:link w:val="1Skyrius"/>
    <w:uiPriority w:val="99"/>
    <w:locked/>
    <w:rsid w:val="003413E4"/>
    <w:rPr>
      <w:b/>
      <w:bCs/>
      <w:caps/>
      <w:color w:val="434343"/>
      <w:spacing w:val="4"/>
      <w:sz w:val="22"/>
      <w:szCs w:val="22"/>
      <w:lang w:val="en-US" w:bidi="ar-SA"/>
    </w:rPr>
  </w:style>
  <w:style w:type="paragraph" w:customStyle="1" w:styleId="1Skyrius">
    <w:name w:val="1 Skyrius"/>
    <w:basedOn w:val="Antrat"/>
    <w:link w:val="1SkyriusDiagrama"/>
    <w:uiPriority w:val="99"/>
    <w:rsid w:val="003413E4"/>
  </w:style>
  <w:style w:type="character" w:customStyle="1" w:styleId="ListParagraphChar">
    <w:name w:val="List Paragraph Char"/>
    <w:aliases w:val="Numbering Char,ERP-List Paragraph Char,List Paragraph11 Char,Bullet EY Char,List Paragraph2 Char,List Paragraph Red Char,List Paragraph1 Char,Sąrašo pastraipa1 Char,Buletai Char,List Paragraph21 Char,lp1 Char,Bullet 1 Char"/>
    <w:link w:val="Sraopastraipa1"/>
    <w:uiPriority w:val="34"/>
    <w:qFormat/>
    <w:locked/>
    <w:rsid w:val="003413E4"/>
    <w:rPr>
      <w:sz w:val="24"/>
      <w:lang w:eastAsia="en-US" w:bidi="ar-SA"/>
    </w:rPr>
  </w:style>
  <w:style w:type="paragraph" w:customStyle="1" w:styleId="Sraopastraipa1">
    <w:name w:val="Sąrašo pastraipa1"/>
    <w:aliases w:val="Numbering,ERP-List Paragraph,List Paragraph11,Bullet EY,List Paragraph2,List Paragraph Red,Buletai,List Paragraph21,lp1,Bullet 1,Use Case List Paragraph,List Paragraph111,Paragraph,List not in Table"/>
    <w:basedOn w:val="prastasis"/>
    <w:link w:val="ListParagraphChar"/>
    <w:uiPriority w:val="99"/>
    <w:rsid w:val="003413E4"/>
    <w:pPr>
      <w:ind w:left="720"/>
      <w:contextualSpacing/>
    </w:pPr>
    <w:rPr>
      <w:rFonts w:eastAsia="Times New Roman"/>
      <w:color w:val="auto"/>
      <w:szCs w:val="20"/>
    </w:rPr>
  </w:style>
  <w:style w:type="paragraph" w:styleId="Pavadinimas">
    <w:name w:val="Title"/>
    <w:aliases w:val="SKYRIAI"/>
    <w:basedOn w:val="prastasis"/>
    <w:link w:val="PavadinimasDiagrama1"/>
    <w:uiPriority w:val="10"/>
    <w:qFormat/>
    <w:rsid w:val="003413E4"/>
    <w:pPr>
      <w:suppressLineNumbers/>
      <w:spacing w:before="120" w:after="120"/>
    </w:pPr>
    <w:rPr>
      <w:rFonts w:cs="Arial"/>
      <w:i/>
      <w:iCs/>
    </w:rPr>
  </w:style>
  <w:style w:type="character" w:customStyle="1" w:styleId="PavadinimasDiagrama1">
    <w:name w:val="Pavadinimas Diagrama1"/>
    <w:aliases w:val="SKYRIAI Diagrama"/>
    <w:link w:val="Pavadinimas"/>
    <w:uiPriority w:val="99"/>
    <w:locked/>
    <w:rsid w:val="003413E4"/>
    <w:rPr>
      <w:rFonts w:eastAsia="Arial Unicode MS" w:cs="Arial"/>
      <w:i/>
      <w:iCs/>
      <w:color w:val="00000A"/>
      <w:sz w:val="24"/>
      <w:szCs w:val="24"/>
      <w:lang w:val="lt-LT" w:eastAsia="en-US" w:bidi="ar-SA"/>
    </w:rPr>
  </w:style>
  <w:style w:type="paragraph" w:customStyle="1" w:styleId="Body2">
    <w:name w:val="Body 2"/>
    <w:qFormat/>
    <w:rsid w:val="003413E4"/>
    <w:pP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lang w:val="en-US"/>
    </w:rPr>
  </w:style>
  <w:style w:type="paragraph" w:customStyle="1" w:styleId="Body">
    <w:name w:val="Body"/>
    <w:rsid w:val="003413E4"/>
    <w:pPr>
      <w:spacing w:line="312" w:lineRule="auto"/>
    </w:pPr>
    <w:rPr>
      <w:rFonts w:ascii="Helvetica Neue Light" w:eastAsia="Arial Unicode MS" w:hAnsi="Helvetica Neue Light" w:cs="Helvetica Neue Light"/>
      <w:color w:val="000000"/>
      <w:sz w:val="24"/>
    </w:rPr>
  </w:style>
  <w:style w:type="paragraph" w:customStyle="1" w:styleId="Betarp2">
    <w:name w:val="Be tarpų2"/>
    <w:rsid w:val="003413E4"/>
    <w:rPr>
      <w:rFonts w:eastAsia="Arial Unicode MS"/>
      <w:color w:val="00000A"/>
      <w:sz w:val="24"/>
      <w:szCs w:val="22"/>
      <w:lang w:eastAsia="en-US"/>
    </w:rPr>
  </w:style>
  <w:style w:type="paragraph" w:customStyle="1" w:styleId="NoSpacing2">
    <w:name w:val="No Spacing2"/>
    <w:rsid w:val="003413E4"/>
    <w:rPr>
      <w:rFonts w:ascii="Helvetica Neue UltraLight" w:eastAsia="Arial Unicode MS" w:hAnsi="Helvetica Neue UltraLight"/>
      <w:color w:val="00000A"/>
      <w:sz w:val="24"/>
      <w:szCs w:val="22"/>
      <w:lang w:eastAsia="en-US"/>
    </w:rPr>
  </w:style>
  <w:style w:type="character" w:styleId="Hipersaitas">
    <w:name w:val="Hyperlink"/>
    <w:aliases w:val="Alna"/>
    <w:uiPriority w:val="99"/>
    <w:qFormat/>
    <w:rsid w:val="003413E4"/>
    <w:rPr>
      <w:rFonts w:cs="Times New Roman"/>
      <w:color w:val="0000FF"/>
      <w:u w:val="single"/>
    </w:rPr>
  </w:style>
  <w:style w:type="paragraph" w:styleId="Antrats">
    <w:name w:val="header"/>
    <w:aliases w:val="Specialioji žyma"/>
    <w:basedOn w:val="prastasis"/>
    <w:link w:val="AntratsDiagrama1"/>
    <w:uiPriority w:val="99"/>
    <w:rsid w:val="00351B6D"/>
    <w:pPr>
      <w:widowControl w:val="0"/>
      <w:tabs>
        <w:tab w:val="center" w:pos="4153"/>
        <w:tab w:val="right" w:pos="8306"/>
      </w:tabs>
      <w:spacing w:after="20"/>
      <w:jc w:val="both"/>
    </w:pPr>
    <w:rPr>
      <w:rFonts w:ascii="Calibri" w:eastAsia="Times New Roman" w:hAnsi="Calibri"/>
      <w:color w:val="auto"/>
      <w:szCs w:val="20"/>
    </w:rPr>
  </w:style>
  <w:style w:type="character" w:customStyle="1" w:styleId="AntratsDiagrama1">
    <w:name w:val="Antraštės Diagrama1"/>
    <w:aliases w:val="Specialioji žyma Diagrama"/>
    <w:link w:val="Antrats"/>
    <w:locked/>
    <w:rsid w:val="00351B6D"/>
    <w:rPr>
      <w:rFonts w:ascii="Calibri" w:hAnsi="Calibri"/>
      <w:sz w:val="24"/>
      <w:lang w:val="lt-LT" w:eastAsia="en-US" w:bidi="ar-SA"/>
    </w:rPr>
  </w:style>
  <w:style w:type="paragraph" w:customStyle="1" w:styleId="Pagrindinistekstas1">
    <w:name w:val="Pagrindinis tekstas1"/>
    <w:link w:val="Bodytext"/>
    <w:rsid w:val="00351B6D"/>
    <w:pPr>
      <w:snapToGrid w:val="0"/>
      <w:ind w:firstLine="312"/>
      <w:jc w:val="both"/>
    </w:pPr>
    <w:rPr>
      <w:rFonts w:ascii="TimesLT" w:hAnsi="TimesLT"/>
      <w:sz w:val="22"/>
      <w:szCs w:val="22"/>
      <w:lang w:val="en-US" w:eastAsia="en-US"/>
    </w:rPr>
  </w:style>
  <w:style w:type="character" w:customStyle="1" w:styleId="Bodytext">
    <w:name w:val="Body text_"/>
    <w:link w:val="Pagrindinistekstas1"/>
    <w:locked/>
    <w:rsid w:val="00351B6D"/>
    <w:rPr>
      <w:rFonts w:ascii="TimesLT" w:hAnsi="TimesLT"/>
      <w:sz w:val="22"/>
      <w:szCs w:val="22"/>
      <w:lang w:val="en-US" w:eastAsia="en-US" w:bidi="ar-SA"/>
    </w:rPr>
  </w:style>
  <w:style w:type="paragraph" w:styleId="Pagrindiniotekstotrauka">
    <w:name w:val="Body Text Indent"/>
    <w:basedOn w:val="prastasis"/>
    <w:link w:val="PagrindiniotekstotraukaDiagrama1"/>
    <w:rsid w:val="005916C9"/>
    <w:pPr>
      <w:spacing w:after="120"/>
      <w:ind w:left="283"/>
    </w:pPr>
  </w:style>
  <w:style w:type="character" w:customStyle="1" w:styleId="PagrindiniotekstotraukaDiagrama1">
    <w:name w:val="Pagrindinio teksto įtrauka Diagrama1"/>
    <w:link w:val="Pagrindiniotekstotrauka"/>
    <w:locked/>
    <w:rsid w:val="005916C9"/>
    <w:rPr>
      <w:rFonts w:eastAsia="Arial Unicode MS"/>
      <w:color w:val="00000A"/>
      <w:sz w:val="24"/>
      <w:szCs w:val="24"/>
      <w:lang w:val="lt-LT" w:eastAsia="en-US" w:bidi="ar-SA"/>
    </w:rPr>
  </w:style>
  <w:style w:type="paragraph" w:styleId="Pagrindinistekstas3">
    <w:name w:val="Body Text 3"/>
    <w:basedOn w:val="prastasis"/>
    <w:link w:val="Pagrindinistekstas3Diagrama"/>
    <w:rsid w:val="005916C9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semiHidden/>
    <w:locked/>
    <w:rsid w:val="005916C9"/>
    <w:rPr>
      <w:rFonts w:eastAsia="Arial Unicode MS"/>
      <w:color w:val="00000A"/>
      <w:sz w:val="16"/>
      <w:szCs w:val="16"/>
      <w:lang w:val="lt-LT" w:eastAsia="en-US" w:bidi="ar-SA"/>
    </w:rPr>
  </w:style>
  <w:style w:type="character" w:customStyle="1" w:styleId="Heading1Char">
    <w:name w:val="Heading 1 Char"/>
    <w:aliases w:val="Appendix Char,H11 Char,H12 Char,H13 Char,H14 Char,H111 Char,H121 Char,H15 Char,H112 Char,H122 Char,H16 Char,H113 Char,H123 Char,H17 Char,H114 Char,H124 Char,H18 Char,H115 Char,H125 Char,H19 Char,H110 Char,H116 Char,H126 Char,H117 Char"/>
    <w:locked/>
    <w:rsid w:val="005916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Title Header2 Char,Char Char"/>
    <w:locked/>
    <w:rsid w:val="005916C9"/>
    <w:rPr>
      <w:rFonts w:ascii="Times New Roman" w:hAnsi="Times New Roman" w:cs="Times New Roman"/>
      <w:color w:val="3366FF"/>
      <w:sz w:val="24"/>
      <w:lang w:eastAsia="en-US"/>
    </w:rPr>
  </w:style>
  <w:style w:type="character" w:customStyle="1" w:styleId="Antrat1Diagrama">
    <w:name w:val="Antraštė 1 Diagrama"/>
    <w:rsid w:val="005916C9"/>
    <w:rPr>
      <w:rFonts w:ascii="Times New Roman" w:hAnsi="Times New Roman"/>
      <w:sz w:val="28"/>
      <w:lang w:eastAsia="en-US"/>
    </w:rPr>
  </w:style>
  <w:style w:type="character" w:customStyle="1" w:styleId="Antrat2Diagrama">
    <w:name w:val="Antraštė 2 Diagrama"/>
    <w:aliases w:val="Title Header2 Diagrama"/>
    <w:rsid w:val="005916C9"/>
    <w:rPr>
      <w:rFonts w:ascii="Times New Roman" w:hAnsi="Times New Roman"/>
      <w:sz w:val="24"/>
      <w:lang w:eastAsia="en-US"/>
    </w:rPr>
  </w:style>
  <w:style w:type="character" w:customStyle="1" w:styleId="Antrat3Diagrama">
    <w:name w:val="Antraštė 3 Diagrama"/>
    <w:aliases w:val="Section Header3 Diagrama,Sub-Clause Paragraph Diagrama"/>
    <w:rsid w:val="005916C9"/>
    <w:rPr>
      <w:rFonts w:ascii="Times New Roman" w:hAnsi="Times New Roman"/>
      <w:sz w:val="24"/>
      <w:lang w:eastAsia="en-US"/>
    </w:rPr>
  </w:style>
  <w:style w:type="character" w:customStyle="1" w:styleId="Antrat4Diagrama">
    <w:name w:val="Antraštė 4 Diagrama"/>
    <w:aliases w:val="Sub-Clause Sub-paragraph Diagrama,Heading 4 Char Char Char Char Diagrama"/>
    <w:rsid w:val="005916C9"/>
    <w:rPr>
      <w:rFonts w:ascii="Times New Roman" w:hAnsi="Times New Roman"/>
      <w:b/>
      <w:sz w:val="44"/>
      <w:lang w:eastAsia="en-US"/>
    </w:rPr>
  </w:style>
  <w:style w:type="character" w:customStyle="1" w:styleId="Antrat5Diagrama">
    <w:name w:val="Antraštė 5 Diagrama"/>
    <w:rsid w:val="005916C9"/>
    <w:rPr>
      <w:rFonts w:ascii="Times New Roman" w:hAnsi="Times New Roman"/>
      <w:b/>
      <w:sz w:val="40"/>
      <w:lang w:eastAsia="en-US"/>
    </w:rPr>
  </w:style>
  <w:style w:type="character" w:customStyle="1" w:styleId="Antrat6Diagrama">
    <w:name w:val="Antraštė 6 Diagrama"/>
    <w:rsid w:val="005916C9"/>
    <w:rPr>
      <w:rFonts w:ascii="Times New Roman" w:hAnsi="Times New Roman"/>
      <w:b/>
      <w:sz w:val="36"/>
      <w:lang w:eastAsia="en-US"/>
    </w:rPr>
  </w:style>
  <w:style w:type="character" w:customStyle="1" w:styleId="Antrat7Diagrama">
    <w:name w:val="Antraštė 7 Diagrama"/>
    <w:rsid w:val="005916C9"/>
    <w:rPr>
      <w:rFonts w:ascii="Times New Roman" w:hAnsi="Times New Roman"/>
      <w:sz w:val="48"/>
      <w:lang w:eastAsia="en-US"/>
    </w:rPr>
  </w:style>
  <w:style w:type="character" w:customStyle="1" w:styleId="Antrat8Diagrama">
    <w:name w:val="Antraštė 8 Diagrama"/>
    <w:rsid w:val="005916C9"/>
    <w:rPr>
      <w:rFonts w:ascii="Times New Roman" w:hAnsi="Times New Roman"/>
      <w:b/>
      <w:sz w:val="18"/>
      <w:lang w:eastAsia="en-US"/>
    </w:rPr>
  </w:style>
  <w:style w:type="character" w:customStyle="1" w:styleId="Antrat9Diagrama">
    <w:name w:val="Antraštė 9 Diagrama"/>
    <w:rsid w:val="005916C9"/>
    <w:rPr>
      <w:rFonts w:ascii="Times New Roman" w:hAnsi="Times New Roman"/>
      <w:sz w:val="40"/>
      <w:lang w:eastAsia="en-US"/>
    </w:rPr>
  </w:style>
  <w:style w:type="paragraph" w:customStyle="1" w:styleId="xxxtekstas">
    <w:name w:val="x.x.x tekstas"/>
    <w:basedOn w:val="Pagrindiniotekstotrauka"/>
    <w:rsid w:val="005916C9"/>
    <w:pPr>
      <w:numPr>
        <w:ilvl w:val="2"/>
        <w:numId w:val="2"/>
      </w:numPr>
      <w:tabs>
        <w:tab w:val="num" w:pos="1570"/>
      </w:tabs>
      <w:suppressAutoHyphens/>
      <w:spacing w:after="60"/>
      <w:ind w:left="1570" w:hanging="720"/>
      <w:jc w:val="both"/>
    </w:pPr>
    <w:rPr>
      <w:rFonts w:eastAsia="Calibri"/>
      <w:color w:val="auto"/>
      <w:szCs w:val="20"/>
    </w:rPr>
  </w:style>
  <w:style w:type="character" w:customStyle="1" w:styleId="AntratsDiagrama">
    <w:name w:val="Antraštės Diagrama"/>
    <w:uiPriority w:val="99"/>
    <w:rsid w:val="005916C9"/>
    <w:rPr>
      <w:rFonts w:ascii="Times New Roman" w:hAnsi="Times New Roman"/>
      <w:sz w:val="20"/>
    </w:rPr>
  </w:style>
  <w:style w:type="paragraph" w:styleId="Porat">
    <w:name w:val="footer"/>
    <w:aliases w:val="Char1"/>
    <w:basedOn w:val="prastasis"/>
    <w:link w:val="PoratDiagrama"/>
    <w:rsid w:val="005916C9"/>
    <w:pPr>
      <w:tabs>
        <w:tab w:val="center" w:pos="4320"/>
        <w:tab w:val="right" w:pos="8640"/>
      </w:tabs>
    </w:pPr>
    <w:rPr>
      <w:rFonts w:ascii="Calibri" w:eastAsia="Times New Roman" w:hAnsi="Calibri"/>
      <w:color w:val="auto"/>
      <w:szCs w:val="20"/>
    </w:rPr>
  </w:style>
  <w:style w:type="character" w:customStyle="1" w:styleId="PoratDiagrama">
    <w:name w:val="Poraštė Diagrama"/>
    <w:aliases w:val="Char1 Diagrama"/>
    <w:link w:val="Porat"/>
    <w:locked/>
    <w:rsid w:val="005916C9"/>
    <w:rPr>
      <w:rFonts w:ascii="Calibri" w:hAnsi="Calibri"/>
      <w:sz w:val="24"/>
      <w:lang w:val="lt-LT" w:eastAsia="en-US" w:bidi="ar-SA"/>
    </w:rPr>
  </w:style>
  <w:style w:type="paragraph" w:customStyle="1" w:styleId="Point1">
    <w:name w:val="Point 1"/>
    <w:basedOn w:val="prastasis"/>
    <w:rsid w:val="005916C9"/>
    <w:pPr>
      <w:spacing w:before="120" w:after="120"/>
      <w:ind w:left="1418" w:hanging="567"/>
      <w:jc w:val="both"/>
    </w:pPr>
    <w:rPr>
      <w:rFonts w:eastAsia="Calibri"/>
      <w:color w:val="auto"/>
      <w:szCs w:val="20"/>
    </w:rPr>
  </w:style>
  <w:style w:type="paragraph" w:styleId="Turinys1">
    <w:name w:val="toc 1"/>
    <w:basedOn w:val="prastasis"/>
    <w:next w:val="prastasis"/>
    <w:autoRedefine/>
    <w:uiPriority w:val="39"/>
    <w:qFormat/>
    <w:rsid w:val="00491FBF"/>
    <w:pPr>
      <w:tabs>
        <w:tab w:val="left" w:pos="567"/>
        <w:tab w:val="right" w:leader="dot" w:pos="9356"/>
      </w:tabs>
      <w:ind w:right="140"/>
    </w:pPr>
    <w:rPr>
      <w:rFonts w:eastAsia="Calibri"/>
      <w:color w:val="auto"/>
      <w:sz w:val="20"/>
      <w:szCs w:val="20"/>
    </w:rPr>
  </w:style>
  <w:style w:type="paragraph" w:styleId="Pagrindiniotekstotrauka2">
    <w:name w:val="Body Text Indent 2"/>
    <w:basedOn w:val="prastasis"/>
    <w:link w:val="Pagrindiniotekstotrauka2Diagrama"/>
    <w:rsid w:val="005916C9"/>
    <w:pPr>
      <w:ind w:firstLine="720"/>
      <w:jc w:val="both"/>
    </w:pPr>
    <w:rPr>
      <w:rFonts w:eastAsia="Calibri"/>
      <w:color w:val="auto"/>
    </w:rPr>
  </w:style>
  <w:style w:type="character" w:customStyle="1" w:styleId="Pagrindiniotekstotrauka2Diagrama">
    <w:name w:val="Pagrindinio teksto įtrauka 2 Diagrama"/>
    <w:link w:val="Pagrindiniotekstotrauka2"/>
    <w:semiHidden/>
    <w:locked/>
    <w:rsid w:val="005916C9"/>
    <w:rPr>
      <w:rFonts w:eastAsia="Calibri"/>
      <w:sz w:val="24"/>
      <w:szCs w:val="24"/>
      <w:lang w:val="lt-LT" w:eastAsia="en-US" w:bidi="ar-SA"/>
    </w:rPr>
  </w:style>
  <w:style w:type="paragraph" w:customStyle="1" w:styleId="CentrBoldm">
    <w:name w:val="CentrBoldm"/>
    <w:basedOn w:val="prastasis"/>
    <w:rsid w:val="005916C9"/>
    <w:pPr>
      <w:autoSpaceDE w:val="0"/>
      <w:autoSpaceDN w:val="0"/>
      <w:adjustRightInd w:val="0"/>
      <w:jc w:val="center"/>
    </w:pPr>
    <w:rPr>
      <w:rFonts w:ascii="TimesLT" w:eastAsia="Calibri" w:hAnsi="TimesLT"/>
      <w:b/>
      <w:bCs/>
      <w:color w:val="auto"/>
      <w:sz w:val="20"/>
      <w:lang w:val="en-US"/>
    </w:rPr>
  </w:style>
  <w:style w:type="character" w:customStyle="1" w:styleId="PavadinimasDiagrama">
    <w:name w:val="Pavadinimas Diagrama"/>
    <w:rsid w:val="005916C9"/>
    <w:rPr>
      <w:rFonts w:ascii="Times New Roman" w:hAnsi="Times New Roman"/>
      <w:b/>
      <w:sz w:val="20"/>
    </w:rPr>
  </w:style>
  <w:style w:type="character" w:styleId="Puslapioinaosnuoroda">
    <w:name w:val="footnote reference"/>
    <w:semiHidden/>
    <w:rsid w:val="005916C9"/>
    <w:rPr>
      <w:rFonts w:cs="Times New Roman"/>
      <w:vertAlign w:val="superscript"/>
    </w:rPr>
  </w:style>
  <w:style w:type="paragraph" w:styleId="Pagrindinistekstas2">
    <w:name w:val="Body Text 2"/>
    <w:basedOn w:val="prastasis"/>
    <w:link w:val="Pagrindinistekstas2Diagrama"/>
    <w:rsid w:val="005916C9"/>
    <w:pPr>
      <w:spacing w:after="120" w:line="480" w:lineRule="auto"/>
    </w:pPr>
    <w:rPr>
      <w:rFonts w:eastAsia="Calibri"/>
      <w:color w:val="auto"/>
    </w:rPr>
  </w:style>
  <w:style w:type="character" w:customStyle="1" w:styleId="Pagrindinistekstas2Diagrama">
    <w:name w:val="Pagrindinis tekstas 2 Diagrama"/>
    <w:link w:val="Pagrindinistekstas2"/>
    <w:semiHidden/>
    <w:locked/>
    <w:rsid w:val="005916C9"/>
    <w:rPr>
      <w:rFonts w:eastAsia="Calibri"/>
      <w:sz w:val="24"/>
      <w:szCs w:val="24"/>
      <w:lang w:val="lt-LT" w:eastAsia="en-US" w:bidi="ar-SA"/>
    </w:rPr>
  </w:style>
  <w:style w:type="paragraph" w:customStyle="1" w:styleId="BankNormal">
    <w:name w:val="BankNormal"/>
    <w:basedOn w:val="prastasis"/>
    <w:rsid w:val="00591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Calibri"/>
      <w:color w:val="auto"/>
      <w:szCs w:val="20"/>
      <w:lang w:val="en-US"/>
    </w:rPr>
  </w:style>
  <w:style w:type="paragraph" w:customStyle="1" w:styleId="MAZAS">
    <w:name w:val="MAZAS"/>
    <w:rsid w:val="005916C9"/>
    <w:pPr>
      <w:autoSpaceDE w:val="0"/>
      <w:autoSpaceDN w:val="0"/>
      <w:adjustRightInd w:val="0"/>
      <w:ind w:firstLine="312"/>
      <w:jc w:val="both"/>
    </w:pPr>
    <w:rPr>
      <w:rFonts w:ascii="TimesLT" w:eastAsia="Calibri" w:hAnsi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rsid w:val="005916C9"/>
    <w:pPr>
      <w:ind w:firstLine="0"/>
      <w:jc w:val="center"/>
    </w:pPr>
    <w:rPr>
      <w:color w:val="auto"/>
      <w:sz w:val="12"/>
      <w:szCs w:val="12"/>
    </w:rPr>
  </w:style>
  <w:style w:type="paragraph" w:styleId="Puslapioinaostekstas">
    <w:name w:val="footnote text"/>
    <w:basedOn w:val="prastasis"/>
    <w:link w:val="PuslapioinaostekstasDiagrama"/>
    <w:uiPriority w:val="99"/>
    <w:semiHidden/>
    <w:rsid w:val="005916C9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rFonts w:eastAsia="Calibri"/>
      <w:color w:val="auto"/>
      <w:sz w:val="20"/>
      <w:szCs w:val="20"/>
      <w:lang w:val="en-US"/>
    </w:rPr>
  </w:style>
  <w:style w:type="character" w:customStyle="1" w:styleId="PuslapioinaostekstasDiagrama">
    <w:name w:val="Puslapio išnašos tekstas Diagrama"/>
    <w:link w:val="Puslapioinaostekstas"/>
    <w:uiPriority w:val="99"/>
    <w:locked/>
    <w:rsid w:val="005916C9"/>
    <w:rPr>
      <w:rFonts w:eastAsia="Calibri"/>
      <w:lang w:val="en-US" w:eastAsia="en-US" w:bidi="ar-SA"/>
    </w:rPr>
  </w:style>
  <w:style w:type="character" w:styleId="Puslapionumeris">
    <w:name w:val="page number"/>
    <w:rsid w:val="005916C9"/>
    <w:rPr>
      <w:rFonts w:cs="Times New Roman"/>
    </w:rPr>
  </w:style>
  <w:style w:type="paragraph" w:styleId="Pagrindiniotekstotrauka3">
    <w:name w:val="Body Text Indent 3"/>
    <w:basedOn w:val="prastasis"/>
    <w:link w:val="Pagrindiniotekstotrauka3Diagrama"/>
    <w:rsid w:val="005916C9"/>
    <w:pPr>
      <w:ind w:firstLine="709"/>
      <w:jc w:val="both"/>
    </w:pPr>
    <w:rPr>
      <w:rFonts w:eastAsia="Calibri"/>
      <w:color w:val="3366FF"/>
    </w:rPr>
  </w:style>
  <w:style w:type="character" w:customStyle="1" w:styleId="Pagrindiniotekstotrauka3Diagrama">
    <w:name w:val="Pagrindinio teksto įtrauka 3 Diagrama"/>
    <w:link w:val="Pagrindiniotekstotrauka3"/>
    <w:semiHidden/>
    <w:locked/>
    <w:rsid w:val="005916C9"/>
    <w:rPr>
      <w:rFonts w:eastAsia="Calibri"/>
      <w:color w:val="3366FF"/>
      <w:sz w:val="24"/>
      <w:szCs w:val="24"/>
      <w:lang w:val="lt-LT" w:eastAsia="en-US" w:bidi="ar-SA"/>
    </w:rPr>
  </w:style>
  <w:style w:type="paragraph" w:styleId="Sraassuenkleliais">
    <w:name w:val="List Bullet"/>
    <w:basedOn w:val="prastasis"/>
    <w:autoRedefine/>
    <w:rsid w:val="005916C9"/>
    <w:pPr>
      <w:tabs>
        <w:tab w:val="left" w:pos="360"/>
        <w:tab w:val="left" w:pos="720"/>
      </w:tabs>
      <w:ind w:left="-180" w:firstLine="180"/>
      <w:jc w:val="both"/>
    </w:pPr>
    <w:rPr>
      <w:rFonts w:eastAsia="Calibri"/>
      <w:bCs/>
      <w:color w:val="auto"/>
    </w:rPr>
  </w:style>
  <w:style w:type="paragraph" w:customStyle="1" w:styleId="FR2">
    <w:name w:val="FR2"/>
    <w:rsid w:val="005916C9"/>
    <w:pPr>
      <w:widowControl w:val="0"/>
      <w:suppressAutoHyphens/>
      <w:snapToGrid w:val="0"/>
      <w:spacing w:before="340"/>
    </w:pPr>
    <w:rPr>
      <w:rFonts w:ascii="Arial" w:eastAsia="Calibri" w:hAnsi="Arial"/>
      <w:sz w:val="24"/>
      <w:lang w:val="en-US" w:eastAsia="ar-SA"/>
    </w:rPr>
  </w:style>
  <w:style w:type="paragraph" w:customStyle="1" w:styleId="FR1">
    <w:name w:val="FR1"/>
    <w:rsid w:val="005916C9"/>
    <w:pPr>
      <w:widowControl w:val="0"/>
      <w:suppressAutoHyphens/>
      <w:spacing w:before="280" w:line="360" w:lineRule="auto"/>
      <w:ind w:right="200"/>
      <w:jc w:val="right"/>
    </w:pPr>
    <w:rPr>
      <w:rFonts w:eastAsia="Calibri"/>
      <w:b/>
      <w:sz w:val="16"/>
      <w:lang w:val="en-US" w:eastAsia="ar-SA"/>
    </w:rPr>
  </w:style>
  <w:style w:type="paragraph" w:customStyle="1" w:styleId="Style4">
    <w:name w:val="Style4"/>
    <w:basedOn w:val="Antrat7"/>
    <w:rsid w:val="005916C9"/>
    <w:pPr>
      <w:numPr>
        <w:ilvl w:val="0"/>
        <w:numId w:val="4"/>
      </w:numPr>
      <w:tabs>
        <w:tab w:val="clear" w:pos="540"/>
        <w:tab w:val="num" w:pos="705"/>
      </w:tabs>
      <w:spacing w:before="240" w:after="240"/>
      <w:ind w:left="720" w:hanging="360"/>
      <w:jc w:val="center"/>
    </w:pPr>
    <w:rPr>
      <w:b/>
      <w:lang w:eastAsia="lt-LT"/>
    </w:rPr>
  </w:style>
  <w:style w:type="paragraph" w:customStyle="1" w:styleId="StyleHeading2BoldBottomNoborder">
    <w:name w:val="Style Heading 2 + Bold Bottom: (No border)"/>
    <w:basedOn w:val="Antrat2"/>
    <w:rsid w:val="005916C9"/>
    <w:pPr>
      <w:keepLines w:val="0"/>
      <w:tabs>
        <w:tab w:val="right" w:pos="9214"/>
      </w:tabs>
      <w:spacing w:before="0" w:after="120"/>
    </w:pPr>
    <w:rPr>
      <w:rFonts w:ascii="Times New Roman" w:eastAsia="Calibri" w:hAnsi="Times New Roman" w:cs="Times New Roman"/>
      <w:b/>
      <w:bCs/>
      <w:color w:val="auto"/>
      <w:sz w:val="24"/>
      <w:szCs w:val="20"/>
    </w:rPr>
  </w:style>
  <w:style w:type="character" w:customStyle="1" w:styleId="typewriter">
    <w:name w:val="typewriter"/>
    <w:rsid w:val="005916C9"/>
    <w:rPr>
      <w:rFonts w:cs="Times New Roman"/>
    </w:rPr>
  </w:style>
  <w:style w:type="paragraph" w:customStyle="1" w:styleId="StyleHeading1TimesNewRomanBold14ptBoldAllcaps">
    <w:name w:val="Style Heading 1 + Times New Roman Bold 14 pt Bold All caps"/>
    <w:basedOn w:val="Antrat1"/>
    <w:rsid w:val="005916C9"/>
    <w:pPr>
      <w:keepLines w:val="0"/>
      <w:tabs>
        <w:tab w:val="left" w:pos="1134"/>
        <w:tab w:val="left" w:pos="2268"/>
        <w:tab w:val="decimal" w:pos="9214"/>
      </w:tabs>
      <w:spacing w:before="0" w:after="240"/>
      <w:jc w:val="both"/>
    </w:pPr>
    <w:rPr>
      <w:rFonts w:ascii="Times New Roman Bold" w:eastAsia="Calibri" w:hAnsi="Times New Roman Bold" w:cs="Times New Roman"/>
      <w:b/>
      <w:bCs/>
      <w:caps/>
      <w:color w:val="auto"/>
      <w:sz w:val="28"/>
      <w:szCs w:val="20"/>
    </w:rPr>
  </w:style>
  <w:style w:type="paragraph" w:customStyle="1" w:styleId="text-3mezera">
    <w:name w:val="text - 3 mezera"/>
    <w:basedOn w:val="prastasis"/>
    <w:rsid w:val="005916C9"/>
    <w:pPr>
      <w:widowControl w:val="0"/>
      <w:spacing w:before="60" w:line="240" w:lineRule="exact"/>
      <w:jc w:val="both"/>
    </w:pPr>
    <w:rPr>
      <w:rFonts w:ascii="Arial" w:eastAsia="Calibri" w:hAnsi="Arial" w:cs="Arial"/>
      <w:color w:val="auto"/>
      <w:lang w:val="cs-CZ" w:eastAsia="fi-FI"/>
    </w:rPr>
  </w:style>
  <w:style w:type="paragraph" w:customStyle="1" w:styleId="xl65">
    <w:name w:val="xl65"/>
    <w:basedOn w:val="prastasis"/>
    <w:rsid w:val="005916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66">
    <w:name w:val="xl66"/>
    <w:basedOn w:val="prastasis"/>
    <w:rsid w:val="00591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67">
    <w:name w:val="xl67"/>
    <w:basedOn w:val="prastasis"/>
    <w:rsid w:val="005916C9"/>
    <w:pPr>
      <w:spacing w:before="100" w:beforeAutospacing="1" w:after="100" w:afterAutospacing="1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68">
    <w:name w:val="xl68"/>
    <w:basedOn w:val="prastasis"/>
    <w:rsid w:val="005916C9"/>
    <w:pPr>
      <w:spacing w:before="100" w:beforeAutospacing="1" w:after="100" w:afterAutospacing="1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69">
    <w:name w:val="xl69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8"/>
      <w:szCs w:val="18"/>
    </w:rPr>
  </w:style>
  <w:style w:type="paragraph" w:customStyle="1" w:styleId="xl70">
    <w:name w:val="xl70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71">
    <w:name w:val="xl71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72">
    <w:name w:val="xl72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73">
    <w:name w:val="xl73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74">
    <w:name w:val="xl74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75">
    <w:name w:val="xl75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76">
    <w:name w:val="xl76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77">
    <w:name w:val="xl77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78">
    <w:name w:val="xl78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79">
    <w:name w:val="xl79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80">
    <w:name w:val="xl80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81">
    <w:name w:val="xl81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82">
    <w:name w:val="xl82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83">
    <w:name w:val="xl83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84">
    <w:name w:val="xl84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85">
    <w:name w:val="xl85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86">
    <w:name w:val="xl86"/>
    <w:basedOn w:val="prastasis"/>
    <w:rsid w:val="005916C9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87">
    <w:name w:val="xl87"/>
    <w:basedOn w:val="prastasis"/>
    <w:rsid w:val="005916C9"/>
    <w:pP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88">
    <w:name w:val="xl88"/>
    <w:basedOn w:val="prastasis"/>
    <w:rsid w:val="005916C9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89">
    <w:name w:val="xl89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90">
    <w:name w:val="xl90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91">
    <w:name w:val="xl91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92">
    <w:name w:val="xl92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93">
    <w:name w:val="xl93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94">
    <w:name w:val="xl94"/>
    <w:basedOn w:val="prastasis"/>
    <w:rsid w:val="005916C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95">
    <w:name w:val="xl95"/>
    <w:basedOn w:val="prastasis"/>
    <w:rsid w:val="005916C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 Unicode MS"/>
      <w:color w:val="auto"/>
    </w:rPr>
  </w:style>
  <w:style w:type="paragraph" w:customStyle="1" w:styleId="xl96">
    <w:name w:val="xl96"/>
    <w:basedOn w:val="prastasis"/>
    <w:rsid w:val="005916C9"/>
    <w:pPr>
      <w:spacing w:before="100" w:beforeAutospacing="1" w:after="100" w:afterAutospacing="1"/>
      <w:textAlignment w:val="top"/>
    </w:pPr>
    <w:rPr>
      <w:rFonts w:ascii="Arial Unicode MS"/>
      <w:color w:val="auto"/>
    </w:rPr>
  </w:style>
  <w:style w:type="paragraph" w:customStyle="1" w:styleId="xl97">
    <w:name w:val="xl97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98">
    <w:name w:val="xl98"/>
    <w:basedOn w:val="prastasis"/>
    <w:rsid w:val="005916C9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99">
    <w:name w:val="xl99"/>
    <w:basedOn w:val="prastasis"/>
    <w:rsid w:val="005916C9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 Unicode MS"/>
      <w:color w:val="auto"/>
    </w:rPr>
  </w:style>
  <w:style w:type="paragraph" w:customStyle="1" w:styleId="xl100">
    <w:name w:val="xl100"/>
    <w:basedOn w:val="prastasis"/>
    <w:rsid w:val="005916C9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101">
    <w:name w:val="xl101"/>
    <w:basedOn w:val="prastasis"/>
    <w:rsid w:val="005916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102">
    <w:name w:val="xl102"/>
    <w:basedOn w:val="prastasis"/>
    <w:rsid w:val="005916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103">
    <w:name w:val="xl103"/>
    <w:basedOn w:val="prastasis"/>
    <w:rsid w:val="005916C9"/>
    <w:pPr>
      <w:spacing w:before="100" w:beforeAutospacing="1" w:after="100" w:afterAutospacing="1"/>
      <w:jc w:val="center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104">
    <w:name w:val="xl104"/>
    <w:basedOn w:val="prastasis"/>
    <w:rsid w:val="005916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2">
    <w:name w:val="xl22"/>
    <w:basedOn w:val="prastasis"/>
    <w:rsid w:val="005916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3">
    <w:name w:val="xl23"/>
    <w:basedOn w:val="prastasis"/>
    <w:rsid w:val="005916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4">
    <w:name w:val="xl24"/>
    <w:basedOn w:val="prastasis"/>
    <w:rsid w:val="005916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5">
    <w:name w:val="xl25"/>
    <w:basedOn w:val="prastasis"/>
    <w:rsid w:val="005916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6">
    <w:name w:val="xl26"/>
    <w:basedOn w:val="prastasis"/>
    <w:rsid w:val="005916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/>
      <w:color w:val="auto"/>
    </w:rPr>
  </w:style>
  <w:style w:type="paragraph" w:customStyle="1" w:styleId="xl27">
    <w:name w:val="xl27"/>
    <w:basedOn w:val="prastasis"/>
    <w:rsid w:val="005916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8">
    <w:name w:val="xl28"/>
    <w:basedOn w:val="prastasis"/>
    <w:rsid w:val="005916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29">
    <w:name w:val="xl29"/>
    <w:basedOn w:val="prastasis"/>
    <w:rsid w:val="00591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30">
    <w:name w:val="xl30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31">
    <w:name w:val="xl31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32">
    <w:name w:val="xl32"/>
    <w:basedOn w:val="prastasis"/>
    <w:rsid w:val="005916C9"/>
    <w:pPr>
      <w:spacing w:before="100" w:beforeAutospacing="1" w:after="100" w:afterAutospacing="1"/>
      <w:jc w:val="right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33">
    <w:name w:val="xl33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34">
    <w:name w:val="xl34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8"/>
      <w:szCs w:val="18"/>
    </w:rPr>
  </w:style>
  <w:style w:type="paragraph" w:customStyle="1" w:styleId="xl35">
    <w:name w:val="xl35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36">
    <w:name w:val="xl36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37">
    <w:name w:val="xl37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38">
    <w:name w:val="xl38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39">
    <w:name w:val="xl39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0">
    <w:name w:val="xl40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1">
    <w:name w:val="xl41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42">
    <w:name w:val="xl42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43">
    <w:name w:val="xl43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4">
    <w:name w:val="xl44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5">
    <w:name w:val="xl45"/>
    <w:basedOn w:val="prastasis"/>
    <w:rsid w:val="005916C9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6">
    <w:name w:val="xl46"/>
    <w:basedOn w:val="prastasis"/>
    <w:rsid w:val="005916C9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47">
    <w:name w:val="xl47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48">
    <w:name w:val="xl48"/>
    <w:basedOn w:val="prastasis"/>
    <w:rsid w:val="005916C9"/>
    <w:pP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49">
    <w:name w:val="xl49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color w:val="auto"/>
      <w:sz w:val="16"/>
      <w:szCs w:val="16"/>
    </w:rPr>
  </w:style>
  <w:style w:type="paragraph" w:customStyle="1" w:styleId="xl50">
    <w:name w:val="xl50"/>
    <w:basedOn w:val="prastasis"/>
    <w:rsid w:val="005916C9"/>
    <w:pPr>
      <w:spacing w:before="100" w:beforeAutospacing="1" w:after="100" w:afterAutospacing="1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51">
    <w:name w:val="xl51"/>
    <w:basedOn w:val="prastasis"/>
    <w:rsid w:val="005916C9"/>
    <w:pPr>
      <w:spacing w:before="100" w:beforeAutospacing="1" w:after="100" w:afterAutospacing="1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52">
    <w:name w:val="xl52"/>
    <w:basedOn w:val="prastasis"/>
    <w:rsid w:val="005916C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paragraph" w:customStyle="1" w:styleId="xl53">
    <w:name w:val="xl53"/>
    <w:basedOn w:val="prastasis"/>
    <w:rsid w:val="005916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auto"/>
      <w:sz w:val="16"/>
      <w:szCs w:val="16"/>
    </w:rPr>
  </w:style>
  <w:style w:type="paragraph" w:customStyle="1" w:styleId="xl54">
    <w:name w:val="xl54"/>
    <w:basedOn w:val="prastasis"/>
    <w:rsid w:val="005916C9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onospaceLT" w:eastAsia="Calibri" w:hAnsi="MonospaceLT"/>
      <w:color w:val="auto"/>
      <w:sz w:val="16"/>
      <w:szCs w:val="16"/>
    </w:rPr>
  </w:style>
  <w:style w:type="paragraph" w:customStyle="1" w:styleId="xl55">
    <w:name w:val="xl55"/>
    <w:basedOn w:val="prastasis"/>
    <w:rsid w:val="005916C9"/>
    <w:pPr>
      <w:spacing w:before="100" w:beforeAutospacing="1" w:after="100" w:afterAutospacing="1"/>
      <w:textAlignment w:val="top"/>
    </w:pPr>
    <w:rPr>
      <w:rFonts w:ascii="Arial" w:eastAsia="Calibri" w:hAnsi="Arial"/>
      <w:b/>
      <w:bCs/>
      <w:color w:val="auto"/>
      <w:sz w:val="16"/>
      <w:szCs w:val="16"/>
    </w:rPr>
  </w:style>
  <w:style w:type="character" w:customStyle="1" w:styleId="Diagrama2">
    <w:name w:val="Diagrama2"/>
    <w:rsid w:val="005916C9"/>
    <w:rPr>
      <w:strike/>
      <w:sz w:val="24"/>
      <w:lang w:val="lt-LT" w:eastAsia="en-US"/>
    </w:rPr>
  </w:style>
  <w:style w:type="paragraph" w:customStyle="1" w:styleId="linija0">
    <w:name w:val="linija"/>
    <w:basedOn w:val="prastasis"/>
    <w:rsid w:val="005916C9"/>
    <w:pPr>
      <w:spacing w:before="100" w:beforeAutospacing="1" w:after="100" w:afterAutospacing="1"/>
    </w:pPr>
    <w:rPr>
      <w:rFonts w:eastAsia="Calibri"/>
      <w:color w:val="auto"/>
      <w:lang w:eastAsia="lt-LT"/>
    </w:rPr>
  </w:style>
  <w:style w:type="character" w:customStyle="1" w:styleId="FontStyle14">
    <w:name w:val="Font Style14"/>
    <w:rsid w:val="005916C9"/>
    <w:rPr>
      <w:rFonts w:ascii="Tahoma" w:hAnsi="Tahoma"/>
      <w:sz w:val="20"/>
    </w:rPr>
  </w:style>
  <w:style w:type="character" w:styleId="Perirtashipersaitas">
    <w:name w:val="FollowedHyperlink"/>
    <w:rsid w:val="005916C9"/>
    <w:rPr>
      <w:rFonts w:cs="Times New Roman"/>
      <w:color w:val="800080"/>
      <w:u w:val="single"/>
    </w:rPr>
  </w:style>
  <w:style w:type="paragraph" w:customStyle="1" w:styleId="bodytext0">
    <w:name w:val="bodytext"/>
    <w:basedOn w:val="prastasis"/>
    <w:rsid w:val="005916C9"/>
    <w:pPr>
      <w:spacing w:before="100" w:beforeAutospacing="1" w:after="100" w:afterAutospacing="1"/>
    </w:pPr>
    <w:rPr>
      <w:rFonts w:eastAsia="Calibri"/>
      <w:color w:val="auto"/>
      <w:lang w:eastAsia="lt-LT"/>
    </w:rPr>
  </w:style>
  <w:style w:type="paragraph" w:customStyle="1" w:styleId="xl119">
    <w:name w:val="xl119"/>
    <w:basedOn w:val="prastasis"/>
    <w:rsid w:val="005916C9"/>
    <w:pPr>
      <w:spacing w:before="100" w:beforeAutospacing="1" w:after="100" w:afterAutospacing="1"/>
      <w:jc w:val="center"/>
    </w:pPr>
    <w:rPr>
      <w:b/>
      <w:bCs/>
      <w:color w:val="auto"/>
    </w:rPr>
  </w:style>
  <w:style w:type="paragraph" w:customStyle="1" w:styleId="prastasis1">
    <w:name w:val="Įprastasis1"/>
    <w:basedOn w:val="prastasis"/>
    <w:next w:val="prastasis"/>
    <w:rsid w:val="005916C9"/>
    <w:pPr>
      <w:autoSpaceDE w:val="0"/>
      <w:autoSpaceDN w:val="0"/>
      <w:adjustRightInd w:val="0"/>
    </w:pPr>
    <w:rPr>
      <w:rFonts w:eastAsia="Calibri"/>
      <w:color w:val="auto"/>
      <w:lang w:eastAsia="lt-LT"/>
    </w:rPr>
  </w:style>
  <w:style w:type="paragraph" w:styleId="Tekstoblokas">
    <w:name w:val="Block Text"/>
    <w:basedOn w:val="prastasis"/>
    <w:rsid w:val="005916C9"/>
    <w:pPr>
      <w:shd w:val="clear" w:color="auto" w:fill="FFFFFF"/>
      <w:spacing w:line="278" w:lineRule="exact"/>
      <w:ind w:left="34" w:right="19" w:firstLine="1226"/>
      <w:jc w:val="both"/>
    </w:pPr>
    <w:rPr>
      <w:rFonts w:eastAsia="Calibri"/>
      <w:color w:val="000000"/>
      <w:spacing w:val="5"/>
    </w:rPr>
  </w:style>
  <w:style w:type="paragraph" w:customStyle="1" w:styleId="Default">
    <w:name w:val="Default"/>
    <w:qFormat/>
    <w:rsid w:val="005916C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agrindinistekstas0">
    <w:name w:val="pagrindinistekstas"/>
    <w:basedOn w:val="prastasis"/>
    <w:next w:val="prastasis"/>
    <w:rsid w:val="005916C9"/>
    <w:pPr>
      <w:autoSpaceDE w:val="0"/>
      <w:autoSpaceDN w:val="0"/>
      <w:adjustRightInd w:val="0"/>
    </w:pPr>
    <w:rPr>
      <w:rFonts w:ascii="AHGIAP+Arial" w:eastAsia="Calibri" w:hAnsi="AHGIAP+Arial"/>
      <w:color w:val="auto"/>
      <w:lang w:val="en-US"/>
    </w:rPr>
  </w:style>
  <w:style w:type="paragraph" w:styleId="Komentarotekstas">
    <w:name w:val="annotation text"/>
    <w:basedOn w:val="prastasis"/>
    <w:link w:val="KomentarotekstasDiagrama"/>
    <w:uiPriority w:val="99"/>
    <w:rsid w:val="005916C9"/>
    <w:rPr>
      <w:rFonts w:eastAsia="Calibri"/>
      <w:color w:val="auto"/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locked/>
    <w:rsid w:val="005916C9"/>
    <w:rPr>
      <w:rFonts w:eastAsia="Calibri"/>
      <w:lang w:val="lt-LT" w:eastAsia="en-US" w:bidi="ar-SA"/>
    </w:rPr>
  </w:style>
  <w:style w:type="paragraph" w:customStyle="1" w:styleId="Style1">
    <w:name w:val="Style1"/>
    <w:basedOn w:val="Antrat5"/>
    <w:rsid w:val="005916C9"/>
    <w:pPr>
      <w:tabs>
        <w:tab w:val="num" w:pos="360"/>
      </w:tabs>
      <w:spacing w:after="240"/>
      <w:ind w:left="360" w:hanging="360"/>
    </w:pPr>
    <w:rPr>
      <w:rFonts w:ascii="Arial" w:eastAsia="Calibri" w:hAnsi="Arial"/>
      <w:i w:val="0"/>
      <w:color w:val="auto"/>
      <w:sz w:val="24"/>
    </w:rPr>
  </w:style>
  <w:style w:type="paragraph" w:styleId="Sraas">
    <w:name w:val="List"/>
    <w:basedOn w:val="prastasis"/>
    <w:rsid w:val="005916C9"/>
    <w:pPr>
      <w:suppressAutoHyphens/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eastAsia="Calibri"/>
      <w:color w:val="auto"/>
      <w:szCs w:val="20"/>
      <w:lang w:val="en-US"/>
    </w:rPr>
  </w:style>
  <w:style w:type="paragraph" w:styleId="Debesliotekstas">
    <w:name w:val="Balloon Text"/>
    <w:basedOn w:val="prastasis"/>
    <w:link w:val="DebesliotekstasDiagrama"/>
    <w:semiHidden/>
    <w:rsid w:val="005916C9"/>
    <w:rPr>
      <w:rFonts w:ascii="Tahoma" w:eastAsia="Calibri" w:hAnsi="Tahoma" w:cs="Tahoma"/>
      <w:color w:val="auto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5916C9"/>
    <w:rPr>
      <w:rFonts w:ascii="Tahoma" w:eastAsia="Calibri" w:hAnsi="Tahoma" w:cs="Tahoma"/>
      <w:sz w:val="16"/>
      <w:szCs w:val="16"/>
      <w:lang w:val="lt-LT" w:eastAsia="en-US" w:bidi="ar-SA"/>
    </w:rPr>
  </w:style>
  <w:style w:type="paragraph" w:styleId="Dokumentostruktra">
    <w:name w:val="Document Map"/>
    <w:basedOn w:val="prastasis"/>
    <w:link w:val="DokumentostruktraDiagrama"/>
    <w:semiHidden/>
    <w:rsid w:val="005916C9"/>
    <w:pPr>
      <w:shd w:val="clear" w:color="auto" w:fill="000080"/>
    </w:pPr>
    <w:rPr>
      <w:rFonts w:ascii="Tahoma" w:eastAsia="Calibri" w:hAnsi="Tahoma" w:cs="Tahoma"/>
      <w:color w:val="auto"/>
    </w:rPr>
  </w:style>
  <w:style w:type="character" w:customStyle="1" w:styleId="DokumentostruktraDiagrama">
    <w:name w:val="Dokumento struktūra Diagrama"/>
    <w:link w:val="Dokumentostruktra"/>
    <w:semiHidden/>
    <w:locked/>
    <w:rsid w:val="005916C9"/>
    <w:rPr>
      <w:rFonts w:ascii="Tahoma" w:eastAsia="Calibri" w:hAnsi="Tahoma" w:cs="Tahoma"/>
      <w:sz w:val="24"/>
      <w:szCs w:val="24"/>
      <w:lang w:val="lt-LT" w:eastAsia="en-US" w:bidi="ar-SA"/>
    </w:rPr>
  </w:style>
  <w:style w:type="character" w:customStyle="1" w:styleId="CharChar1">
    <w:name w:val="Char Char1"/>
    <w:rsid w:val="005916C9"/>
    <w:rPr>
      <w:rFonts w:ascii="Times New Roman" w:hAnsi="Times New Roman"/>
      <w:sz w:val="24"/>
      <w:lang w:eastAsia="en-US"/>
    </w:rPr>
  </w:style>
  <w:style w:type="paragraph" w:customStyle="1" w:styleId="Diagrama10DiagramaCharCharDiagrama">
    <w:name w:val="Diagrama10 Diagrama Char Char Diagrama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styleId="HTMLiankstoformatuotas">
    <w:name w:val="HTML Preformatted"/>
    <w:basedOn w:val="prastasis"/>
    <w:link w:val="HTMLiankstoformatuotasDiagrama"/>
    <w:rsid w:val="00591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5916C9"/>
    <w:rPr>
      <w:rFonts w:ascii="Courier New" w:eastAsia="Calibri" w:hAnsi="Courier New" w:cs="Courier New"/>
      <w:lang w:val="lt-LT" w:eastAsia="lt-LT" w:bidi="ar-SA"/>
    </w:rPr>
  </w:style>
  <w:style w:type="character" w:customStyle="1" w:styleId="CharChar3">
    <w:name w:val="Char Char3"/>
    <w:rsid w:val="005916C9"/>
    <w:rPr>
      <w:rFonts w:ascii="Courier New" w:hAnsi="Courier New"/>
    </w:rPr>
  </w:style>
  <w:style w:type="paragraph" w:customStyle="1" w:styleId="Patvirtinta">
    <w:name w:val="Patvirtinta"/>
    <w:rsid w:val="005916C9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Calibri" w:hAnsi="TimesLT"/>
      <w:lang w:val="en-US" w:eastAsia="en-US"/>
    </w:rPr>
  </w:style>
  <w:style w:type="character" w:customStyle="1" w:styleId="CharChar2">
    <w:name w:val="Char Char2"/>
    <w:rsid w:val="005916C9"/>
    <w:rPr>
      <w:rFonts w:eastAsia="Times New Roman"/>
      <w:sz w:val="24"/>
      <w:lang w:val="en-GB" w:eastAsia="en-US"/>
    </w:rPr>
  </w:style>
  <w:style w:type="character" w:customStyle="1" w:styleId="Char2">
    <w:name w:val="Char2"/>
    <w:rsid w:val="005916C9"/>
    <w:rPr>
      <w:strike/>
      <w:sz w:val="24"/>
      <w:lang w:val="lt-LT" w:eastAsia="en-US"/>
    </w:rPr>
  </w:style>
  <w:style w:type="paragraph" w:customStyle="1" w:styleId="Stilius3">
    <w:name w:val="Stilius3"/>
    <w:basedOn w:val="prastasis"/>
    <w:qFormat/>
    <w:rsid w:val="005916C9"/>
    <w:pPr>
      <w:spacing w:before="200"/>
      <w:jc w:val="both"/>
    </w:pPr>
    <w:rPr>
      <w:rFonts w:eastAsia="Calibri"/>
      <w:color w:val="auto"/>
      <w:sz w:val="22"/>
      <w:szCs w:val="22"/>
    </w:rPr>
  </w:style>
  <w:style w:type="paragraph" w:customStyle="1" w:styleId="Stilius1">
    <w:name w:val="Stilius1"/>
    <w:basedOn w:val="prastasis"/>
    <w:autoRedefine/>
    <w:rsid w:val="005916C9"/>
    <w:pPr>
      <w:spacing w:before="240" w:after="240"/>
      <w:ind w:left="181" w:firstLine="1095"/>
      <w:jc w:val="center"/>
    </w:pPr>
    <w:rPr>
      <w:rFonts w:eastAsia="Calibri"/>
      <w:b/>
      <w:color w:val="auto"/>
    </w:rPr>
  </w:style>
  <w:style w:type="paragraph" w:customStyle="1" w:styleId="Bodytxt">
    <w:name w:val="Bodytxt"/>
    <w:basedOn w:val="prastasis"/>
    <w:rsid w:val="005916C9"/>
    <w:pPr>
      <w:keepNext/>
      <w:jc w:val="both"/>
    </w:pPr>
    <w:rPr>
      <w:rFonts w:eastAsia="Calibri"/>
      <w:color w:val="auto"/>
      <w:sz w:val="22"/>
      <w:szCs w:val="22"/>
      <w:lang w:eastAsia="fi-FI"/>
    </w:rPr>
  </w:style>
  <w:style w:type="paragraph" w:customStyle="1" w:styleId="Diagrama10">
    <w:name w:val="Diagrama10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DiagramaDiagrama1CharCharDiagramaDiagrama">
    <w:name w:val="Diagrama Diagrama1 Char Char Diagrama Diagrama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Diagrama1">
    <w:name w:val="Diagrama1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Stilius5">
    <w:name w:val="Stilius5"/>
    <w:basedOn w:val="prastasis"/>
    <w:rsid w:val="005916C9"/>
    <w:pPr>
      <w:jc w:val="center"/>
    </w:pPr>
    <w:rPr>
      <w:rFonts w:eastAsia="Calibri"/>
      <w:b/>
      <w:color w:val="auto"/>
      <w:sz w:val="28"/>
      <w:szCs w:val="28"/>
    </w:rPr>
  </w:style>
  <w:style w:type="paragraph" w:customStyle="1" w:styleId="Head21">
    <w:name w:val="Head 2.1"/>
    <w:basedOn w:val="prastasis"/>
    <w:rsid w:val="005916C9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b/>
      <w:color w:val="auto"/>
      <w:sz w:val="28"/>
      <w:szCs w:val="20"/>
      <w:lang w:val="en-US"/>
    </w:rPr>
  </w:style>
  <w:style w:type="paragraph" w:customStyle="1" w:styleId="Stilius4">
    <w:name w:val="Stilius4"/>
    <w:basedOn w:val="prastasis"/>
    <w:rsid w:val="005916C9"/>
    <w:pPr>
      <w:numPr>
        <w:numId w:val="5"/>
      </w:numPr>
      <w:spacing w:before="200"/>
      <w:ind w:hanging="578"/>
    </w:pPr>
    <w:rPr>
      <w:rFonts w:eastAsia="Calibri"/>
      <w:color w:val="auto"/>
      <w:sz w:val="22"/>
      <w:szCs w:val="22"/>
    </w:rPr>
  </w:style>
  <w:style w:type="paragraph" w:customStyle="1" w:styleId="DiagramaDiagramaCharCharDiagramaDiagrama">
    <w:name w:val="Diagrama Diagrama Char Char Diagrama Diagrama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Diagrama12">
    <w:name w:val="Diagrama12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DiagramaDiagrama">
    <w:name w:val="Diagrama Diagrama"/>
    <w:basedOn w:val="prastasis"/>
    <w:rsid w:val="005916C9"/>
    <w:pPr>
      <w:spacing w:after="160" w:line="240" w:lineRule="exact"/>
    </w:pPr>
    <w:rPr>
      <w:rFonts w:ascii="Tahoma" w:eastAsia="Calibri" w:hAnsi="Tahoma"/>
      <w:color w:val="auto"/>
      <w:sz w:val="20"/>
      <w:szCs w:val="20"/>
      <w:lang w:val="en-US"/>
    </w:rPr>
  </w:style>
  <w:style w:type="paragraph" w:customStyle="1" w:styleId="Pagrindinistekstas30">
    <w:name w:val="Pagrindinis tekstas3"/>
    <w:basedOn w:val="prastasis"/>
    <w:rsid w:val="005916C9"/>
    <w:pPr>
      <w:shd w:val="clear" w:color="auto" w:fill="FFFFFF"/>
      <w:spacing w:before="300" w:line="413" w:lineRule="exact"/>
      <w:jc w:val="center"/>
    </w:pPr>
    <w:rPr>
      <w:rFonts w:eastAsia="Calibri"/>
      <w:color w:val="auto"/>
      <w:sz w:val="22"/>
      <w:szCs w:val="22"/>
    </w:rPr>
  </w:style>
  <w:style w:type="paragraph" w:customStyle="1" w:styleId="TableContents">
    <w:name w:val="Table Contents"/>
    <w:basedOn w:val="prastasis"/>
    <w:rsid w:val="005916C9"/>
    <w:pPr>
      <w:suppressLineNumbers/>
      <w:suppressAutoHyphens/>
    </w:pPr>
    <w:rPr>
      <w:rFonts w:eastAsia="Calibri"/>
      <w:color w:val="auto"/>
      <w:lang w:eastAsia="ar-SA"/>
    </w:rPr>
  </w:style>
  <w:style w:type="paragraph" w:customStyle="1" w:styleId="TableHeading">
    <w:name w:val="Table Heading"/>
    <w:basedOn w:val="TableContents"/>
    <w:rsid w:val="005916C9"/>
    <w:pPr>
      <w:jc w:val="center"/>
    </w:pPr>
    <w:rPr>
      <w:b/>
      <w:bCs/>
      <w:i/>
      <w:iCs/>
    </w:rPr>
  </w:style>
  <w:style w:type="paragraph" w:customStyle="1" w:styleId="PAV">
    <w:name w:val="PAV"/>
    <w:basedOn w:val="prastasis"/>
    <w:link w:val="PAVChar"/>
    <w:rsid w:val="005916C9"/>
    <w:pPr>
      <w:jc w:val="center"/>
    </w:pPr>
    <w:rPr>
      <w:rFonts w:eastAsia="Times New Roman"/>
      <w:smallCaps/>
      <w:color w:val="auto"/>
      <w:szCs w:val="20"/>
    </w:rPr>
  </w:style>
  <w:style w:type="character" w:customStyle="1" w:styleId="PAVChar">
    <w:name w:val="PAV Char"/>
    <w:link w:val="PAV"/>
    <w:locked/>
    <w:rsid w:val="005916C9"/>
    <w:rPr>
      <w:smallCaps/>
      <w:sz w:val="24"/>
      <w:lang w:val="lt-LT" w:eastAsia="en-US" w:bidi="ar-SA"/>
    </w:rPr>
  </w:style>
  <w:style w:type="paragraph" w:customStyle="1" w:styleId="ListParagraph1">
    <w:name w:val="List Paragraph1"/>
    <w:basedOn w:val="prastasis"/>
    <w:rsid w:val="005916C9"/>
    <w:pPr>
      <w:spacing w:after="160" w:line="259" w:lineRule="auto"/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paragraph" w:customStyle="1" w:styleId="msonormal0">
    <w:name w:val="msonormal"/>
    <w:basedOn w:val="prastasis"/>
    <w:rsid w:val="005916C9"/>
    <w:pPr>
      <w:spacing w:before="100" w:beforeAutospacing="1" w:after="100" w:afterAutospacing="1"/>
    </w:pPr>
    <w:rPr>
      <w:rFonts w:eastAsia="Calibri"/>
      <w:color w:val="auto"/>
      <w:lang w:eastAsia="lt-LT"/>
    </w:rPr>
  </w:style>
  <w:style w:type="character" w:customStyle="1" w:styleId="Diagrama21">
    <w:name w:val="Diagrama21"/>
    <w:rsid w:val="005916C9"/>
    <w:rPr>
      <w:strike/>
      <w:sz w:val="24"/>
      <w:lang w:val="lt-LT" w:eastAsia="en-US"/>
    </w:rPr>
  </w:style>
  <w:style w:type="paragraph" w:customStyle="1" w:styleId="Numeruotastekstas">
    <w:name w:val="Numeruotas tekstas"/>
    <w:basedOn w:val="prastasis"/>
    <w:rsid w:val="005916C9"/>
    <w:pPr>
      <w:suppressAutoHyphens/>
      <w:jc w:val="both"/>
    </w:pPr>
    <w:rPr>
      <w:rFonts w:eastAsia="Calibri"/>
      <w:color w:val="auto"/>
      <w:lang w:eastAsia="ar-SA"/>
    </w:rPr>
  </w:style>
  <w:style w:type="paragraph" w:customStyle="1" w:styleId="Style">
    <w:name w:val="Style"/>
    <w:rsid w:val="005916C9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4">
    <w:name w:val="Style14"/>
    <w:basedOn w:val="prastasis"/>
    <w:rsid w:val="005916C9"/>
    <w:pPr>
      <w:widowControl w:val="0"/>
      <w:autoSpaceDE w:val="0"/>
      <w:autoSpaceDN w:val="0"/>
      <w:adjustRightInd w:val="0"/>
      <w:spacing w:line="259" w:lineRule="exact"/>
      <w:jc w:val="both"/>
    </w:pPr>
    <w:rPr>
      <w:rFonts w:eastAsia="Calibri"/>
      <w:color w:val="auto"/>
      <w:lang w:val="en-US"/>
    </w:rPr>
  </w:style>
  <w:style w:type="paragraph" w:customStyle="1" w:styleId="Style2">
    <w:name w:val="Style2"/>
    <w:basedOn w:val="prastasis"/>
    <w:rsid w:val="005916C9"/>
    <w:pPr>
      <w:widowControl w:val="0"/>
      <w:autoSpaceDE w:val="0"/>
      <w:autoSpaceDN w:val="0"/>
      <w:adjustRightInd w:val="0"/>
    </w:pPr>
    <w:rPr>
      <w:rFonts w:eastAsia="Calibri"/>
      <w:color w:val="auto"/>
      <w:lang w:val="en-US"/>
    </w:rPr>
  </w:style>
  <w:style w:type="paragraph" w:customStyle="1" w:styleId="Style5">
    <w:name w:val="Style5"/>
    <w:basedOn w:val="prastasis"/>
    <w:rsid w:val="005916C9"/>
    <w:pPr>
      <w:widowControl w:val="0"/>
      <w:autoSpaceDE w:val="0"/>
      <w:autoSpaceDN w:val="0"/>
      <w:adjustRightInd w:val="0"/>
      <w:jc w:val="both"/>
    </w:pPr>
    <w:rPr>
      <w:rFonts w:eastAsia="Calibri"/>
      <w:color w:val="auto"/>
      <w:lang w:val="en-US"/>
    </w:rPr>
  </w:style>
  <w:style w:type="character" w:customStyle="1" w:styleId="FontStyle18">
    <w:name w:val="Font Style18"/>
    <w:rsid w:val="005916C9"/>
    <w:rPr>
      <w:rFonts w:ascii="Times New Roman" w:hAnsi="Times New Roman"/>
      <w:i/>
      <w:sz w:val="20"/>
    </w:rPr>
  </w:style>
  <w:style w:type="character" w:customStyle="1" w:styleId="FontStyle20">
    <w:name w:val="Font Style20"/>
    <w:rsid w:val="005916C9"/>
    <w:rPr>
      <w:rFonts w:ascii="Times New Roman" w:hAnsi="Times New Roman"/>
      <w:b/>
      <w:sz w:val="20"/>
    </w:rPr>
  </w:style>
  <w:style w:type="character" w:customStyle="1" w:styleId="FontStyle23">
    <w:name w:val="Font Style23"/>
    <w:rsid w:val="005916C9"/>
    <w:rPr>
      <w:rFonts w:ascii="Times New Roman" w:hAnsi="Times New Roman"/>
      <w:sz w:val="20"/>
    </w:rPr>
  </w:style>
  <w:style w:type="paragraph" w:customStyle="1" w:styleId="Style3">
    <w:name w:val="Style3"/>
    <w:basedOn w:val="prastasis"/>
    <w:rsid w:val="005916C9"/>
    <w:pPr>
      <w:widowControl w:val="0"/>
      <w:autoSpaceDE w:val="0"/>
      <w:autoSpaceDN w:val="0"/>
      <w:adjustRightInd w:val="0"/>
      <w:spacing w:line="262" w:lineRule="exact"/>
    </w:pPr>
    <w:rPr>
      <w:rFonts w:eastAsia="Calibri"/>
      <w:color w:val="auto"/>
      <w:lang w:val="en-US"/>
    </w:rPr>
  </w:style>
  <w:style w:type="paragraph" w:customStyle="1" w:styleId="Style10">
    <w:name w:val="Style10"/>
    <w:basedOn w:val="prastasis"/>
    <w:rsid w:val="005916C9"/>
    <w:pPr>
      <w:widowControl w:val="0"/>
      <w:autoSpaceDE w:val="0"/>
      <w:autoSpaceDN w:val="0"/>
      <w:adjustRightInd w:val="0"/>
      <w:spacing w:line="370" w:lineRule="exact"/>
      <w:ind w:hanging="1435"/>
    </w:pPr>
    <w:rPr>
      <w:rFonts w:eastAsia="Calibri"/>
      <w:color w:val="auto"/>
      <w:lang w:val="en-US"/>
    </w:rPr>
  </w:style>
  <w:style w:type="paragraph" w:customStyle="1" w:styleId="Style11">
    <w:name w:val="Style11"/>
    <w:basedOn w:val="prastasis"/>
    <w:rsid w:val="005916C9"/>
    <w:pPr>
      <w:widowControl w:val="0"/>
      <w:autoSpaceDE w:val="0"/>
      <w:autoSpaceDN w:val="0"/>
      <w:adjustRightInd w:val="0"/>
      <w:spacing w:line="317" w:lineRule="exact"/>
      <w:ind w:firstLine="2400"/>
    </w:pPr>
    <w:rPr>
      <w:rFonts w:eastAsia="Calibri"/>
      <w:color w:val="auto"/>
      <w:lang w:val="en-US"/>
    </w:rPr>
  </w:style>
  <w:style w:type="paragraph" w:customStyle="1" w:styleId="Style13">
    <w:name w:val="Style13"/>
    <w:basedOn w:val="prastasis"/>
    <w:rsid w:val="005916C9"/>
    <w:pPr>
      <w:widowControl w:val="0"/>
      <w:autoSpaceDE w:val="0"/>
      <w:autoSpaceDN w:val="0"/>
      <w:adjustRightInd w:val="0"/>
      <w:spacing w:line="312" w:lineRule="exact"/>
      <w:ind w:hanging="1358"/>
    </w:pPr>
    <w:rPr>
      <w:rFonts w:eastAsia="Calibri"/>
      <w:color w:val="auto"/>
      <w:lang w:val="en-US"/>
    </w:rPr>
  </w:style>
  <w:style w:type="paragraph" w:customStyle="1" w:styleId="Style15">
    <w:name w:val="Style15"/>
    <w:basedOn w:val="prastasis"/>
    <w:rsid w:val="005916C9"/>
    <w:pPr>
      <w:widowControl w:val="0"/>
      <w:autoSpaceDE w:val="0"/>
      <w:autoSpaceDN w:val="0"/>
      <w:adjustRightInd w:val="0"/>
      <w:spacing w:line="370" w:lineRule="exact"/>
      <w:ind w:hanging="1358"/>
    </w:pPr>
    <w:rPr>
      <w:rFonts w:eastAsia="Calibri"/>
      <w:color w:val="auto"/>
      <w:lang w:val="en-US"/>
    </w:rPr>
  </w:style>
  <w:style w:type="paragraph" w:customStyle="1" w:styleId="Style16">
    <w:name w:val="Style16"/>
    <w:basedOn w:val="prastasis"/>
    <w:rsid w:val="005916C9"/>
    <w:pPr>
      <w:widowControl w:val="0"/>
      <w:autoSpaceDE w:val="0"/>
      <w:autoSpaceDN w:val="0"/>
      <w:adjustRightInd w:val="0"/>
    </w:pPr>
    <w:rPr>
      <w:rFonts w:eastAsia="Calibri"/>
      <w:color w:val="auto"/>
      <w:lang w:val="en-US"/>
    </w:rPr>
  </w:style>
  <w:style w:type="character" w:customStyle="1" w:styleId="FontStyle21">
    <w:name w:val="Font Style21"/>
    <w:rsid w:val="005916C9"/>
    <w:rPr>
      <w:rFonts w:ascii="Times New Roman" w:hAnsi="Times New Roman"/>
      <w:sz w:val="22"/>
    </w:rPr>
  </w:style>
  <w:style w:type="paragraph" w:customStyle="1" w:styleId="Style7">
    <w:name w:val="Style7"/>
    <w:basedOn w:val="prastasis"/>
    <w:rsid w:val="005916C9"/>
    <w:pPr>
      <w:widowControl w:val="0"/>
      <w:autoSpaceDE w:val="0"/>
      <w:autoSpaceDN w:val="0"/>
      <w:adjustRightInd w:val="0"/>
    </w:pPr>
    <w:rPr>
      <w:rFonts w:eastAsia="Calibri"/>
      <w:color w:val="auto"/>
      <w:lang w:val="en-US"/>
    </w:rPr>
  </w:style>
  <w:style w:type="paragraph" w:customStyle="1" w:styleId="Style8">
    <w:name w:val="Style8"/>
    <w:basedOn w:val="prastasis"/>
    <w:rsid w:val="005916C9"/>
    <w:pPr>
      <w:widowControl w:val="0"/>
      <w:autoSpaceDE w:val="0"/>
      <w:autoSpaceDN w:val="0"/>
      <w:adjustRightInd w:val="0"/>
    </w:pPr>
    <w:rPr>
      <w:rFonts w:eastAsia="Calibri"/>
      <w:color w:val="auto"/>
      <w:lang w:val="en-US"/>
    </w:rPr>
  </w:style>
  <w:style w:type="paragraph" w:styleId="Dokumentoinaostekstas">
    <w:name w:val="endnote text"/>
    <w:basedOn w:val="prastasis"/>
    <w:link w:val="DokumentoinaostekstasDiagrama"/>
    <w:rsid w:val="005916C9"/>
    <w:rPr>
      <w:rFonts w:eastAsia="Calibri"/>
      <w:color w:val="auto"/>
      <w:sz w:val="20"/>
      <w:szCs w:val="20"/>
      <w:lang w:eastAsia="fi-FI"/>
    </w:rPr>
  </w:style>
  <w:style w:type="character" w:customStyle="1" w:styleId="DokumentoinaostekstasDiagrama">
    <w:name w:val="Dokumento išnašos tekstas Diagrama"/>
    <w:link w:val="Dokumentoinaostekstas"/>
    <w:locked/>
    <w:rsid w:val="005916C9"/>
    <w:rPr>
      <w:rFonts w:eastAsia="Calibri"/>
      <w:lang w:val="lt-LT" w:eastAsia="fi-FI" w:bidi="ar-SA"/>
    </w:rPr>
  </w:style>
  <w:style w:type="paragraph" w:customStyle="1" w:styleId="Komentarotema1">
    <w:name w:val="Komentaro tema1"/>
    <w:basedOn w:val="Komentarotekstas"/>
    <w:next w:val="Komentarotekstas"/>
    <w:semiHidden/>
    <w:rsid w:val="005916C9"/>
    <w:rPr>
      <w:b/>
      <w:bCs/>
      <w:lang w:eastAsia="fi-FI"/>
    </w:rPr>
  </w:style>
  <w:style w:type="character" w:customStyle="1" w:styleId="Bodytext2">
    <w:name w:val="Body text (2)_"/>
    <w:link w:val="Bodytext20"/>
    <w:locked/>
    <w:rsid w:val="005916C9"/>
    <w:rPr>
      <w:sz w:val="23"/>
      <w:shd w:val="clear" w:color="auto" w:fill="FFFFFF"/>
      <w:lang w:bidi="ar-SA"/>
    </w:rPr>
  </w:style>
  <w:style w:type="paragraph" w:customStyle="1" w:styleId="Bodytext20">
    <w:name w:val="Body text (2)"/>
    <w:basedOn w:val="prastasis"/>
    <w:link w:val="Bodytext2"/>
    <w:rsid w:val="005916C9"/>
    <w:pPr>
      <w:shd w:val="clear" w:color="auto" w:fill="FFFFFF"/>
      <w:spacing w:line="240" w:lineRule="atLeast"/>
    </w:pPr>
    <w:rPr>
      <w:rFonts w:eastAsia="Times New Roman"/>
      <w:color w:val="auto"/>
      <w:sz w:val="23"/>
      <w:szCs w:val="20"/>
      <w:shd w:val="clear" w:color="auto" w:fill="FFFFFF"/>
    </w:rPr>
  </w:style>
  <w:style w:type="character" w:customStyle="1" w:styleId="Bodytext115pt">
    <w:name w:val="Body text + 11.5 pt"/>
    <w:aliases w:val="Italic,Body text + Bold,Spacing -1 pt"/>
    <w:rsid w:val="005916C9"/>
    <w:rPr>
      <w:rFonts w:ascii="Times New Roman" w:hAnsi="Times New Roman"/>
      <w:i/>
      <w:spacing w:val="0"/>
      <w:sz w:val="23"/>
      <w:shd w:val="clear" w:color="auto" w:fill="FFFFFF"/>
    </w:rPr>
  </w:style>
  <w:style w:type="character" w:customStyle="1" w:styleId="Bodytext3">
    <w:name w:val="Body text (3)_"/>
    <w:link w:val="Bodytext30"/>
    <w:locked/>
    <w:rsid w:val="005916C9"/>
    <w:rPr>
      <w:sz w:val="16"/>
      <w:shd w:val="clear" w:color="auto" w:fill="FFFFFF"/>
      <w:lang w:bidi="ar-SA"/>
    </w:rPr>
  </w:style>
  <w:style w:type="paragraph" w:customStyle="1" w:styleId="Bodytext30">
    <w:name w:val="Body text (3)"/>
    <w:basedOn w:val="prastasis"/>
    <w:link w:val="Bodytext3"/>
    <w:rsid w:val="005916C9"/>
    <w:pPr>
      <w:shd w:val="clear" w:color="auto" w:fill="FFFFFF"/>
      <w:spacing w:before="360" w:after="240" w:line="240" w:lineRule="atLeast"/>
    </w:pPr>
    <w:rPr>
      <w:rFonts w:eastAsia="Times New Roman"/>
      <w:color w:val="auto"/>
      <w:sz w:val="16"/>
      <w:szCs w:val="20"/>
      <w:shd w:val="clear" w:color="auto" w:fill="FFFFFF"/>
    </w:rPr>
  </w:style>
  <w:style w:type="character" w:customStyle="1" w:styleId="BodytextCenturyGothic">
    <w:name w:val="Body text + Century Gothic"/>
    <w:aliases w:val="9.5 pt"/>
    <w:rsid w:val="005916C9"/>
    <w:rPr>
      <w:rFonts w:ascii="Century Gothic" w:hAnsi="Century Gothic"/>
      <w:spacing w:val="0"/>
      <w:sz w:val="19"/>
      <w:shd w:val="clear" w:color="auto" w:fill="FFFFFF"/>
    </w:rPr>
  </w:style>
  <w:style w:type="character" w:customStyle="1" w:styleId="Bodytext2NotItalic">
    <w:name w:val="Body text (2) + Not Italic"/>
    <w:rsid w:val="005916C9"/>
    <w:rPr>
      <w:rFonts w:ascii="Times New Roman" w:hAnsi="Times New Roman"/>
      <w:i/>
      <w:spacing w:val="0"/>
      <w:sz w:val="23"/>
      <w:shd w:val="clear" w:color="auto" w:fill="FFFFFF"/>
    </w:rPr>
  </w:style>
  <w:style w:type="character" w:customStyle="1" w:styleId="normal-h">
    <w:name w:val="normal-h"/>
    <w:rsid w:val="005916C9"/>
  </w:style>
  <w:style w:type="character" w:customStyle="1" w:styleId="apple-converted-space">
    <w:name w:val="apple-converted-space"/>
    <w:rsid w:val="005916C9"/>
    <w:rPr>
      <w:rFonts w:cs="Times New Roman"/>
    </w:rPr>
  </w:style>
  <w:style w:type="paragraph" w:customStyle="1" w:styleId="CLIENT">
    <w:name w:val="CLIENT"/>
    <w:basedOn w:val="prastasis"/>
    <w:rsid w:val="00A9766E"/>
    <w:pPr>
      <w:keepNext/>
      <w:spacing w:before="60" w:after="60"/>
      <w:jc w:val="both"/>
    </w:pPr>
    <w:rPr>
      <w:rFonts w:eastAsia="Times New Roman"/>
      <w:b/>
      <w:bCs/>
      <w:caps/>
      <w:color w:val="auto"/>
      <w:lang w:eastAsia="fi-FI"/>
    </w:rPr>
  </w:style>
  <w:style w:type="paragraph" w:customStyle="1" w:styleId="text">
    <w:name w:val="text"/>
    <w:rsid w:val="00A9766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Rimas">
    <w:name w:val="Rimas"/>
    <w:basedOn w:val="prastasis"/>
    <w:rsid w:val="00A9766E"/>
    <w:pPr>
      <w:tabs>
        <w:tab w:val="left" w:pos="900"/>
      </w:tabs>
      <w:spacing w:before="60" w:after="60"/>
      <w:ind w:left="902" w:hanging="902"/>
      <w:jc w:val="both"/>
    </w:pPr>
    <w:rPr>
      <w:rFonts w:ascii="Arial" w:eastAsia="Times New Roman" w:hAnsi="Arial" w:cs="Arial"/>
      <w:color w:val="auto"/>
      <w:lang w:eastAsia="fi-FI"/>
    </w:rPr>
  </w:style>
  <w:style w:type="character" w:customStyle="1" w:styleId="DiagramaDiagrama5">
    <w:name w:val="Diagrama Diagrama5"/>
    <w:semiHidden/>
    <w:rsid w:val="00A9766E"/>
    <w:rPr>
      <w:sz w:val="22"/>
      <w:szCs w:val="22"/>
      <w:lang w:val="lt-LT" w:eastAsia="fi-FI" w:bidi="ar-SA"/>
    </w:rPr>
  </w:style>
  <w:style w:type="paragraph" w:customStyle="1" w:styleId="tabulka">
    <w:name w:val="tabulka"/>
    <w:basedOn w:val="text-3mezera"/>
    <w:rsid w:val="00A9766E"/>
    <w:pPr>
      <w:spacing w:before="120"/>
      <w:jc w:val="center"/>
    </w:pPr>
    <w:rPr>
      <w:rFonts w:eastAsia="Times New Roman"/>
      <w:sz w:val="20"/>
      <w:szCs w:val="20"/>
    </w:rPr>
  </w:style>
  <w:style w:type="character" w:styleId="Grietas">
    <w:name w:val="Strong"/>
    <w:uiPriority w:val="22"/>
    <w:qFormat/>
    <w:rsid w:val="00A9766E"/>
    <w:rPr>
      <w:b/>
      <w:bCs/>
    </w:rPr>
  </w:style>
  <w:style w:type="character" w:customStyle="1" w:styleId="PagrindiniotekstotraukaDiagrama">
    <w:name w:val="Pagrindinio teksto įtrauka Diagrama"/>
    <w:semiHidden/>
    <w:rsid w:val="00ED200D"/>
    <w:rPr>
      <w:rFonts w:ascii="Times New Roman" w:hAnsi="Times New Roman"/>
      <w:i/>
      <w:sz w:val="20"/>
    </w:rPr>
  </w:style>
  <w:style w:type="paragraph" w:customStyle="1" w:styleId="Sraopastraipa10">
    <w:name w:val="Sąrašo pastraipa1"/>
    <w:basedOn w:val="prastasis"/>
    <w:uiPriority w:val="99"/>
    <w:qFormat/>
    <w:rsid w:val="003D2ADF"/>
    <w:pPr>
      <w:suppressAutoHyphens/>
      <w:ind w:left="720"/>
      <w:contextualSpacing/>
    </w:pPr>
    <w:rPr>
      <w:rFonts w:eastAsia="Times New Roman"/>
      <w:color w:val="auto"/>
      <w:lang w:eastAsia="ar-SA"/>
    </w:rPr>
  </w:style>
  <w:style w:type="paragraph" w:customStyle="1" w:styleId="ISTATYMAS">
    <w:name w:val="ISTATYMAS"/>
    <w:rsid w:val="003D2ADF"/>
    <w:pPr>
      <w:autoSpaceDE w:val="0"/>
      <w:autoSpaceDN w:val="0"/>
      <w:adjustRightInd w:val="0"/>
      <w:jc w:val="center"/>
    </w:pPr>
    <w:rPr>
      <w:rFonts w:ascii="TimesLT" w:hAnsi="TimesLT"/>
      <w:color w:val="000000"/>
      <w:lang w:val="en-US" w:eastAsia="en-US"/>
    </w:rPr>
  </w:style>
  <w:style w:type="paragraph" w:customStyle="1" w:styleId="Header11ptBoldAllcaps">
    <w:name w:val="Header + 11 pt Bold All caps"/>
    <w:basedOn w:val="prastasis"/>
    <w:rsid w:val="003D2ADF"/>
    <w:pPr>
      <w:tabs>
        <w:tab w:val="center" w:pos="4703"/>
        <w:tab w:val="right" w:pos="9406"/>
      </w:tabs>
      <w:jc w:val="center"/>
    </w:pPr>
    <w:rPr>
      <w:rFonts w:ascii="Arial" w:eastAsia="Times New Roman" w:hAnsi="Arial" w:cs="Arial"/>
      <w:b/>
      <w:bCs/>
      <w:caps/>
      <w:color w:val="auto"/>
      <w:sz w:val="22"/>
      <w:szCs w:val="22"/>
    </w:rPr>
  </w:style>
  <w:style w:type="paragraph" w:customStyle="1" w:styleId="Tekstas">
    <w:name w:val="Tekstas"/>
    <w:basedOn w:val="prastasis"/>
    <w:qFormat/>
    <w:rsid w:val="003D2ADF"/>
    <w:pPr>
      <w:ind w:firstLine="357"/>
      <w:jc w:val="both"/>
    </w:pPr>
    <w:rPr>
      <w:rFonts w:eastAsia="Calibri"/>
      <w:color w:val="auto"/>
      <w:szCs w:val="22"/>
    </w:rPr>
  </w:style>
  <w:style w:type="paragraph" w:customStyle="1" w:styleId="Sarasas">
    <w:name w:val="Sarasas"/>
    <w:basedOn w:val="Pagrindinistekstas"/>
    <w:qFormat/>
    <w:rsid w:val="003D2ADF"/>
    <w:pPr>
      <w:numPr>
        <w:numId w:val="6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/>
      <w:color w:val="auto"/>
    </w:rPr>
  </w:style>
  <w:style w:type="paragraph" w:customStyle="1" w:styleId="Lentele">
    <w:name w:val="Lentele"/>
    <w:basedOn w:val="Default"/>
    <w:qFormat/>
    <w:rsid w:val="003D2ADF"/>
    <w:rPr>
      <w:sz w:val="20"/>
      <w:szCs w:val="20"/>
    </w:rPr>
  </w:style>
  <w:style w:type="paragraph" w:customStyle="1" w:styleId="Tvarkostekstas">
    <w:name w:val="Tvarkos tekstas"/>
    <w:basedOn w:val="prastasis"/>
    <w:rsid w:val="006F2066"/>
    <w:pPr>
      <w:numPr>
        <w:numId w:val="7"/>
      </w:numPr>
      <w:suppressAutoHyphens/>
      <w:autoSpaceDN w:val="0"/>
      <w:jc w:val="both"/>
      <w:textAlignment w:val="baseline"/>
    </w:pPr>
    <w:rPr>
      <w:rFonts w:eastAsia="Calibri"/>
      <w:color w:val="auto"/>
      <w:lang w:eastAsia="lt-LT"/>
    </w:rPr>
  </w:style>
  <w:style w:type="numbering" w:customStyle="1" w:styleId="LFO2">
    <w:name w:val="LFO2"/>
    <w:rsid w:val="006F2066"/>
    <w:pPr>
      <w:numPr>
        <w:numId w:val="9"/>
      </w:numPr>
    </w:pPr>
  </w:style>
  <w:style w:type="paragraph" w:customStyle="1" w:styleId="TableParagraph">
    <w:name w:val="Table Paragraph"/>
    <w:basedOn w:val="prastasis"/>
    <w:rsid w:val="00662573"/>
    <w:pPr>
      <w:widowControl w:val="0"/>
      <w:autoSpaceDE w:val="0"/>
      <w:autoSpaceDN w:val="0"/>
      <w:ind w:left="37"/>
    </w:pPr>
    <w:rPr>
      <w:rFonts w:eastAsia="Calibri"/>
      <w:color w:val="auto"/>
      <w:sz w:val="22"/>
      <w:szCs w:val="22"/>
      <w:lang w:val="en-US"/>
    </w:rPr>
  </w:style>
  <w:style w:type="paragraph" w:customStyle="1" w:styleId="Statja">
    <w:name w:val="Statja"/>
    <w:basedOn w:val="prastasis"/>
    <w:qFormat/>
    <w:rsid w:val="00C63C5E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color w:val="auto"/>
      <w:sz w:val="20"/>
      <w:szCs w:val="20"/>
      <w:lang w:val="en-US"/>
    </w:rPr>
  </w:style>
  <w:style w:type="paragraph" w:customStyle="1" w:styleId="Pagrindinistekstas20">
    <w:name w:val="Pagrindinis tekstas2"/>
    <w:rsid w:val="00C63C5E"/>
    <w:pPr>
      <w:snapToGrid w:val="0"/>
      <w:ind w:firstLine="312"/>
      <w:jc w:val="both"/>
    </w:pPr>
    <w:rPr>
      <w:rFonts w:ascii="TimesLT" w:eastAsia="MS Mincho" w:hAnsi="TimesLT"/>
      <w:lang w:val="en-US" w:eastAsia="en-US"/>
    </w:rPr>
  </w:style>
  <w:style w:type="character" w:customStyle="1" w:styleId="BodyTextIndent3Char1">
    <w:name w:val="Body Text Indent 3 Char1"/>
    <w:rsid w:val="00CC6853"/>
    <w:rPr>
      <w:rFonts w:ascii="Times New Roman" w:eastAsia="Calibri" w:hAnsi="Times New Roman" w:cs="Times New Roman"/>
      <w:sz w:val="16"/>
      <w:szCs w:val="16"/>
      <w:lang w:val="lt-LT"/>
    </w:rPr>
  </w:style>
  <w:style w:type="character" w:styleId="Komentaronuoroda">
    <w:name w:val="annotation reference"/>
    <w:uiPriority w:val="99"/>
    <w:rsid w:val="00B057E1"/>
    <w:rPr>
      <w:rFonts w:cs="Times New Roman"/>
      <w:sz w:val="16"/>
    </w:rPr>
  </w:style>
  <w:style w:type="paragraph" w:customStyle="1" w:styleId="NoSpacing1">
    <w:name w:val="No Spacing1"/>
    <w:rsid w:val="00876813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ai11">
    <w:name w:val="Punktai 1.1"/>
    <w:basedOn w:val="prastasis"/>
    <w:link w:val="Punktai11Char"/>
    <w:rsid w:val="00656A35"/>
    <w:pPr>
      <w:numPr>
        <w:ilvl w:val="1"/>
        <w:numId w:val="8"/>
      </w:numPr>
      <w:tabs>
        <w:tab w:val="left" w:pos="1276"/>
      </w:tabs>
      <w:spacing w:line="360" w:lineRule="auto"/>
      <w:jc w:val="both"/>
    </w:pPr>
    <w:rPr>
      <w:rFonts w:eastAsia="Times New Roman"/>
      <w:color w:val="auto"/>
      <w:sz w:val="20"/>
      <w:lang w:eastAsia="lt-LT"/>
    </w:rPr>
  </w:style>
  <w:style w:type="character" w:customStyle="1" w:styleId="Punktai11Char">
    <w:name w:val="Punktai 1.1 Char"/>
    <w:link w:val="Punktai11"/>
    <w:locked/>
    <w:rsid w:val="00656A35"/>
    <w:rPr>
      <w:szCs w:val="24"/>
      <w:lang w:val="lt-LT" w:eastAsia="lt-LT"/>
    </w:rPr>
  </w:style>
  <w:style w:type="paragraph" w:styleId="Sraopastraipa">
    <w:name w:val="List Paragraph"/>
    <w:aliases w:val="Medium Grid 1 - Accent 21,List Paragraph3,List Paragrap,Table of contents numbered,punktai,List Paragraph12,List Paragr1,List not in Tabl,Sąrašo pastraipa.Bullet,Bullet,Sąrašo pastraipa;Bullet,Lente,List Paragraph22,Sąrao pastraipa1"/>
    <w:basedOn w:val="prastasis"/>
    <w:link w:val="SraopastraipaDiagrama"/>
    <w:uiPriority w:val="34"/>
    <w:qFormat/>
    <w:rsid w:val="00023DD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Betarp">
    <w:name w:val="No Spacing"/>
    <w:link w:val="BetarpDiagrama"/>
    <w:uiPriority w:val="1"/>
    <w:qFormat/>
    <w:rsid w:val="00023DDF"/>
    <w:pPr>
      <w:suppressAutoHyphens/>
      <w:autoSpaceDN w:val="0"/>
      <w:textAlignment w:val="baseline"/>
    </w:pPr>
    <w:rPr>
      <w:rFonts w:eastAsia="Calibri"/>
      <w:sz w:val="24"/>
      <w:szCs w:val="22"/>
      <w:lang w:eastAsia="en-US"/>
    </w:rPr>
  </w:style>
  <w:style w:type="paragraph" w:customStyle="1" w:styleId="Standard">
    <w:name w:val="Standard"/>
    <w:rsid w:val="0021438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raopastraipaDiagrama">
    <w:name w:val="Sąrašo pastraipa Diagrama"/>
    <w:aliases w:val="Medium Grid 1 - Accent 21 Diagrama,List Paragraph3 Diagrama,List Paragrap Diagrama,Table of contents numbered Diagrama,punktai Diagrama,List Paragraph12 Diagrama,List Paragr1 Diagrama,List not in Tabl Diagrama,Bullet Diagrama"/>
    <w:link w:val="Sraopastraipa"/>
    <w:uiPriority w:val="34"/>
    <w:qFormat/>
    <w:locked/>
    <w:rsid w:val="00A12314"/>
    <w:rPr>
      <w:rFonts w:ascii="Calibri" w:eastAsia="Calibri" w:hAnsi="Calibri"/>
      <w:sz w:val="22"/>
      <w:szCs w:val="22"/>
      <w:lang w:eastAsia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2D083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urinys2">
    <w:name w:val="toc 2"/>
    <w:basedOn w:val="prastasis"/>
    <w:next w:val="prastasis"/>
    <w:autoRedefine/>
    <w:uiPriority w:val="39"/>
    <w:unhideWhenUsed/>
    <w:qFormat/>
    <w:rsid w:val="002D083B"/>
    <w:pPr>
      <w:spacing w:after="100" w:line="276" w:lineRule="auto"/>
      <w:ind w:left="220"/>
    </w:pPr>
    <w:rPr>
      <w:rFonts w:ascii="Calibri" w:eastAsia="Times New Roman" w:hAnsi="Calibri"/>
      <w:color w:val="auto"/>
      <w:sz w:val="22"/>
      <w:szCs w:val="22"/>
    </w:rPr>
  </w:style>
  <w:style w:type="paragraph" w:styleId="Turinys3">
    <w:name w:val="toc 3"/>
    <w:basedOn w:val="prastasis"/>
    <w:next w:val="prastasis"/>
    <w:autoRedefine/>
    <w:uiPriority w:val="39"/>
    <w:unhideWhenUsed/>
    <w:qFormat/>
    <w:rsid w:val="002D083B"/>
    <w:pPr>
      <w:spacing w:after="100" w:line="276" w:lineRule="auto"/>
      <w:ind w:left="440"/>
    </w:pPr>
    <w:rPr>
      <w:rFonts w:ascii="Calibri" w:eastAsia="Times New Roman" w:hAnsi="Calibri"/>
      <w:color w:val="auto"/>
      <w:sz w:val="22"/>
      <w:szCs w:val="22"/>
    </w:rPr>
  </w:style>
  <w:style w:type="table" w:styleId="Lentelstinklelis">
    <w:name w:val="Table Grid"/>
    <w:basedOn w:val="prastojilentel"/>
    <w:uiPriority w:val="39"/>
    <w:rsid w:val="00B500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astasiniatinklio">
    <w:name w:val="Normal (Web)"/>
    <w:basedOn w:val="prastasis"/>
    <w:uiPriority w:val="99"/>
    <w:unhideWhenUsed/>
    <w:rsid w:val="00A76A05"/>
    <w:pPr>
      <w:spacing w:before="100" w:beforeAutospacing="1" w:after="100" w:afterAutospacing="1"/>
    </w:pPr>
    <w:rPr>
      <w:rFonts w:eastAsia="Times New Roman"/>
      <w:color w:val="auto"/>
      <w:lang w:eastAsia="lt-LT"/>
    </w:rPr>
  </w:style>
  <w:style w:type="character" w:customStyle="1" w:styleId="ircsu">
    <w:name w:val="irc_su"/>
    <w:basedOn w:val="Numatytasispastraiposriftas"/>
    <w:rsid w:val="00A76A05"/>
  </w:style>
  <w:style w:type="character" w:customStyle="1" w:styleId="Neapdorotaspaminjimas1">
    <w:name w:val="Neapdorotas paminėjimas1"/>
    <w:uiPriority w:val="99"/>
    <w:semiHidden/>
    <w:unhideWhenUsed/>
    <w:rsid w:val="003804B8"/>
    <w:rPr>
      <w:color w:val="605E5C"/>
      <w:shd w:val="clear" w:color="auto" w:fill="E1DFDD"/>
    </w:rPr>
  </w:style>
  <w:style w:type="paragraph" w:customStyle="1" w:styleId="Style22">
    <w:name w:val="Style22"/>
    <w:basedOn w:val="prastasis"/>
    <w:rsid w:val="00226EB7"/>
    <w:pPr>
      <w:widowControl w:val="0"/>
      <w:autoSpaceDE w:val="0"/>
      <w:autoSpaceDN w:val="0"/>
      <w:adjustRightInd w:val="0"/>
      <w:spacing w:line="179" w:lineRule="exact"/>
      <w:ind w:firstLine="571"/>
      <w:jc w:val="both"/>
    </w:pPr>
    <w:rPr>
      <w:rFonts w:ascii="Arial" w:eastAsia="Times New Roman" w:hAnsi="Arial" w:cs="Arial"/>
      <w:color w:val="auto"/>
      <w:sz w:val="20"/>
      <w:lang w:eastAsia="lt-LT"/>
    </w:rPr>
  </w:style>
  <w:style w:type="paragraph" w:customStyle="1" w:styleId="Pagrindinistekstas21">
    <w:name w:val="Pagrindinis tekstas2"/>
    <w:uiPriority w:val="99"/>
    <w:rsid w:val="00422840"/>
    <w:pPr>
      <w:snapToGrid w:val="0"/>
      <w:ind w:firstLine="312"/>
      <w:jc w:val="both"/>
    </w:pPr>
    <w:rPr>
      <w:rFonts w:ascii="TimesLT" w:eastAsia="MS Mincho" w:hAnsi="TimesLT"/>
      <w:lang w:val="en-US" w:eastAsia="en-US"/>
    </w:rPr>
  </w:style>
  <w:style w:type="paragraph" w:customStyle="1" w:styleId="Heading">
    <w:name w:val="Heading"/>
    <w:basedOn w:val="prastasis"/>
    <w:next w:val="Pagrindinistekstas"/>
    <w:rsid w:val="001A7AD7"/>
    <w:pPr>
      <w:keepNext/>
      <w:widowControl w:val="0"/>
      <w:suppressAutoHyphens/>
      <w:spacing w:before="238" w:after="238"/>
      <w:jc w:val="center"/>
    </w:pPr>
    <w:rPr>
      <w:rFonts w:eastAsia="Andale Sans UI" w:cs="Tahoma"/>
      <w:b/>
      <w:caps/>
      <w:color w:val="auto"/>
      <w:kern w:val="2"/>
      <w:szCs w:val="28"/>
      <w:lang w:bidi="kok-IN"/>
    </w:rPr>
  </w:style>
  <w:style w:type="paragraph" w:styleId="Komentarotema">
    <w:name w:val="annotation subject"/>
    <w:basedOn w:val="Komentarotekstas"/>
    <w:next w:val="Komentarotekstas"/>
    <w:link w:val="KomentarotemaDiagrama"/>
    <w:rsid w:val="00F85425"/>
    <w:rPr>
      <w:rFonts w:eastAsia="Arial Unicode MS"/>
      <w:b/>
      <w:bCs/>
      <w:color w:val="00000A"/>
    </w:rPr>
  </w:style>
  <w:style w:type="character" w:customStyle="1" w:styleId="KomentarotemaDiagrama">
    <w:name w:val="Komentaro tema Diagrama"/>
    <w:link w:val="Komentarotema"/>
    <w:rsid w:val="00F85425"/>
    <w:rPr>
      <w:rFonts w:eastAsia="Arial Unicode MS"/>
      <w:b/>
      <w:bCs/>
      <w:color w:val="00000A"/>
      <w:lang w:val="lt-LT" w:eastAsia="en-US" w:bidi="ar-SA"/>
    </w:rPr>
  </w:style>
  <w:style w:type="paragraph" w:customStyle="1" w:styleId="BodyText1">
    <w:name w:val="Body Text1"/>
    <w:rsid w:val="001C0E6A"/>
    <w:pPr>
      <w:snapToGrid w:val="0"/>
      <w:ind w:firstLine="312"/>
      <w:jc w:val="both"/>
    </w:pPr>
    <w:rPr>
      <w:rFonts w:ascii="TimesLT" w:eastAsia="MS Mincho" w:hAnsi="TimesLT"/>
      <w:lang w:val="en-US" w:eastAsia="en-US"/>
    </w:rPr>
  </w:style>
  <w:style w:type="paragraph" w:customStyle="1" w:styleId="Betarp1">
    <w:name w:val="Be tarpų1"/>
    <w:qFormat/>
    <w:rsid w:val="009E3EE5"/>
    <w:rPr>
      <w:rFonts w:ascii="Helvetica Neue UltraLight" w:eastAsia="Arial Unicode MS" w:hAnsi="Helvetica Neue UltraLight"/>
      <w:color w:val="00000A"/>
      <w:sz w:val="24"/>
      <w:szCs w:val="22"/>
      <w:lang w:eastAsia="en-US"/>
    </w:rPr>
  </w:style>
  <w:style w:type="numbering" w:customStyle="1" w:styleId="Stilius6">
    <w:name w:val="Stilius6"/>
    <w:rsid w:val="009E3EE5"/>
    <w:pPr>
      <w:numPr>
        <w:numId w:val="10"/>
      </w:numPr>
    </w:pPr>
  </w:style>
  <w:style w:type="paragraph" w:customStyle="1" w:styleId="BodyText21">
    <w:name w:val="Body Text2"/>
    <w:rsid w:val="00062F9A"/>
    <w:pPr>
      <w:snapToGrid w:val="0"/>
      <w:ind w:firstLine="312"/>
      <w:jc w:val="both"/>
    </w:pPr>
    <w:rPr>
      <w:rFonts w:ascii="TimesLT" w:eastAsia="MS Mincho" w:hAnsi="TimesLT"/>
      <w:lang w:val="en-US" w:eastAsia="en-US"/>
    </w:rPr>
  </w:style>
  <w:style w:type="character" w:customStyle="1" w:styleId="ListParagraphChar1">
    <w:name w:val="List Paragraph Char1"/>
    <w:aliases w:val="Lente Char,Sąrašo pastraipa;Bullet Char,List Paragraph22 Char"/>
    <w:uiPriority w:val="34"/>
    <w:qFormat/>
    <w:locked/>
    <w:rsid w:val="00951FD2"/>
    <w:rPr>
      <w:rFonts w:ascii="Calibri" w:hAnsi="Calibri"/>
      <w:lang w:val="lt-LT" w:eastAsia="lt-LT" w:bidi="ar-SA"/>
    </w:rPr>
  </w:style>
  <w:style w:type="character" w:customStyle="1" w:styleId="BodytextChar">
    <w:name w:val="Body text Char"/>
    <w:rsid w:val="0038479B"/>
    <w:rPr>
      <w:rFonts w:ascii="TimesLT" w:hAnsi="TimesLT"/>
      <w:lang w:val="en-US" w:eastAsia="en-US" w:bidi="ar-SA"/>
    </w:rPr>
  </w:style>
  <w:style w:type="character" w:customStyle="1" w:styleId="Neapdorotaspaminjimas2">
    <w:name w:val="Neapdorotas paminėjimas2"/>
    <w:uiPriority w:val="99"/>
    <w:semiHidden/>
    <w:unhideWhenUsed/>
    <w:rsid w:val="00A36FC5"/>
    <w:rPr>
      <w:color w:val="605E5C"/>
      <w:shd w:val="clear" w:color="auto" w:fill="E1DFDD"/>
    </w:rPr>
  </w:style>
  <w:style w:type="paragraph" w:customStyle="1" w:styleId="CharChar1DiagramaDiagrama2">
    <w:name w:val="Char Char1 Diagrama Diagrama2"/>
    <w:basedOn w:val="prastasis"/>
    <w:uiPriority w:val="99"/>
    <w:qFormat/>
    <w:rsid w:val="00515841"/>
    <w:pPr>
      <w:spacing w:after="160" w:line="240" w:lineRule="exact"/>
    </w:pPr>
    <w:rPr>
      <w:rFonts w:ascii="Tahoma" w:eastAsia="Times New Roman" w:hAnsi="Tahoma" w:cs="Tahoma"/>
      <w:color w:val="auto"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985183"/>
    <w:rPr>
      <w:rFonts w:eastAsia="Arial Unicode MS"/>
      <w:color w:val="00000A"/>
      <w:sz w:val="24"/>
      <w:szCs w:val="24"/>
      <w:lang w:eastAsia="en-US"/>
    </w:rPr>
  </w:style>
  <w:style w:type="paragraph" w:customStyle="1" w:styleId="CentrBold">
    <w:name w:val="CentrBold"/>
    <w:qFormat/>
    <w:rsid w:val="00354507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paragraph" w:customStyle="1" w:styleId="BodyA">
    <w:name w:val="Body A"/>
    <w:rsid w:val="00C000EB"/>
    <w:pPr>
      <w:spacing w:line="312" w:lineRule="auto"/>
    </w:pPr>
    <w:rPr>
      <w:rFonts w:ascii="Helvetica Neue Light" w:eastAsia="Helvetica Neue Light" w:hAnsi="Helvetica Neue Light" w:cs="Helvetica Neue Light"/>
      <w:color w:val="000000"/>
      <w:u w:color="000000"/>
      <w:lang w:val="en-US" w:eastAsia="en-GB"/>
    </w:rPr>
  </w:style>
  <w:style w:type="paragraph" w:customStyle="1" w:styleId="xmsonormal">
    <w:name w:val="x_msonormal"/>
    <w:basedOn w:val="prastasis"/>
    <w:rsid w:val="00665091"/>
    <w:pPr>
      <w:spacing w:before="100" w:beforeAutospacing="1" w:after="100" w:afterAutospacing="1"/>
    </w:pPr>
    <w:rPr>
      <w:rFonts w:eastAsia="Times New Roman"/>
      <w:color w:val="auto"/>
      <w:lang w:eastAsia="lt-LT"/>
    </w:rPr>
  </w:style>
  <w:style w:type="character" w:customStyle="1" w:styleId="xcontentpasted0">
    <w:name w:val="x_contentpasted0"/>
    <w:basedOn w:val="Numatytasispastraiposriftas"/>
    <w:rsid w:val="00665091"/>
  </w:style>
  <w:style w:type="character" w:customStyle="1" w:styleId="cf01">
    <w:name w:val="cf01"/>
    <w:rsid w:val="006C2A0D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prastasis"/>
    <w:rsid w:val="004A00D5"/>
    <w:pPr>
      <w:spacing w:before="100" w:beforeAutospacing="1" w:after="100" w:afterAutospacing="1"/>
    </w:pPr>
    <w:rPr>
      <w:rFonts w:eastAsia="Times New Roman"/>
      <w:color w:val="auto"/>
      <w:lang w:val="en-US"/>
    </w:rPr>
  </w:style>
  <w:style w:type="table" w:customStyle="1" w:styleId="Lentelstinklelis1">
    <w:name w:val="Lentelės tinklelis1"/>
    <w:basedOn w:val="prastojilentel"/>
    <w:next w:val="Lentelstinklelis"/>
    <w:uiPriority w:val="39"/>
    <w:rsid w:val="00FA4DB3"/>
    <w:rPr>
      <w:rFonts w:eastAsia="Apto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next w:val="Lentelstinklelis"/>
    <w:uiPriority w:val="39"/>
    <w:rsid w:val="00FA4DB3"/>
    <w:rPr>
      <w:rFonts w:eastAsia="Apto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2">
    <w:name w:val="Lentelės tinklelis12"/>
    <w:basedOn w:val="prastojilentel"/>
    <w:next w:val="Lentelstinklelis"/>
    <w:uiPriority w:val="39"/>
    <w:rsid w:val="00C66ED2"/>
    <w:rPr>
      <w:rFonts w:eastAsia="Apto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Numatytasispastraiposriftas"/>
    <w:rsid w:val="007F6E54"/>
  </w:style>
  <w:style w:type="paragraph" w:customStyle="1" w:styleId="paragraph">
    <w:name w:val="paragraph"/>
    <w:basedOn w:val="prastasis"/>
    <w:rsid w:val="00E218BA"/>
    <w:pPr>
      <w:spacing w:before="100" w:beforeAutospacing="1" w:after="100" w:afterAutospacing="1"/>
    </w:pPr>
    <w:rPr>
      <w:rFonts w:eastAsia="Times New Roman"/>
      <w:color w:val="auto"/>
      <w:lang w:eastAsia="lt-LT"/>
    </w:rPr>
  </w:style>
  <w:style w:type="character" w:customStyle="1" w:styleId="eop">
    <w:name w:val="eop"/>
    <w:basedOn w:val="Numatytasispastraiposriftas"/>
    <w:rsid w:val="00E218BA"/>
  </w:style>
  <w:style w:type="paragraph" w:customStyle="1" w:styleId="msonormal804d7de8fd46f06a46511c7c60d1535e">
    <w:name w:val="msonormal_804d7de8fd46f06a46511c7c60d1535e"/>
    <w:basedOn w:val="prastasis"/>
    <w:rsid w:val="005E2E04"/>
    <w:pPr>
      <w:spacing w:before="100" w:beforeAutospacing="1" w:after="100" w:afterAutospacing="1"/>
    </w:pPr>
    <w:rPr>
      <w:rFonts w:eastAsia="Times New Roman"/>
      <w:color w:val="auto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4A3A10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2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tsiusti\Sta&#382;uot&#279;s%20TS(1)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E6E2C-8298-4993-8D5E-2B9A8937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Stažuotės TS(1)</Template>
  <TotalTime>51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SUPAPRASTINTAS ATVIRAS KONKURSAS</vt:lpstr>
      <vt:lpstr>SUPAPRASTINTAS ATVIRAS KONKURSAS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SUPAPRASTINTAS ATVIRAS KONKURSAS</dc:title>
  <dc:creator>K111028</dc:creator>
  <cp:lastModifiedBy>Miglė Banevičienė</cp:lastModifiedBy>
  <cp:revision>9</cp:revision>
  <cp:lastPrinted>2024-05-08T05:03:00Z</cp:lastPrinted>
  <dcterms:created xsi:type="dcterms:W3CDTF">2025-04-18T12:16:00Z</dcterms:created>
  <dcterms:modified xsi:type="dcterms:W3CDTF">2025-04-25T08:09:00Z</dcterms:modified>
</cp:coreProperties>
</file>